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9DB4F" w14:textId="23A74C23" w:rsidR="004D36D7" w:rsidRPr="00FD4A68" w:rsidRDefault="002D6C2A" w:rsidP="00FD4A68">
      <w:pPr>
        <w:pStyle w:val="LabTitle"/>
        <w:rPr>
          <w:rStyle w:val="LabTitleInstVersred"/>
          <w:b/>
          <w:color w:val="auto"/>
        </w:rPr>
      </w:pPr>
      <w:r w:rsidRPr="00FD4A68">
        <w:t xml:space="preserve">Lab </w:t>
      </w:r>
      <w:r w:rsidR="00840FC2">
        <w:t>-</w:t>
      </w:r>
      <w:r w:rsidRPr="00FD4A68">
        <w:t xml:space="preserve"> </w:t>
      </w:r>
      <w:r w:rsidR="0080520C">
        <w:t>Configure CDP and LLDP</w:t>
      </w:r>
      <w:r w:rsidR="004D36D7" w:rsidRPr="00FD4A68">
        <w:t xml:space="preserve"> </w:t>
      </w:r>
    </w:p>
    <w:p w14:paraId="0D960EF3" w14:textId="77777777" w:rsidR="003C6BCA" w:rsidRDefault="001E38E0" w:rsidP="0014219C">
      <w:pPr>
        <w:pStyle w:val="LabSection"/>
      </w:pPr>
      <w:r>
        <w:t>Topology</w:t>
      </w:r>
    </w:p>
    <w:p w14:paraId="50C83061" w14:textId="39C7FE45" w:rsidR="008C4307" w:rsidRDefault="00AC7119" w:rsidP="00A6283D">
      <w:pPr>
        <w:pStyle w:val="Visual"/>
      </w:pPr>
      <w:r>
        <w:rPr>
          <w:noProof/>
        </w:rPr>
        <w:drawing>
          <wp:inline distT="0" distB="0" distL="0" distR="0" wp14:anchorId="781253FD" wp14:editId="187E3C9C">
            <wp:extent cx="4769485" cy="2730022"/>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3901" cy="2738273"/>
                    </a:xfrm>
                    <a:prstGeom prst="rect">
                      <a:avLst/>
                    </a:prstGeom>
                    <a:noFill/>
                  </pic:spPr>
                </pic:pic>
              </a:graphicData>
            </a:graphic>
          </wp:inline>
        </w:drawing>
      </w:r>
    </w:p>
    <w:p w14:paraId="2AF4EA9B" w14:textId="77777777" w:rsidR="00AE56C0" w:rsidRPr="00BB73FF" w:rsidRDefault="00AE56C0" w:rsidP="0014219C">
      <w:pPr>
        <w:pStyle w:val="LabSection"/>
      </w:pPr>
      <w:r w:rsidRPr="00BB73FF">
        <w:t>Addressing Table</w:t>
      </w:r>
    </w:p>
    <w:tbl>
      <w:tblPr>
        <w:tblW w:w="70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57"/>
        <w:gridCol w:w="1623"/>
        <w:gridCol w:w="1980"/>
        <w:gridCol w:w="2160"/>
      </w:tblGrid>
      <w:tr w:rsidR="002D3276" w14:paraId="36A0697B" w14:textId="77777777" w:rsidTr="002D3276">
        <w:trPr>
          <w:cantSplit/>
          <w:jc w:val="center"/>
        </w:trPr>
        <w:tc>
          <w:tcPr>
            <w:tcW w:w="12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D90F55" w14:textId="77777777" w:rsidR="002D3276" w:rsidRPr="00E87D62" w:rsidRDefault="002D3276" w:rsidP="00F00E4C">
            <w:pPr>
              <w:pStyle w:val="TableHeading"/>
            </w:pPr>
            <w:r w:rsidRPr="00E87D62">
              <w:t>Device</w:t>
            </w:r>
          </w:p>
        </w:tc>
        <w:tc>
          <w:tcPr>
            <w:tcW w:w="16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2DED3E" w14:textId="77777777" w:rsidR="002D3276" w:rsidRPr="00E87D62" w:rsidRDefault="002D3276" w:rsidP="00F00E4C">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F35AA8" w14:textId="77777777" w:rsidR="002D3276" w:rsidRPr="00E87D62" w:rsidRDefault="002D3276" w:rsidP="00F00E4C">
            <w:pPr>
              <w:pStyle w:val="TableHeading"/>
            </w:pPr>
            <w:r w:rsidRPr="00E87D62">
              <w:t>IP Address</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E9D80B" w14:textId="77777777" w:rsidR="002D3276" w:rsidRPr="00E87D62" w:rsidRDefault="002D3276" w:rsidP="00F00E4C">
            <w:pPr>
              <w:pStyle w:val="TableHeading"/>
            </w:pPr>
            <w:r w:rsidRPr="00E87D62">
              <w:t>Subnet Mask</w:t>
            </w:r>
          </w:p>
        </w:tc>
      </w:tr>
      <w:tr w:rsidR="002D3276" w14:paraId="32809C91" w14:textId="77777777" w:rsidTr="002D3276">
        <w:trPr>
          <w:cantSplit/>
          <w:jc w:val="center"/>
        </w:trPr>
        <w:tc>
          <w:tcPr>
            <w:tcW w:w="1257" w:type="dxa"/>
            <w:vMerge w:val="restart"/>
            <w:vAlign w:val="center"/>
          </w:tcPr>
          <w:p w14:paraId="42FB644E" w14:textId="77777777" w:rsidR="002D3276" w:rsidRPr="00840FC2" w:rsidRDefault="002D3276" w:rsidP="00840FC2">
            <w:pPr>
              <w:pStyle w:val="TableText"/>
            </w:pPr>
            <w:r>
              <w:t>Gateway</w:t>
            </w:r>
          </w:p>
        </w:tc>
        <w:tc>
          <w:tcPr>
            <w:tcW w:w="1623" w:type="dxa"/>
            <w:vAlign w:val="bottom"/>
          </w:tcPr>
          <w:p w14:paraId="4143EF42" w14:textId="77777777" w:rsidR="002D3276" w:rsidRDefault="002D3276" w:rsidP="00FC32E8">
            <w:pPr>
              <w:pStyle w:val="TableText"/>
            </w:pPr>
            <w:r>
              <w:t>G0/1</w:t>
            </w:r>
          </w:p>
        </w:tc>
        <w:tc>
          <w:tcPr>
            <w:tcW w:w="1980" w:type="dxa"/>
            <w:vAlign w:val="bottom"/>
          </w:tcPr>
          <w:p w14:paraId="663E9888" w14:textId="77777777" w:rsidR="002D3276" w:rsidRDefault="002D3276" w:rsidP="00FC32E8">
            <w:pPr>
              <w:pStyle w:val="TableText"/>
            </w:pPr>
            <w:r>
              <w:t>192.168.1.254</w:t>
            </w:r>
          </w:p>
        </w:tc>
        <w:tc>
          <w:tcPr>
            <w:tcW w:w="2160" w:type="dxa"/>
            <w:vAlign w:val="bottom"/>
          </w:tcPr>
          <w:p w14:paraId="0A6E8648" w14:textId="77777777" w:rsidR="002D3276" w:rsidRDefault="002D3276" w:rsidP="00FC32E8">
            <w:pPr>
              <w:pStyle w:val="TableText"/>
            </w:pPr>
            <w:r>
              <w:t>255.255.255.0</w:t>
            </w:r>
          </w:p>
        </w:tc>
      </w:tr>
      <w:tr w:rsidR="002D3276" w14:paraId="0CD167B3" w14:textId="77777777" w:rsidTr="002D3276">
        <w:trPr>
          <w:cantSplit/>
          <w:jc w:val="center"/>
        </w:trPr>
        <w:tc>
          <w:tcPr>
            <w:tcW w:w="1257" w:type="dxa"/>
            <w:vMerge/>
            <w:vAlign w:val="bottom"/>
          </w:tcPr>
          <w:p w14:paraId="0B034756" w14:textId="77777777" w:rsidR="002D3276" w:rsidRPr="00840FC2" w:rsidRDefault="002D3276" w:rsidP="00FC32E8">
            <w:pPr>
              <w:pStyle w:val="TableText"/>
            </w:pPr>
          </w:p>
        </w:tc>
        <w:tc>
          <w:tcPr>
            <w:tcW w:w="1623" w:type="dxa"/>
            <w:vAlign w:val="bottom"/>
          </w:tcPr>
          <w:p w14:paraId="17D46DDC" w14:textId="39BB44C4" w:rsidR="002D3276" w:rsidRDefault="002D3276" w:rsidP="00FC32E8">
            <w:pPr>
              <w:pStyle w:val="TableText"/>
            </w:pPr>
            <w:r>
              <w:t>S0/0/1</w:t>
            </w:r>
          </w:p>
        </w:tc>
        <w:tc>
          <w:tcPr>
            <w:tcW w:w="1980" w:type="dxa"/>
            <w:vAlign w:val="bottom"/>
          </w:tcPr>
          <w:p w14:paraId="4B874C90" w14:textId="77777777" w:rsidR="002D3276" w:rsidRDefault="002D3276" w:rsidP="00FC32E8">
            <w:pPr>
              <w:pStyle w:val="TableText"/>
            </w:pPr>
            <w:r>
              <w:t>209.165.200.226</w:t>
            </w:r>
          </w:p>
        </w:tc>
        <w:tc>
          <w:tcPr>
            <w:tcW w:w="2160" w:type="dxa"/>
            <w:vAlign w:val="bottom"/>
          </w:tcPr>
          <w:p w14:paraId="209120A2" w14:textId="77777777" w:rsidR="002D3276" w:rsidRDefault="002D3276" w:rsidP="00FC32E8">
            <w:pPr>
              <w:pStyle w:val="TableText"/>
            </w:pPr>
            <w:r>
              <w:t>255.255.255.252</w:t>
            </w:r>
          </w:p>
        </w:tc>
      </w:tr>
      <w:tr w:rsidR="002D3276" w14:paraId="56D43E33" w14:textId="77777777" w:rsidTr="002D3276">
        <w:trPr>
          <w:cantSplit/>
          <w:jc w:val="center"/>
        </w:trPr>
        <w:tc>
          <w:tcPr>
            <w:tcW w:w="1257" w:type="dxa"/>
            <w:vAlign w:val="bottom"/>
          </w:tcPr>
          <w:p w14:paraId="6D97DD30" w14:textId="2EA57253" w:rsidR="002D3276" w:rsidRPr="00840FC2" w:rsidRDefault="002D3276" w:rsidP="00FC32E8">
            <w:pPr>
              <w:pStyle w:val="TableText"/>
            </w:pPr>
            <w:r>
              <w:t>ISP</w:t>
            </w:r>
          </w:p>
        </w:tc>
        <w:tc>
          <w:tcPr>
            <w:tcW w:w="1623" w:type="dxa"/>
            <w:vAlign w:val="bottom"/>
          </w:tcPr>
          <w:p w14:paraId="760D74B8" w14:textId="506BFF01" w:rsidR="002D3276" w:rsidRDefault="002D3276" w:rsidP="00FC32E8">
            <w:pPr>
              <w:pStyle w:val="TableText"/>
            </w:pPr>
            <w:r>
              <w:t>S0/0/1 (DCE)</w:t>
            </w:r>
          </w:p>
        </w:tc>
        <w:tc>
          <w:tcPr>
            <w:tcW w:w="1980" w:type="dxa"/>
            <w:vAlign w:val="bottom"/>
          </w:tcPr>
          <w:p w14:paraId="7D43A177" w14:textId="5A229903" w:rsidR="002D3276" w:rsidRDefault="002D3276" w:rsidP="00FC32E8">
            <w:pPr>
              <w:pStyle w:val="TableText"/>
            </w:pPr>
            <w:r>
              <w:t>209.165.200.225</w:t>
            </w:r>
          </w:p>
        </w:tc>
        <w:tc>
          <w:tcPr>
            <w:tcW w:w="2160" w:type="dxa"/>
            <w:vAlign w:val="bottom"/>
          </w:tcPr>
          <w:p w14:paraId="26963E5B" w14:textId="7C54E526" w:rsidR="002D3276" w:rsidRDefault="002D3276" w:rsidP="00FC32E8">
            <w:pPr>
              <w:pStyle w:val="TableText"/>
            </w:pPr>
            <w:r>
              <w:t>255.255.255.252</w:t>
            </w:r>
          </w:p>
        </w:tc>
      </w:tr>
    </w:tbl>
    <w:p w14:paraId="0D5069FB" w14:textId="77777777" w:rsidR="009D2C27" w:rsidRPr="00BB73FF" w:rsidRDefault="009D2C27" w:rsidP="0014219C">
      <w:pPr>
        <w:pStyle w:val="LabSection"/>
      </w:pPr>
      <w:r w:rsidRPr="00BB73FF">
        <w:t>Objective</w:t>
      </w:r>
      <w:r w:rsidR="006E6581">
        <w:t>s</w:t>
      </w:r>
    </w:p>
    <w:p w14:paraId="60FE7B6D" w14:textId="3EE817B3" w:rsidR="00840FC2" w:rsidRDefault="00963E34" w:rsidP="00840FC2">
      <w:pPr>
        <w:pStyle w:val="BodyTextL25Bold"/>
      </w:pPr>
      <w:r>
        <w:t xml:space="preserve">Part 1: </w:t>
      </w:r>
      <w:r w:rsidR="004459EF">
        <w:t>Build the Network and Configure Basic Device Settings</w:t>
      </w:r>
    </w:p>
    <w:p w14:paraId="68E20252" w14:textId="0248CBA3" w:rsidR="004459EF" w:rsidRDefault="004459EF" w:rsidP="00840FC2">
      <w:pPr>
        <w:pStyle w:val="BodyTextL25Bold"/>
      </w:pPr>
      <w:r>
        <w:t>Part 2: Network Discovery with CDP</w:t>
      </w:r>
    </w:p>
    <w:p w14:paraId="3DB8EE74" w14:textId="251CBD46" w:rsidR="004459EF" w:rsidRDefault="004459EF" w:rsidP="00840FC2">
      <w:pPr>
        <w:pStyle w:val="BodyTextL25Bold"/>
      </w:pPr>
      <w:r>
        <w:t>Part 3: Network Discovery with LLDP</w:t>
      </w:r>
    </w:p>
    <w:p w14:paraId="1DD1FC1C" w14:textId="77777777" w:rsidR="00C07FD9" w:rsidRPr="00C07FD9" w:rsidRDefault="009D2C27" w:rsidP="00840FC2">
      <w:pPr>
        <w:pStyle w:val="LabSection"/>
      </w:pPr>
      <w:r>
        <w:t xml:space="preserve">Background </w:t>
      </w:r>
      <w:r w:rsidR="00672919">
        <w:t>/ Scenario</w:t>
      </w:r>
    </w:p>
    <w:p w14:paraId="1BC18D26" w14:textId="6B10E53C" w:rsidR="00C81C1B" w:rsidRDefault="002B0325" w:rsidP="00CB166A">
      <w:pPr>
        <w:pStyle w:val="BodyTextL25"/>
        <w:rPr>
          <w:rFonts w:eastAsia="Arial"/>
        </w:rPr>
      </w:pPr>
      <w:r>
        <w:rPr>
          <w:rFonts w:eastAsia="Arial"/>
        </w:rPr>
        <w:t xml:space="preserve">Cisco Discovery Protocol (CDP) </w:t>
      </w:r>
      <w:r w:rsidR="00B538D7">
        <w:rPr>
          <w:rFonts w:eastAsia="Arial"/>
        </w:rPr>
        <w:t>is a Cisco proprietary protocol for network discovery on the data link layer. It can share information such as device names and IOS versions</w:t>
      </w:r>
      <w:r w:rsidR="00E5618B">
        <w:rPr>
          <w:rFonts w:eastAsia="Arial"/>
        </w:rPr>
        <w:t>, with other physically connected Cisco devices</w:t>
      </w:r>
      <w:r w:rsidR="00B538D7">
        <w:rPr>
          <w:rFonts w:eastAsia="Arial"/>
        </w:rPr>
        <w:t>. Link Layer Discovery Protocol (LLD</w:t>
      </w:r>
      <w:r w:rsidR="00305C96">
        <w:rPr>
          <w:rFonts w:eastAsia="Arial"/>
        </w:rPr>
        <w:t>P</w:t>
      </w:r>
      <w:r w:rsidR="00B538D7">
        <w:rPr>
          <w:rFonts w:eastAsia="Arial"/>
        </w:rPr>
        <w:t xml:space="preserve">) is vendor-neutral protocol using on the data link layer for network </w:t>
      </w:r>
      <w:r w:rsidR="00C81C1B">
        <w:rPr>
          <w:rFonts w:eastAsia="Arial"/>
        </w:rPr>
        <w:t xml:space="preserve">discovery. It is mainly used with network devices in the local area network (LAN). The network devices advertise information, such as their </w:t>
      </w:r>
      <w:r w:rsidR="00017E3F">
        <w:rPr>
          <w:rFonts w:eastAsia="Arial"/>
        </w:rPr>
        <w:t xml:space="preserve">identities and </w:t>
      </w:r>
      <w:r w:rsidR="00C81C1B">
        <w:rPr>
          <w:rFonts w:eastAsia="Arial"/>
        </w:rPr>
        <w:t>capabilities to their neighbors.</w:t>
      </w:r>
    </w:p>
    <w:p w14:paraId="6B50AF83" w14:textId="00BAEC65" w:rsidR="00CB166A" w:rsidRPr="00840FC2" w:rsidRDefault="00C81C1B" w:rsidP="00CB166A">
      <w:pPr>
        <w:pStyle w:val="BodyTextL25"/>
        <w:rPr>
          <w:rFonts w:eastAsia="Arial"/>
        </w:rPr>
      </w:pPr>
      <w:r>
        <w:rPr>
          <w:rFonts w:eastAsia="Arial"/>
        </w:rPr>
        <w:t xml:space="preserve">In this lab, you </w:t>
      </w:r>
      <w:r w:rsidR="00017E3F">
        <w:rPr>
          <w:rFonts w:eastAsia="Arial"/>
        </w:rPr>
        <w:t>must</w:t>
      </w:r>
      <w:r w:rsidR="008711AC">
        <w:rPr>
          <w:rFonts w:eastAsia="Arial"/>
        </w:rPr>
        <w:t xml:space="preserve"> </w:t>
      </w:r>
      <w:r>
        <w:rPr>
          <w:rFonts w:eastAsia="Arial"/>
        </w:rPr>
        <w:t xml:space="preserve">document the ports that </w:t>
      </w:r>
      <w:r w:rsidR="008711AC">
        <w:rPr>
          <w:rFonts w:eastAsia="Arial"/>
        </w:rPr>
        <w:t xml:space="preserve">are </w:t>
      </w:r>
      <w:r>
        <w:rPr>
          <w:rFonts w:eastAsia="Arial"/>
        </w:rPr>
        <w:t>connected to other switches</w:t>
      </w:r>
      <w:r w:rsidR="002D3276">
        <w:rPr>
          <w:rFonts w:eastAsia="Arial"/>
        </w:rPr>
        <w:t xml:space="preserve"> using CDP and LLDP</w:t>
      </w:r>
      <w:r>
        <w:rPr>
          <w:rFonts w:eastAsia="Arial"/>
        </w:rPr>
        <w:t>. You will document your finding</w:t>
      </w:r>
      <w:r w:rsidR="008711AC">
        <w:rPr>
          <w:rFonts w:eastAsia="Arial"/>
        </w:rPr>
        <w:t>s</w:t>
      </w:r>
      <w:r>
        <w:rPr>
          <w:rFonts w:eastAsia="Arial"/>
        </w:rPr>
        <w:t xml:space="preserve"> in a network topology diagram.</w:t>
      </w:r>
      <w:r w:rsidR="0053041D">
        <w:rPr>
          <w:rFonts w:eastAsia="Arial"/>
        </w:rPr>
        <w:t xml:space="preserve"> You will also enable or disable these discovery protocols as necessary.</w:t>
      </w:r>
    </w:p>
    <w:p w14:paraId="116A2416" w14:textId="77777777" w:rsidR="004B4636" w:rsidRDefault="004B4636" w:rsidP="004B4636">
      <w:pPr>
        <w:pStyle w:val="BodyTextL25"/>
        <w:rPr>
          <w:b/>
        </w:rPr>
      </w:pPr>
      <w:r>
        <w:rPr>
          <w:rFonts w:eastAsia="Arial"/>
          <w:b/>
        </w:rPr>
        <w:t>Note</w:t>
      </w:r>
      <w:r>
        <w:rPr>
          <w:rFonts w:eastAsia="Arial"/>
        </w:rPr>
        <w:t>: The routers used with CCNA hands-on labs are Cisco 1941 Integrated Services Routers (ISRs) with Cisco IOS Release 15.2(4</w:t>
      </w:r>
      <w:proofErr w:type="gramStart"/>
      <w:r>
        <w:rPr>
          <w:rFonts w:eastAsia="Arial"/>
        </w:rPr>
        <w:t>)M3</w:t>
      </w:r>
      <w:proofErr w:type="gramEnd"/>
      <w:r>
        <w:rPr>
          <w:rFonts w:eastAsia="Arial"/>
        </w:rPr>
        <w:t xml:space="preserve"> (universalk9 image). The switches used are Cisco Catalyst 2960s with Cisco IOS Release 15.0(2) (lanbasek9 image). Other routers, switches, and Cisco IOS versions can be used. </w:t>
      </w:r>
      <w:r>
        <w:rPr>
          <w:rFonts w:eastAsia="Arial"/>
        </w:rPr>
        <w:lastRenderedPageBreak/>
        <w:t>Depending on the model and Cisco IOS version, the commands available and the output produced might vary from what is shown in the labs. Refer to the Router Interface Summary Table at the end of this lab for the correct interface identifiers.</w:t>
      </w:r>
    </w:p>
    <w:p w14:paraId="2FF71E42" w14:textId="77777777" w:rsidR="004B4636" w:rsidRDefault="004B4636" w:rsidP="004B4636">
      <w:pPr>
        <w:pStyle w:val="BodyTextL25"/>
      </w:pPr>
      <w:r>
        <w:rPr>
          <w:b/>
        </w:rPr>
        <w:t>Note</w:t>
      </w:r>
      <w:r>
        <w:t>: Make sure that the routers and switches have been erased and have no startup configurations. If you are unsure, contact your instructor.</w:t>
      </w:r>
    </w:p>
    <w:p w14:paraId="4E55FE59" w14:textId="77777777" w:rsidR="007D2AFE" w:rsidRDefault="007D2AFE" w:rsidP="003C08AA">
      <w:pPr>
        <w:pStyle w:val="LabSection"/>
      </w:pPr>
      <w:bookmarkStart w:id="0" w:name="_GoBack"/>
      <w:bookmarkEnd w:id="0"/>
      <w:r>
        <w:t>Required R</w:t>
      </w:r>
      <w:r w:rsidR="006E6581">
        <w:t>esources</w:t>
      </w:r>
    </w:p>
    <w:p w14:paraId="540B7A24" w14:textId="77777777" w:rsidR="006B6671" w:rsidRDefault="006B6671" w:rsidP="006B6671">
      <w:pPr>
        <w:pStyle w:val="Bulletlevel1"/>
      </w:pPr>
      <w:r>
        <w:t>1 Router (Cisco 1941 with Cisco IOS Release 15.2(4)M3 universal image or comparable)</w:t>
      </w:r>
    </w:p>
    <w:p w14:paraId="5759A0CD" w14:textId="77777777" w:rsidR="00CD7F73" w:rsidRDefault="00F1713E" w:rsidP="00CD7F73">
      <w:pPr>
        <w:pStyle w:val="Bulletlevel1"/>
      </w:pPr>
      <w:r>
        <w:t>3</w:t>
      </w:r>
      <w:r w:rsidR="00CD7F73">
        <w:t xml:space="preserve"> Switch</w:t>
      </w:r>
      <w:r>
        <w:t>es</w:t>
      </w:r>
      <w:r w:rsidR="00CD7F73">
        <w:t xml:space="preserve"> (Cisco 2960 with Cisco IOS Release 15.0(2) lanbasek9 image or comparable)</w:t>
      </w:r>
    </w:p>
    <w:p w14:paraId="247ABDA1"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13C98536" w14:textId="77777777" w:rsidR="008D7F09" w:rsidRDefault="008D7F09" w:rsidP="00CD7F73">
      <w:pPr>
        <w:pStyle w:val="Bulletlevel1"/>
      </w:pPr>
      <w:r>
        <w:t>Ethernet cables as shown in the topology</w:t>
      </w:r>
    </w:p>
    <w:p w14:paraId="3508132D" w14:textId="77777777" w:rsidR="00C96FC2" w:rsidRPr="004C0909" w:rsidRDefault="00C96FC2" w:rsidP="00C96FC2">
      <w:pPr>
        <w:pStyle w:val="PartHead"/>
      </w:pPr>
      <w:r>
        <w:t>Build the Network and Configure Basic Device Settings</w:t>
      </w:r>
    </w:p>
    <w:p w14:paraId="11D485C9" w14:textId="77777777" w:rsidR="00C96FC2" w:rsidRDefault="00C96FC2" w:rsidP="00C96FC2">
      <w:pPr>
        <w:pStyle w:val="BodyTextL25"/>
      </w:pPr>
      <w:r>
        <w:t xml:space="preserve">In Part 1, you will set up the network topology and configure basic settings on the </w:t>
      </w:r>
      <w:r w:rsidR="00560739">
        <w:t xml:space="preserve">router and </w:t>
      </w:r>
      <w:r>
        <w:t>switches.</w:t>
      </w:r>
    </w:p>
    <w:p w14:paraId="211D1ABB" w14:textId="77777777" w:rsidR="00C96FC2" w:rsidRDefault="00C96FC2" w:rsidP="00C96FC2">
      <w:pPr>
        <w:pStyle w:val="StepHead"/>
      </w:pPr>
      <w:r>
        <w:t>Cable the network as shown in the topology.</w:t>
      </w:r>
    </w:p>
    <w:p w14:paraId="74973FF0" w14:textId="77777777" w:rsidR="006B347D" w:rsidRDefault="00560739" w:rsidP="00560739">
      <w:pPr>
        <w:pStyle w:val="BodyTextL25"/>
      </w:pPr>
      <w:r>
        <w:t xml:space="preserve">The Ethernet ports used on the switches are not specified in the topology. You may choose to use any Ethernet </w:t>
      </w:r>
      <w:r w:rsidR="008711AC">
        <w:t>ports to cable the switches</w:t>
      </w:r>
      <w:r>
        <w:t xml:space="preserve"> as shown in the topology diagram</w:t>
      </w:r>
      <w:r w:rsidR="008711AC">
        <w:t>.</w:t>
      </w:r>
    </w:p>
    <w:p w14:paraId="697CC961" w14:textId="77777777" w:rsidR="00C96FC2" w:rsidRDefault="00C96FC2" w:rsidP="00C96FC2">
      <w:pPr>
        <w:pStyle w:val="StepHead"/>
      </w:pPr>
      <w:r>
        <w:t xml:space="preserve">Initialize and reload the </w:t>
      </w:r>
      <w:r w:rsidR="002639ED">
        <w:t>network devices</w:t>
      </w:r>
      <w:r>
        <w:t xml:space="preserve"> as necessary.</w:t>
      </w:r>
    </w:p>
    <w:p w14:paraId="73467D5B" w14:textId="717B95EA" w:rsidR="00E84B6D" w:rsidRDefault="00E84B6D" w:rsidP="00E84B6D">
      <w:pPr>
        <w:pStyle w:val="StepHead"/>
      </w:pPr>
      <w:r>
        <w:t>Configure basic device settings</w:t>
      </w:r>
      <w:r w:rsidR="00121FB4">
        <w:t xml:space="preserve"> for the switches</w:t>
      </w:r>
      <w:r>
        <w:t>.</w:t>
      </w:r>
    </w:p>
    <w:p w14:paraId="7243F435" w14:textId="77777777" w:rsidR="00E5136A" w:rsidRDefault="00E5136A" w:rsidP="00E5136A">
      <w:pPr>
        <w:pStyle w:val="SubStepAlpha"/>
      </w:pPr>
      <w:r>
        <w:t>Console into the device and enable privileged EXEC mode.</w:t>
      </w:r>
    </w:p>
    <w:p w14:paraId="33FC81AD" w14:textId="77777777" w:rsidR="00E5136A" w:rsidRDefault="00E5136A" w:rsidP="00E5136A">
      <w:pPr>
        <w:pStyle w:val="SubStepAlpha"/>
      </w:pPr>
      <w:r>
        <w:t>Enter configuration mode.</w:t>
      </w:r>
    </w:p>
    <w:p w14:paraId="79079D64" w14:textId="0745F3E5" w:rsidR="00E5136A" w:rsidRDefault="00E5136A" w:rsidP="00E5136A">
      <w:pPr>
        <w:pStyle w:val="SubStepAlpha"/>
      </w:pPr>
      <w:r>
        <w:t xml:space="preserve">Disable </w:t>
      </w:r>
      <w:r w:rsidR="00121FB4">
        <w:t>DNS lookup to prevent the switch</w:t>
      </w:r>
      <w:r>
        <w:t xml:space="preserve"> from attempting to translate incorrectly entered commands as though they were host names.</w:t>
      </w:r>
    </w:p>
    <w:p w14:paraId="342DF379" w14:textId="1E0B820F" w:rsidR="00E84B6D" w:rsidRDefault="00E84B6D" w:rsidP="00E84B6D">
      <w:pPr>
        <w:pStyle w:val="SubStepAlpha"/>
      </w:pPr>
      <w:r>
        <w:t>Confi</w:t>
      </w:r>
      <w:r w:rsidR="00121FB4">
        <w:t xml:space="preserve">gure the hostname </w:t>
      </w:r>
      <w:r>
        <w:t>according to the</w:t>
      </w:r>
      <w:r w:rsidR="00121FB4">
        <w:t xml:space="preserve"> </w:t>
      </w:r>
      <w:r w:rsidR="005341EE">
        <w:t>t</w:t>
      </w:r>
      <w:r w:rsidR="00121FB4">
        <w:t>opology</w:t>
      </w:r>
      <w:r w:rsidR="00E64B06">
        <w:t>.</w:t>
      </w:r>
    </w:p>
    <w:p w14:paraId="40405CBF" w14:textId="3754E7EC" w:rsidR="00E84B6D" w:rsidRDefault="00E84B6D" w:rsidP="00E84B6D">
      <w:pPr>
        <w:pStyle w:val="SubStepAlpha"/>
      </w:pPr>
      <w:r>
        <w:t xml:space="preserve">Verify </w:t>
      </w:r>
      <w:r w:rsidR="005341EE">
        <w:t xml:space="preserve">that </w:t>
      </w:r>
      <w:r>
        <w:t xml:space="preserve">the </w:t>
      </w:r>
      <w:proofErr w:type="spellStart"/>
      <w:r>
        <w:t>switchports</w:t>
      </w:r>
      <w:proofErr w:type="spellEnd"/>
      <w:r>
        <w:t xml:space="preserve"> with connected Ethernet cables are enabled.</w:t>
      </w:r>
    </w:p>
    <w:p w14:paraId="0032EA2D" w14:textId="77777777" w:rsidR="00E5136A" w:rsidRDefault="00E5136A" w:rsidP="00E5136A">
      <w:pPr>
        <w:pStyle w:val="SubStepAlpha"/>
      </w:pPr>
      <w:r>
        <w:t>Save the running configuration to the startup configuration file.</w:t>
      </w:r>
    </w:p>
    <w:p w14:paraId="5E503ED4" w14:textId="23C042FD" w:rsidR="00121FB4" w:rsidRDefault="00121FB4" w:rsidP="00121FB4">
      <w:pPr>
        <w:pStyle w:val="StepHead"/>
      </w:pPr>
      <w:r>
        <w:t>Configure basic device settings for the routers.</w:t>
      </w:r>
    </w:p>
    <w:p w14:paraId="478727A0" w14:textId="77777777" w:rsidR="00121FB4" w:rsidRDefault="00121FB4" w:rsidP="00121FB4">
      <w:pPr>
        <w:pStyle w:val="SubStepAlpha"/>
      </w:pPr>
      <w:r>
        <w:t>Console into the device and enable privileged EXEC mode.</w:t>
      </w:r>
    </w:p>
    <w:p w14:paraId="27081272" w14:textId="77777777" w:rsidR="00121FB4" w:rsidRDefault="00121FB4" w:rsidP="00121FB4">
      <w:pPr>
        <w:pStyle w:val="SubStepAlpha"/>
      </w:pPr>
      <w:r>
        <w:t>Enter configuration mode.</w:t>
      </w:r>
    </w:p>
    <w:p w14:paraId="6B9CA337" w14:textId="2F9FA69E" w:rsidR="00121FB4" w:rsidRDefault="00121FB4" w:rsidP="00121FB4">
      <w:pPr>
        <w:pStyle w:val="SubStepAlpha"/>
      </w:pPr>
      <w:r>
        <w:t>Copy and paste the following configurations into the routers.</w:t>
      </w:r>
    </w:p>
    <w:p w14:paraId="0B720111" w14:textId="6B8C6BEE" w:rsidR="00121FB4" w:rsidRDefault="00121FB4" w:rsidP="00121FB4">
      <w:pPr>
        <w:pStyle w:val="BodyTextL50"/>
        <w:rPr>
          <w:b/>
        </w:rPr>
      </w:pPr>
      <w:r w:rsidRPr="00121FB4">
        <w:rPr>
          <w:b/>
        </w:rPr>
        <w:t>ISP:</w:t>
      </w:r>
    </w:p>
    <w:p w14:paraId="00A7F5B1" w14:textId="23E5616E" w:rsidR="00121FB4" w:rsidRPr="00121FB4" w:rsidRDefault="00121FB4" w:rsidP="00121FB4">
      <w:pPr>
        <w:pStyle w:val="CMD"/>
      </w:pPr>
      <w:proofErr w:type="gramStart"/>
      <w:r w:rsidRPr="00121FB4">
        <w:t>hostname</w:t>
      </w:r>
      <w:proofErr w:type="gramEnd"/>
      <w:r w:rsidRPr="00121FB4">
        <w:t xml:space="preserve"> </w:t>
      </w:r>
      <w:r>
        <w:t>ISP</w:t>
      </w:r>
    </w:p>
    <w:p w14:paraId="46893DA0" w14:textId="77777777" w:rsidR="00121FB4" w:rsidRDefault="00121FB4" w:rsidP="00121FB4">
      <w:pPr>
        <w:pStyle w:val="CMD"/>
      </w:pPr>
      <w:proofErr w:type="gramStart"/>
      <w:r w:rsidRPr="00121FB4">
        <w:t>no</w:t>
      </w:r>
      <w:proofErr w:type="gramEnd"/>
      <w:r w:rsidRPr="00121FB4">
        <w:t xml:space="preserve"> </w:t>
      </w:r>
      <w:proofErr w:type="spellStart"/>
      <w:r w:rsidRPr="00121FB4">
        <w:t>ip</w:t>
      </w:r>
      <w:proofErr w:type="spellEnd"/>
      <w:r w:rsidRPr="00121FB4">
        <w:t xml:space="preserve"> domain lookup</w:t>
      </w:r>
    </w:p>
    <w:p w14:paraId="7B48388A" w14:textId="77777777" w:rsidR="00121FB4" w:rsidRDefault="00121FB4" w:rsidP="00121FB4">
      <w:pPr>
        <w:pStyle w:val="CMD"/>
      </w:pPr>
      <w:proofErr w:type="gramStart"/>
      <w:r>
        <w:t>interface</w:t>
      </w:r>
      <w:proofErr w:type="gramEnd"/>
      <w:r>
        <w:t xml:space="preserve"> Serial0/0/1</w:t>
      </w:r>
    </w:p>
    <w:p w14:paraId="4E8EE37C" w14:textId="5AA35A8C" w:rsidR="00121FB4" w:rsidRDefault="00121FB4" w:rsidP="00416BD7">
      <w:pPr>
        <w:pStyle w:val="CMD"/>
      </w:pPr>
      <w:r>
        <w:t xml:space="preserve"> </w:t>
      </w:r>
      <w:proofErr w:type="spellStart"/>
      <w:proofErr w:type="gramStart"/>
      <w:r>
        <w:t>ip</w:t>
      </w:r>
      <w:proofErr w:type="spellEnd"/>
      <w:proofErr w:type="gramEnd"/>
      <w:r>
        <w:t xml:space="preserve"> address 209.165.200.225 255.255.255.252</w:t>
      </w:r>
    </w:p>
    <w:p w14:paraId="29457852" w14:textId="6925A479" w:rsidR="001C2F56" w:rsidRDefault="001C2F56" w:rsidP="00121FB4">
      <w:pPr>
        <w:pStyle w:val="CMD"/>
      </w:pPr>
      <w:r>
        <w:t xml:space="preserve"> </w:t>
      </w:r>
      <w:proofErr w:type="gramStart"/>
      <w:r>
        <w:t>no</w:t>
      </w:r>
      <w:proofErr w:type="gramEnd"/>
      <w:r>
        <w:t xml:space="preserve"> shutdown</w:t>
      </w:r>
    </w:p>
    <w:p w14:paraId="0515785C" w14:textId="40AC989C" w:rsidR="00121FB4" w:rsidRDefault="00121FB4" w:rsidP="00562AFE">
      <w:pPr>
        <w:pStyle w:val="BodyTextL50"/>
        <w:keepNext/>
        <w:rPr>
          <w:b/>
        </w:rPr>
      </w:pPr>
      <w:r>
        <w:rPr>
          <w:b/>
        </w:rPr>
        <w:t>Gateway:</w:t>
      </w:r>
    </w:p>
    <w:p w14:paraId="23B70E4E" w14:textId="4E60A683" w:rsidR="00121FB4" w:rsidRPr="00121FB4" w:rsidRDefault="00121FB4" w:rsidP="00121FB4">
      <w:pPr>
        <w:pStyle w:val="CMD"/>
      </w:pPr>
      <w:proofErr w:type="gramStart"/>
      <w:r w:rsidRPr="00121FB4">
        <w:t>hostname</w:t>
      </w:r>
      <w:proofErr w:type="gramEnd"/>
      <w:r w:rsidRPr="00121FB4">
        <w:t xml:space="preserve"> Gateway</w:t>
      </w:r>
    </w:p>
    <w:p w14:paraId="1850B715" w14:textId="4E1A22CD" w:rsidR="00121FB4" w:rsidRDefault="00121FB4" w:rsidP="00121FB4">
      <w:pPr>
        <w:pStyle w:val="CMD"/>
      </w:pPr>
      <w:proofErr w:type="gramStart"/>
      <w:r w:rsidRPr="00121FB4">
        <w:lastRenderedPageBreak/>
        <w:t>no</w:t>
      </w:r>
      <w:proofErr w:type="gramEnd"/>
      <w:r w:rsidRPr="00121FB4">
        <w:t xml:space="preserve"> </w:t>
      </w:r>
      <w:proofErr w:type="spellStart"/>
      <w:r w:rsidRPr="00121FB4">
        <w:t>ip</w:t>
      </w:r>
      <w:proofErr w:type="spellEnd"/>
      <w:r w:rsidRPr="00121FB4">
        <w:t xml:space="preserve"> domain lookup</w:t>
      </w:r>
    </w:p>
    <w:p w14:paraId="0C43785F" w14:textId="77777777" w:rsidR="00121FB4" w:rsidRDefault="00121FB4" w:rsidP="00121FB4">
      <w:pPr>
        <w:pStyle w:val="CMD"/>
      </w:pPr>
      <w:proofErr w:type="gramStart"/>
      <w:r>
        <w:t>interface</w:t>
      </w:r>
      <w:proofErr w:type="gramEnd"/>
      <w:r>
        <w:t xml:space="preserve"> GigabitEthernet0/1</w:t>
      </w:r>
    </w:p>
    <w:p w14:paraId="136D90C2" w14:textId="77777777" w:rsidR="00121FB4" w:rsidRDefault="00121FB4" w:rsidP="00121FB4">
      <w:pPr>
        <w:pStyle w:val="CMD"/>
      </w:pPr>
      <w:r>
        <w:t xml:space="preserve"> </w:t>
      </w:r>
      <w:proofErr w:type="spellStart"/>
      <w:proofErr w:type="gramStart"/>
      <w:r>
        <w:t>ip</w:t>
      </w:r>
      <w:proofErr w:type="spellEnd"/>
      <w:proofErr w:type="gramEnd"/>
      <w:r>
        <w:t xml:space="preserve"> address 192.168.1.254 255.255.255.0</w:t>
      </w:r>
    </w:p>
    <w:p w14:paraId="5BB6014A" w14:textId="6D571773" w:rsidR="00121FB4" w:rsidRDefault="00121FB4" w:rsidP="00121FB4">
      <w:pPr>
        <w:pStyle w:val="CMD"/>
      </w:pPr>
      <w:r>
        <w:t xml:space="preserve"> </w:t>
      </w:r>
      <w:proofErr w:type="spellStart"/>
      <w:proofErr w:type="gramStart"/>
      <w:r>
        <w:t>ip</w:t>
      </w:r>
      <w:proofErr w:type="spellEnd"/>
      <w:proofErr w:type="gramEnd"/>
      <w:r>
        <w:t xml:space="preserve"> </w:t>
      </w:r>
      <w:proofErr w:type="spellStart"/>
      <w:r>
        <w:t>nat</w:t>
      </w:r>
      <w:proofErr w:type="spellEnd"/>
      <w:r>
        <w:t xml:space="preserve"> inside</w:t>
      </w:r>
    </w:p>
    <w:p w14:paraId="412B80BA" w14:textId="4C1F4D29" w:rsidR="00121FB4" w:rsidRDefault="00121FB4" w:rsidP="00121FB4">
      <w:pPr>
        <w:pStyle w:val="CMD"/>
      </w:pPr>
      <w:r>
        <w:t xml:space="preserve"> </w:t>
      </w:r>
      <w:proofErr w:type="gramStart"/>
      <w:r>
        <w:t>no</w:t>
      </w:r>
      <w:proofErr w:type="gramEnd"/>
      <w:r>
        <w:t xml:space="preserve"> shutdown</w:t>
      </w:r>
    </w:p>
    <w:p w14:paraId="6D81F124" w14:textId="77777777" w:rsidR="00121FB4" w:rsidRDefault="00121FB4" w:rsidP="00121FB4">
      <w:pPr>
        <w:pStyle w:val="CMD"/>
      </w:pPr>
      <w:proofErr w:type="gramStart"/>
      <w:r>
        <w:t>interface</w:t>
      </w:r>
      <w:proofErr w:type="gramEnd"/>
      <w:r>
        <w:t xml:space="preserve"> Serial0/0/1</w:t>
      </w:r>
    </w:p>
    <w:p w14:paraId="2D0CF6C7" w14:textId="77777777" w:rsidR="00121FB4" w:rsidRDefault="00121FB4" w:rsidP="00121FB4">
      <w:pPr>
        <w:pStyle w:val="CMD"/>
      </w:pPr>
      <w:r>
        <w:t xml:space="preserve"> </w:t>
      </w:r>
      <w:proofErr w:type="spellStart"/>
      <w:proofErr w:type="gramStart"/>
      <w:r>
        <w:t>ip</w:t>
      </w:r>
      <w:proofErr w:type="spellEnd"/>
      <w:proofErr w:type="gramEnd"/>
      <w:r>
        <w:t xml:space="preserve"> address 209.165.200.226 255.255.255.252</w:t>
      </w:r>
    </w:p>
    <w:p w14:paraId="3CF6336A" w14:textId="6563FE24" w:rsidR="00121FB4" w:rsidRDefault="00121FB4" w:rsidP="00121FB4">
      <w:pPr>
        <w:pStyle w:val="CMD"/>
      </w:pPr>
      <w:r>
        <w:t xml:space="preserve"> </w:t>
      </w:r>
      <w:proofErr w:type="spellStart"/>
      <w:proofErr w:type="gramStart"/>
      <w:r>
        <w:t>ip</w:t>
      </w:r>
      <w:proofErr w:type="spellEnd"/>
      <w:proofErr w:type="gramEnd"/>
      <w:r>
        <w:t xml:space="preserve"> </w:t>
      </w:r>
      <w:proofErr w:type="spellStart"/>
      <w:r>
        <w:t>nat</w:t>
      </w:r>
      <w:proofErr w:type="spellEnd"/>
      <w:r>
        <w:t xml:space="preserve"> outside</w:t>
      </w:r>
    </w:p>
    <w:p w14:paraId="4819A0B7" w14:textId="5B5FDDD2" w:rsidR="00121FB4" w:rsidRDefault="00121FB4" w:rsidP="00121FB4">
      <w:pPr>
        <w:pStyle w:val="CMD"/>
      </w:pPr>
      <w:r>
        <w:t xml:space="preserve"> </w:t>
      </w:r>
      <w:proofErr w:type="gramStart"/>
      <w:r>
        <w:t>no</w:t>
      </w:r>
      <w:proofErr w:type="gramEnd"/>
      <w:r>
        <w:t xml:space="preserve"> shutdown</w:t>
      </w:r>
    </w:p>
    <w:p w14:paraId="22439FF4" w14:textId="77777777" w:rsidR="00121FB4" w:rsidRDefault="00121FB4" w:rsidP="00121FB4">
      <w:pPr>
        <w:pStyle w:val="CMD"/>
      </w:pPr>
      <w:proofErr w:type="spellStart"/>
      <w:proofErr w:type="gramStart"/>
      <w:r>
        <w:t>ip</w:t>
      </w:r>
      <w:proofErr w:type="spellEnd"/>
      <w:proofErr w:type="gramEnd"/>
      <w:r>
        <w:t xml:space="preserve"> </w:t>
      </w:r>
      <w:proofErr w:type="spellStart"/>
      <w:r>
        <w:t>nat</w:t>
      </w:r>
      <w:proofErr w:type="spellEnd"/>
      <w:r>
        <w:t xml:space="preserve"> inside source list 1 interface Serial0/0/1 overload</w:t>
      </w:r>
    </w:p>
    <w:p w14:paraId="1A376D11" w14:textId="5DC0F549" w:rsidR="00121FB4" w:rsidRDefault="00121FB4" w:rsidP="00121FB4">
      <w:pPr>
        <w:pStyle w:val="CMD"/>
      </w:pPr>
      <w:proofErr w:type="gramStart"/>
      <w:r>
        <w:t>access-list</w:t>
      </w:r>
      <w:proofErr w:type="gramEnd"/>
      <w:r>
        <w:t xml:space="preserve"> 1 permit 192.168.1.0 0.0.0.255</w:t>
      </w:r>
    </w:p>
    <w:p w14:paraId="64F6776B" w14:textId="588242FD" w:rsidR="00121FB4" w:rsidRDefault="00121FB4" w:rsidP="00121FB4">
      <w:pPr>
        <w:pStyle w:val="SubStepAlpha"/>
      </w:pPr>
      <w:r>
        <w:t>Save the running configuration to the startup configuration file.</w:t>
      </w:r>
    </w:p>
    <w:p w14:paraId="3C4E6B35" w14:textId="77777777" w:rsidR="006B6671" w:rsidRDefault="00A52F8D" w:rsidP="00A52F8D">
      <w:pPr>
        <w:pStyle w:val="PartHead"/>
      </w:pPr>
      <w:r>
        <w:t>Network Discovery with CDP</w:t>
      </w:r>
    </w:p>
    <w:p w14:paraId="2773A633" w14:textId="57725F37" w:rsidR="00CA3DC7" w:rsidRDefault="00560739" w:rsidP="00CA3DC7">
      <w:pPr>
        <w:pStyle w:val="BodyTextL25"/>
      </w:pPr>
      <w:r>
        <w:t xml:space="preserve">On Cisco devices, CDP is enabled by default. </w:t>
      </w:r>
      <w:r w:rsidR="008711AC">
        <w:t xml:space="preserve">You will use CDP to </w:t>
      </w:r>
      <w:r w:rsidR="00CA3DC7">
        <w:t xml:space="preserve">discover the ports that </w:t>
      </w:r>
      <w:r w:rsidR="00726F30">
        <w:t xml:space="preserve">are </w:t>
      </w:r>
      <w:r w:rsidR="00CA3DC7">
        <w:t>currently connected.</w:t>
      </w:r>
    </w:p>
    <w:p w14:paraId="2FFB3693" w14:textId="77777777" w:rsidR="00A52F8D" w:rsidRDefault="00E84B6D" w:rsidP="00A52F8D">
      <w:pPr>
        <w:pStyle w:val="SubStepAlpha"/>
      </w:pPr>
      <w:r>
        <w:t xml:space="preserve">On </w:t>
      </w:r>
      <w:r w:rsidR="00CA694E">
        <w:t xml:space="preserve">router Gateway, enter the </w:t>
      </w:r>
      <w:r w:rsidR="00CA694E">
        <w:rPr>
          <w:b/>
        </w:rPr>
        <w:t xml:space="preserve">show </w:t>
      </w:r>
      <w:proofErr w:type="spellStart"/>
      <w:r w:rsidR="00CA694E">
        <w:rPr>
          <w:b/>
        </w:rPr>
        <w:t>cdp</w:t>
      </w:r>
      <w:proofErr w:type="spellEnd"/>
      <w:r w:rsidR="00CA694E">
        <w:rPr>
          <w:b/>
        </w:rPr>
        <w:t xml:space="preserve"> </w:t>
      </w:r>
      <w:r w:rsidR="00CA694E">
        <w:t>command</w:t>
      </w:r>
      <w:r w:rsidR="00CA3DC7">
        <w:t xml:space="preserve"> </w:t>
      </w:r>
      <w:r>
        <w:t xml:space="preserve">in the privileged EXEC mode </w:t>
      </w:r>
      <w:r w:rsidR="00CA3DC7">
        <w:t>to verify that CDP is currently enabled on router Gateway.</w:t>
      </w:r>
    </w:p>
    <w:p w14:paraId="53696E88" w14:textId="77777777" w:rsidR="00BE2FC8" w:rsidRDefault="00BE2FC8" w:rsidP="00BE2FC8">
      <w:pPr>
        <w:pStyle w:val="CMD"/>
      </w:pPr>
      <w:r>
        <w:t xml:space="preserve">Gateway# </w:t>
      </w:r>
      <w:r w:rsidRPr="00BE2FC8">
        <w:rPr>
          <w:b/>
        </w:rPr>
        <w:t xml:space="preserve">show </w:t>
      </w:r>
      <w:proofErr w:type="spellStart"/>
      <w:r w:rsidRPr="00BE2FC8">
        <w:rPr>
          <w:b/>
        </w:rPr>
        <w:t>cdp</w:t>
      </w:r>
      <w:proofErr w:type="spellEnd"/>
    </w:p>
    <w:p w14:paraId="0EC23C0A" w14:textId="77777777" w:rsidR="00BE2FC8" w:rsidRDefault="00BE2FC8" w:rsidP="00BE2FC8">
      <w:pPr>
        <w:pStyle w:val="CMD"/>
      </w:pPr>
      <w:r>
        <w:t>Global CDP information:</w:t>
      </w:r>
    </w:p>
    <w:p w14:paraId="4C85FCEF" w14:textId="77777777" w:rsidR="00BE2FC8" w:rsidRDefault="00BE2FC8" w:rsidP="00BE2FC8">
      <w:pPr>
        <w:pStyle w:val="CMD"/>
      </w:pPr>
      <w:r>
        <w:t xml:space="preserve">        Sending CDP packets every 60 seconds</w:t>
      </w:r>
    </w:p>
    <w:p w14:paraId="4B454A98" w14:textId="77777777" w:rsidR="00BE2FC8" w:rsidRDefault="00BE2FC8" w:rsidP="00BE2FC8">
      <w:pPr>
        <w:pStyle w:val="CMD"/>
      </w:pPr>
      <w:r>
        <w:t xml:space="preserve">        Sending a </w:t>
      </w:r>
      <w:proofErr w:type="spellStart"/>
      <w:r>
        <w:t>holdtime</w:t>
      </w:r>
      <w:proofErr w:type="spellEnd"/>
      <w:r>
        <w:t xml:space="preserve"> value of 180 seconds</w:t>
      </w:r>
    </w:p>
    <w:p w14:paraId="3C4B8708" w14:textId="77777777" w:rsidR="00BE2FC8" w:rsidRDefault="00BE2FC8" w:rsidP="00BE2FC8">
      <w:pPr>
        <w:pStyle w:val="CMD"/>
      </w:pPr>
      <w:r>
        <w:t xml:space="preserve">        Sending CDPv2 advertisements </w:t>
      </w:r>
      <w:proofErr w:type="gramStart"/>
      <w:r>
        <w:t>is  enabled</w:t>
      </w:r>
      <w:proofErr w:type="gramEnd"/>
    </w:p>
    <w:p w14:paraId="38880144" w14:textId="4F521130" w:rsidR="00CA694E" w:rsidRDefault="00CA3DC7" w:rsidP="00CA3DC7">
      <w:pPr>
        <w:pStyle w:val="BodyTextL50"/>
        <w:keepNext/>
      </w:pPr>
      <w:r>
        <w:t>How often are CDP packets sen</w:t>
      </w:r>
      <w:r w:rsidR="005341EE">
        <w:t>t</w:t>
      </w:r>
      <w:r>
        <w:t>?</w:t>
      </w:r>
    </w:p>
    <w:p w14:paraId="54A572DB" w14:textId="77777777" w:rsidR="00CA3DC7" w:rsidRDefault="00CA3DC7" w:rsidP="00CA3DC7">
      <w:pPr>
        <w:pStyle w:val="BodyTextL50"/>
      </w:pPr>
      <w:r>
        <w:t>____________________________________________________________________________________</w:t>
      </w:r>
    </w:p>
    <w:p w14:paraId="324669BE" w14:textId="5020FC1D" w:rsidR="00844132" w:rsidRDefault="00844132" w:rsidP="00844132">
      <w:pPr>
        <w:pStyle w:val="BodyTextL50"/>
      </w:pPr>
      <w:r>
        <w:t>If CDP is</w:t>
      </w:r>
      <w:r w:rsidR="00364B41">
        <w:t xml:space="preserve"> disabled on Gateway, enable CDP</w:t>
      </w:r>
      <w:r>
        <w:t xml:space="preserve"> by issuing the </w:t>
      </w:r>
      <w:proofErr w:type="spellStart"/>
      <w:r>
        <w:rPr>
          <w:b/>
        </w:rPr>
        <w:t>cdp</w:t>
      </w:r>
      <w:proofErr w:type="spellEnd"/>
      <w:r>
        <w:rPr>
          <w:b/>
        </w:rPr>
        <w:t xml:space="preserve"> run </w:t>
      </w:r>
      <w:r>
        <w:t>command in the global configuration mode.</w:t>
      </w:r>
    </w:p>
    <w:p w14:paraId="712C3E15" w14:textId="61943883" w:rsidR="00844132" w:rsidRDefault="00844132" w:rsidP="00844132">
      <w:pPr>
        <w:pStyle w:val="CMD"/>
        <w:rPr>
          <w:b/>
        </w:rPr>
      </w:pPr>
      <w:proofErr w:type="gramStart"/>
      <w:r w:rsidRPr="00844132">
        <w:t>Gateway(</w:t>
      </w:r>
      <w:proofErr w:type="spellStart"/>
      <w:proofErr w:type="gramEnd"/>
      <w:r w:rsidRPr="00844132">
        <w:t>config</w:t>
      </w:r>
      <w:proofErr w:type="spellEnd"/>
      <w:r w:rsidRPr="00844132">
        <w:t xml:space="preserve">)# </w:t>
      </w:r>
      <w:proofErr w:type="spellStart"/>
      <w:r w:rsidRPr="00844132">
        <w:rPr>
          <w:b/>
        </w:rPr>
        <w:t>cdp</w:t>
      </w:r>
      <w:proofErr w:type="spellEnd"/>
      <w:r w:rsidRPr="00844132">
        <w:rPr>
          <w:b/>
        </w:rPr>
        <w:t xml:space="preserve"> run</w:t>
      </w:r>
    </w:p>
    <w:p w14:paraId="29A3B7BD" w14:textId="2A0E2EBC" w:rsidR="00844132" w:rsidRPr="00844132" w:rsidRDefault="00844132" w:rsidP="00844132">
      <w:pPr>
        <w:pStyle w:val="CMD"/>
      </w:pPr>
      <w:proofErr w:type="gramStart"/>
      <w:r w:rsidRPr="00844132">
        <w:t>Gateway(</w:t>
      </w:r>
      <w:proofErr w:type="spellStart"/>
      <w:proofErr w:type="gramEnd"/>
      <w:r w:rsidRPr="00844132">
        <w:t>config</w:t>
      </w:r>
      <w:proofErr w:type="spellEnd"/>
      <w:r w:rsidRPr="00844132">
        <w:t xml:space="preserve">)# </w:t>
      </w:r>
      <w:r>
        <w:rPr>
          <w:b/>
        </w:rPr>
        <w:t>end</w:t>
      </w:r>
    </w:p>
    <w:p w14:paraId="7D2AA2D5" w14:textId="1515DF18" w:rsidR="00CD6DE6" w:rsidRDefault="00844132" w:rsidP="00A52F8D">
      <w:pPr>
        <w:pStyle w:val="SubStepAlpha"/>
      </w:pPr>
      <w:r>
        <w:t xml:space="preserve">Issue the </w:t>
      </w:r>
      <w:r>
        <w:rPr>
          <w:b/>
        </w:rPr>
        <w:t xml:space="preserve">show </w:t>
      </w:r>
      <w:proofErr w:type="spellStart"/>
      <w:r>
        <w:rPr>
          <w:b/>
        </w:rPr>
        <w:t>cdp</w:t>
      </w:r>
      <w:proofErr w:type="spellEnd"/>
      <w:r>
        <w:rPr>
          <w:b/>
        </w:rPr>
        <w:t xml:space="preserve"> inter</w:t>
      </w:r>
      <w:r w:rsidR="001C2F56">
        <w:rPr>
          <w:b/>
        </w:rPr>
        <w:t>f</w:t>
      </w:r>
      <w:r>
        <w:rPr>
          <w:b/>
        </w:rPr>
        <w:t>ace</w:t>
      </w:r>
      <w:r>
        <w:t xml:space="preserve"> to list the interfaces that are participating in CDP advertisements.</w:t>
      </w:r>
    </w:p>
    <w:p w14:paraId="67B5D131" w14:textId="77777777" w:rsidR="00351315" w:rsidRDefault="00351315" w:rsidP="00351315">
      <w:pPr>
        <w:pStyle w:val="CMD"/>
      </w:pPr>
      <w:r>
        <w:t xml:space="preserve">Gateway# </w:t>
      </w:r>
      <w:r w:rsidRPr="006D4B0D">
        <w:rPr>
          <w:b/>
        </w:rPr>
        <w:t xml:space="preserve">show </w:t>
      </w:r>
      <w:proofErr w:type="spellStart"/>
      <w:r w:rsidRPr="006D4B0D">
        <w:rPr>
          <w:b/>
        </w:rPr>
        <w:t>cdp</w:t>
      </w:r>
      <w:proofErr w:type="spellEnd"/>
      <w:r w:rsidRPr="006D4B0D">
        <w:rPr>
          <w:b/>
        </w:rPr>
        <w:t xml:space="preserve"> interface</w:t>
      </w:r>
    </w:p>
    <w:p w14:paraId="410BC754" w14:textId="77777777" w:rsidR="00844132" w:rsidRPr="00844132" w:rsidRDefault="00844132" w:rsidP="00844132">
      <w:pPr>
        <w:pStyle w:val="CMD"/>
      </w:pPr>
      <w:r w:rsidRPr="00844132">
        <w:t>Embedded-Service-Engine0/0 is administratively down, line protocol is down</w:t>
      </w:r>
    </w:p>
    <w:p w14:paraId="7BEAAC5E" w14:textId="77777777" w:rsidR="00844132" w:rsidRPr="00844132" w:rsidRDefault="00844132" w:rsidP="00844132">
      <w:pPr>
        <w:pStyle w:val="CMD"/>
      </w:pPr>
      <w:r w:rsidRPr="00844132">
        <w:t xml:space="preserve">  Encapsulation ARPA</w:t>
      </w:r>
    </w:p>
    <w:p w14:paraId="74E37D98" w14:textId="77777777" w:rsidR="00844132" w:rsidRPr="00844132" w:rsidRDefault="00844132" w:rsidP="00844132">
      <w:pPr>
        <w:pStyle w:val="CMD"/>
      </w:pPr>
      <w:r w:rsidRPr="00844132">
        <w:t xml:space="preserve">  Sending CDP packets every 60 seconds</w:t>
      </w:r>
    </w:p>
    <w:p w14:paraId="56561C57" w14:textId="77777777" w:rsidR="00844132" w:rsidRPr="00844132" w:rsidRDefault="00844132" w:rsidP="00844132">
      <w:pPr>
        <w:pStyle w:val="CMD"/>
      </w:pPr>
      <w:r w:rsidRPr="00844132">
        <w:t xml:space="preserve">  </w:t>
      </w:r>
      <w:proofErr w:type="spellStart"/>
      <w:r w:rsidRPr="00844132">
        <w:t>Holdtime</w:t>
      </w:r>
      <w:proofErr w:type="spellEnd"/>
      <w:r w:rsidRPr="00844132">
        <w:t xml:space="preserve"> is 180 seconds</w:t>
      </w:r>
    </w:p>
    <w:p w14:paraId="408A13A4" w14:textId="77777777" w:rsidR="00844132" w:rsidRPr="00844132" w:rsidRDefault="00844132" w:rsidP="00844132">
      <w:pPr>
        <w:pStyle w:val="CMD"/>
      </w:pPr>
      <w:r w:rsidRPr="00844132">
        <w:t>GigabitEthernet0/0 is administratively down, line protocol is down</w:t>
      </w:r>
    </w:p>
    <w:p w14:paraId="0C2052D9" w14:textId="77777777" w:rsidR="00844132" w:rsidRPr="00844132" w:rsidRDefault="00844132" w:rsidP="00844132">
      <w:pPr>
        <w:pStyle w:val="CMD"/>
      </w:pPr>
      <w:r w:rsidRPr="00844132">
        <w:t xml:space="preserve">  Encapsulation ARPA</w:t>
      </w:r>
    </w:p>
    <w:p w14:paraId="4F170142" w14:textId="77777777" w:rsidR="00844132" w:rsidRPr="00844132" w:rsidRDefault="00844132" w:rsidP="00844132">
      <w:pPr>
        <w:pStyle w:val="CMD"/>
      </w:pPr>
      <w:r w:rsidRPr="00844132">
        <w:t xml:space="preserve">  Sending CDP packets every 60 seconds</w:t>
      </w:r>
    </w:p>
    <w:p w14:paraId="4098242F" w14:textId="77777777" w:rsidR="00844132" w:rsidRPr="00844132" w:rsidRDefault="00844132" w:rsidP="00844132">
      <w:pPr>
        <w:pStyle w:val="CMD"/>
      </w:pPr>
      <w:r w:rsidRPr="00844132">
        <w:t xml:space="preserve">  </w:t>
      </w:r>
      <w:proofErr w:type="spellStart"/>
      <w:r w:rsidRPr="00844132">
        <w:t>Holdtime</w:t>
      </w:r>
      <w:proofErr w:type="spellEnd"/>
      <w:r w:rsidRPr="00844132">
        <w:t xml:space="preserve"> is 180 seconds</w:t>
      </w:r>
    </w:p>
    <w:p w14:paraId="27B0E56F" w14:textId="77777777" w:rsidR="00844132" w:rsidRPr="00844132" w:rsidRDefault="00844132" w:rsidP="00844132">
      <w:pPr>
        <w:pStyle w:val="CMD"/>
      </w:pPr>
      <w:r w:rsidRPr="00844132">
        <w:t>GigabitEthernet0/1 is up, line protocol is up</w:t>
      </w:r>
    </w:p>
    <w:p w14:paraId="485E9C4E" w14:textId="77777777" w:rsidR="00844132" w:rsidRPr="00844132" w:rsidRDefault="00844132" w:rsidP="00844132">
      <w:pPr>
        <w:pStyle w:val="CMD"/>
      </w:pPr>
      <w:r w:rsidRPr="00844132">
        <w:t xml:space="preserve">  Encapsulation ARPA</w:t>
      </w:r>
    </w:p>
    <w:p w14:paraId="709F3306" w14:textId="77777777" w:rsidR="00844132" w:rsidRPr="00844132" w:rsidRDefault="00844132" w:rsidP="00844132">
      <w:pPr>
        <w:pStyle w:val="CMD"/>
      </w:pPr>
      <w:r w:rsidRPr="00844132">
        <w:t xml:space="preserve">  Sending CDP packets every 60 seconds</w:t>
      </w:r>
    </w:p>
    <w:p w14:paraId="26757374" w14:textId="77777777" w:rsidR="00844132" w:rsidRPr="00844132" w:rsidRDefault="00844132" w:rsidP="00844132">
      <w:pPr>
        <w:pStyle w:val="CMD"/>
      </w:pPr>
      <w:r w:rsidRPr="00844132">
        <w:t xml:space="preserve">  </w:t>
      </w:r>
      <w:proofErr w:type="spellStart"/>
      <w:r w:rsidRPr="00844132">
        <w:t>Holdtime</w:t>
      </w:r>
      <w:proofErr w:type="spellEnd"/>
      <w:r w:rsidRPr="00844132">
        <w:t xml:space="preserve"> is 180 seconds</w:t>
      </w:r>
    </w:p>
    <w:p w14:paraId="02DAEFCD" w14:textId="77777777" w:rsidR="00844132" w:rsidRPr="00844132" w:rsidRDefault="00844132" w:rsidP="00844132">
      <w:pPr>
        <w:pStyle w:val="CMD"/>
      </w:pPr>
      <w:r w:rsidRPr="00844132">
        <w:lastRenderedPageBreak/>
        <w:t>Serial0/0/0 is administratively down, line protocol is down</w:t>
      </w:r>
    </w:p>
    <w:p w14:paraId="242E49F7" w14:textId="77777777" w:rsidR="00844132" w:rsidRPr="00844132" w:rsidRDefault="00844132" w:rsidP="00844132">
      <w:pPr>
        <w:pStyle w:val="CMD"/>
      </w:pPr>
      <w:r w:rsidRPr="00844132">
        <w:t xml:space="preserve">  Encapsulation HDLC</w:t>
      </w:r>
    </w:p>
    <w:p w14:paraId="1ED84EF1" w14:textId="77777777" w:rsidR="00844132" w:rsidRPr="00844132" w:rsidRDefault="00844132" w:rsidP="00844132">
      <w:pPr>
        <w:pStyle w:val="CMD"/>
      </w:pPr>
      <w:r w:rsidRPr="00844132">
        <w:t xml:space="preserve">  Sending CDP packets every 60 seconds</w:t>
      </w:r>
    </w:p>
    <w:p w14:paraId="6B594598" w14:textId="77777777" w:rsidR="00844132" w:rsidRPr="00844132" w:rsidRDefault="00844132" w:rsidP="00844132">
      <w:pPr>
        <w:pStyle w:val="CMD"/>
      </w:pPr>
      <w:r w:rsidRPr="00844132">
        <w:t xml:space="preserve">  </w:t>
      </w:r>
      <w:proofErr w:type="spellStart"/>
      <w:r w:rsidRPr="00844132">
        <w:t>Holdtime</w:t>
      </w:r>
      <w:proofErr w:type="spellEnd"/>
      <w:r w:rsidRPr="00844132">
        <w:t xml:space="preserve"> is 180 seconds</w:t>
      </w:r>
    </w:p>
    <w:p w14:paraId="5ACFD473" w14:textId="77777777" w:rsidR="00844132" w:rsidRPr="00844132" w:rsidRDefault="00844132" w:rsidP="00844132">
      <w:pPr>
        <w:pStyle w:val="CMD"/>
      </w:pPr>
      <w:r w:rsidRPr="00844132">
        <w:t>Serial0/0/1 is up, line protocol is up</w:t>
      </w:r>
    </w:p>
    <w:p w14:paraId="72161FE8" w14:textId="77777777" w:rsidR="00844132" w:rsidRPr="00844132" w:rsidRDefault="00844132" w:rsidP="00844132">
      <w:pPr>
        <w:pStyle w:val="CMD"/>
      </w:pPr>
      <w:r w:rsidRPr="00844132">
        <w:t xml:space="preserve">  Encapsulation HDLC</w:t>
      </w:r>
    </w:p>
    <w:p w14:paraId="55D30935" w14:textId="77777777" w:rsidR="00844132" w:rsidRPr="00844132" w:rsidRDefault="00844132" w:rsidP="00844132">
      <w:pPr>
        <w:pStyle w:val="CMD"/>
      </w:pPr>
      <w:r w:rsidRPr="00844132">
        <w:t xml:space="preserve">  Sending CDP packets every 60 seconds</w:t>
      </w:r>
    </w:p>
    <w:p w14:paraId="6EE93C75" w14:textId="648F49E8" w:rsidR="00844132" w:rsidRDefault="00844132" w:rsidP="00844132">
      <w:pPr>
        <w:pStyle w:val="CMD"/>
      </w:pPr>
      <w:r w:rsidRPr="00844132">
        <w:t xml:space="preserve">  </w:t>
      </w:r>
      <w:proofErr w:type="spellStart"/>
      <w:r w:rsidRPr="00844132">
        <w:t>Holdtime</w:t>
      </w:r>
      <w:proofErr w:type="spellEnd"/>
      <w:r w:rsidRPr="00844132">
        <w:t xml:space="preserve"> is 180 seconds</w:t>
      </w:r>
    </w:p>
    <w:p w14:paraId="6813357A" w14:textId="77777777" w:rsidR="00844132" w:rsidRPr="00844132" w:rsidRDefault="00844132" w:rsidP="00844132">
      <w:pPr>
        <w:pStyle w:val="CMD"/>
      </w:pPr>
    </w:p>
    <w:p w14:paraId="04C14979" w14:textId="77777777" w:rsidR="00844132" w:rsidRPr="00844132" w:rsidRDefault="00844132" w:rsidP="00844132">
      <w:pPr>
        <w:pStyle w:val="CMD"/>
      </w:pPr>
      <w:r w:rsidRPr="00844132">
        <w:t xml:space="preserve"> </w:t>
      </w:r>
      <w:proofErr w:type="spellStart"/>
      <w:r w:rsidRPr="00844132">
        <w:t>cdp</w:t>
      </w:r>
      <w:proofErr w:type="spellEnd"/>
      <w:r w:rsidRPr="00844132">
        <w:t xml:space="preserve"> enabled interfaces : 5</w:t>
      </w:r>
    </w:p>
    <w:p w14:paraId="062C48E7" w14:textId="77777777" w:rsidR="00844132" w:rsidRPr="00844132" w:rsidRDefault="00844132" w:rsidP="00844132">
      <w:pPr>
        <w:pStyle w:val="CMD"/>
      </w:pPr>
      <w:r w:rsidRPr="00844132">
        <w:t xml:space="preserve"> interfaces up          : 2</w:t>
      </w:r>
    </w:p>
    <w:p w14:paraId="28A93DEF" w14:textId="77777777" w:rsidR="00844132" w:rsidRDefault="00844132" w:rsidP="00844132">
      <w:pPr>
        <w:pStyle w:val="CMD"/>
      </w:pPr>
      <w:r w:rsidRPr="00844132">
        <w:t xml:space="preserve"> interfaces down        : 3</w:t>
      </w:r>
    </w:p>
    <w:p w14:paraId="168417BC" w14:textId="27DBFDFB" w:rsidR="00844132" w:rsidRDefault="00844132" w:rsidP="00562AFE">
      <w:pPr>
        <w:pStyle w:val="BodyTextL50"/>
        <w:keepNext/>
      </w:pPr>
      <w:r>
        <w:t>How many interfaces are participating in the CDP advertisement? Which interfaces are up?</w:t>
      </w:r>
    </w:p>
    <w:p w14:paraId="43F76E40" w14:textId="6092E4E2" w:rsidR="00844132" w:rsidRDefault="00844132" w:rsidP="00844132">
      <w:pPr>
        <w:pStyle w:val="BodyTextL50"/>
      </w:pPr>
      <w:r>
        <w:t>____________________________________________________________________________________</w:t>
      </w:r>
    </w:p>
    <w:p w14:paraId="2CD6F39C" w14:textId="09620BF1" w:rsidR="00844132" w:rsidRDefault="00844132" w:rsidP="00844132">
      <w:pPr>
        <w:pStyle w:val="SubStepAlpha"/>
      </w:pPr>
      <w:r>
        <w:t xml:space="preserve">Issue the </w:t>
      </w:r>
      <w:r>
        <w:rPr>
          <w:b/>
        </w:rPr>
        <w:t xml:space="preserve">show </w:t>
      </w:r>
      <w:proofErr w:type="spellStart"/>
      <w:r>
        <w:rPr>
          <w:b/>
        </w:rPr>
        <w:t>cdp</w:t>
      </w:r>
      <w:proofErr w:type="spellEnd"/>
      <w:r>
        <w:rPr>
          <w:b/>
        </w:rPr>
        <w:t xml:space="preserve"> neighbors </w:t>
      </w:r>
      <w:r>
        <w:t>command to determine the CDP neighbors.</w:t>
      </w:r>
    </w:p>
    <w:p w14:paraId="4D4C7D2A" w14:textId="77777777" w:rsidR="00844132" w:rsidRDefault="00844132" w:rsidP="00844132">
      <w:pPr>
        <w:pStyle w:val="CMD"/>
      </w:pPr>
      <w:r>
        <w:t xml:space="preserve">Gateway# </w:t>
      </w:r>
      <w:r w:rsidRPr="00351315">
        <w:rPr>
          <w:b/>
        </w:rPr>
        <w:t xml:space="preserve">show </w:t>
      </w:r>
      <w:proofErr w:type="spellStart"/>
      <w:r w:rsidRPr="00351315">
        <w:rPr>
          <w:b/>
        </w:rPr>
        <w:t>cdp</w:t>
      </w:r>
      <w:proofErr w:type="spellEnd"/>
      <w:r w:rsidRPr="00351315">
        <w:rPr>
          <w:b/>
        </w:rPr>
        <w:t xml:space="preserve"> neighbors</w:t>
      </w:r>
    </w:p>
    <w:p w14:paraId="0A6A97C4" w14:textId="77777777" w:rsidR="00844132" w:rsidRDefault="00844132" w:rsidP="00844132">
      <w:pPr>
        <w:pStyle w:val="CMD"/>
      </w:pPr>
      <w:r>
        <w:t>Capability Codes: R - Router, T - Trans Bridge, B - Source Route Bridge</w:t>
      </w:r>
    </w:p>
    <w:p w14:paraId="364CF612" w14:textId="77777777" w:rsidR="00844132" w:rsidRDefault="00844132" w:rsidP="00844132">
      <w:pPr>
        <w:pStyle w:val="CMD"/>
      </w:pPr>
      <w:r>
        <w:t xml:space="preserve">                  S - Switch, H - Host, I - IGMP, r - Repeater, P - Phone,</w:t>
      </w:r>
    </w:p>
    <w:p w14:paraId="4188EF66" w14:textId="77777777" w:rsidR="00844132" w:rsidRDefault="00844132" w:rsidP="00844132">
      <w:pPr>
        <w:pStyle w:val="CMD"/>
      </w:pPr>
      <w:r>
        <w:t xml:space="preserve">                  D - Remote, C - CVTA, M - Two-port Mac Relay</w:t>
      </w:r>
    </w:p>
    <w:p w14:paraId="3D54F43F" w14:textId="77777777" w:rsidR="00844132" w:rsidRDefault="00844132" w:rsidP="00844132">
      <w:pPr>
        <w:pStyle w:val="CMD"/>
      </w:pPr>
    </w:p>
    <w:p w14:paraId="7F2AE6B4" w14:textId="77777777" w:rsidR="00844132" w:rsidRDefault="00844132" w:rsidP="00844132">
      <w:pPr>
        <w:pStyle w:val="CMD"/>
      </w:pPr>
      <w:r>
        <w:t xml:space="preserve">Device ID        Local </w:t>
      </w:r>
      <w:proofErr w:type="spellStart"/>
      <w:r>
        <w:t>Intrfce</w:t>
      </w:r>
      <w:proofErr w:type="spellEnd"/>
      <w:r>
        <w:t xml:space="preserve">     </w:t>
      </w:r>
      <w:proofErr w:type="spellStart"/>
      <w:r>
        <w:t>Holdtme</w:t>
      </w:r>
      <w:proofErr w:type="spellEnd"/>
      <w:r>
        <w:t xml:space="preserve">    Capability  Platform  Port ID</w:t>
      </w:r>
    </w:p>
    <w:p w14:paraId="2BE19515" w14:textId="77777777" w:rsidR="00844132" w:rsidRDefault="00844132" w:rsidP="00844132">
      <w:pPr>
        <w:pStyle w:val="CMD"/>
      </w:pPr>
      <w:r>
        <w:t xml:space="preserve">ISP              </w:t>
      </w:r>
      <w:proofErr w:type="spellStart"/>
      <w:r>
        <w:t>Ser</w:t>
      </w:r>
      <w:proofErr w:type="spellEnd"/>
      <w:r>
        <w:t xml:space="preserve"> 0/0/1         158            R B S I CISCO1941 </w:t>
      </w:r>
      <w:proofErr w:type="spellStart"/>
      <w:r>
        <w:t>Ser</w:t>
      </w:r>
      <w:proofErr w:type="spellEnd"/>
      <w:r>
        <w:t xml:space="preserve"> 0/0/1</w:t>
      </w:r>
    </w:p>
    <w:p w14:paraId="08210CB1" w14:textId="77777777" w:rsidR="00844132" w:rsidRDefault="00844132" w:rsidP="00844132">
      <w:pPr>
        <w:pStyle w:val="CMD"/>
      </w:pPr>
      <w:r>
        <w:t xml:space="preserve">S3               Gig 0/1           170              S I   WS-C2960- </w:t>
      </w:r>
      <w:proofErr w:type="spellStart"/>
      <w:r>
        <w:t>Fas</w:t>
      </w:r>
      <w:proofErr w:type="spellEnd"/>
      <w:r>
        <w:t xml:space="preserve"> 0/5</w:t>
      </w:r>
    </w:p>
    <w:p w14:paraId="718CE37D" w14:textId="7896B83F" w:rsidR="00844132" w:rsidRDefault="00844132" w:rsidP="00844132">
      <w:pPr>
        <w:pStyle w:val="SubStepAlpha"/>
      </w:pPr>
      <w:r>
        <w:t xml:space="preserve">For more details on CDP neighbors, issue the </w:t>
      </w:r>
      <w:r>
        <w:rPr>
          <w:b/>
        </w:rPr>
        <w:t xml:space="preserve">show </w:t>
      </w:r>
      <w:proofErr w:type="spellStart"/>
      <w:r>
        <w:rPr>
          <w:b/>
        </w:rPr>
        <w:t>cdp</w:t>
      </w:r>
      <w:proofErr w:type="spellEnd"/>
      <w:r>
        <w:rPr>
          <w:b/>
        </w:rPr>
        <w:t xml:space="preserve"> neighbors detail </w:t>
      </w:r>
      <w:r>
        <w:t>command.</w:t>
      </w:r>
    </w:p>
    <w:p w14:paraId="024BC4CC" w14:textId="77777777" w:rsidR="00E64B06" w:rsidRDefault="00E64B06" w:rsidP="00E64B06">
      <w:pPr>
        <w:pStyle w:val="CMD"/>
      </w:pPr>
      <w:r>
        <w:t xml:space="preserve">Gateway# </w:t>
      </w:r>
      <w:r w:rsidRPr="00E64B06">
        <w:rPr>
          <w:b/>
        </w:rPr>
        <w:t xml:space="preserve">show </w:t>
      </w:r>
      <w:proofErr w:type="spellStart"/>
      <w:r w:rsidRPr="00E64B06">
        <w:rPr>
          <w:b/>
        </w:rPr>
        <w:t>cdp</w:t>
      </w:r>
      <w:proofErr w:type="spellEnd"/>
      <w:r w:rsidRPr="00E64B06">
        <w:rPr>
          <w:b/>
        </w:rPr>
        <w:t xml:space="preserve"> neighbors detail</w:t>
      </w:r>
    </w:p>
    <w:p w14:paraId="2FC97551" w14:textId="77777777" w:rsidR="00E64B06" w:rsidRDefault="00E64B06" w:rsidP="00E64B06">
      <w:pPr>
        <w:pStyle w:val="CMD"/>
      </w:pPr>
      <w:r>
        <w:t>-------------------------</w:t>
      </w:r>
    </w:p>
    <w:p w14:paraId="5EA66889" w14:textId="77777777" w:rsidR="00E64B06" w:rsidRDefault="00E64B06" w:rsidP="00E64B06">
      <w:pPr>
        <w:pStyle w:val="CMD"/>
      </w:pPr>
      <w:r>
        <w:t>Device ID: ISP</w:t>
      </w:r>
    </w:p>
    <w:p w14:paraId="310544E2" w14:textId="77777777" w:rsidR="00E64B06" w:rsidRDefault="00E64B06" w:rsidP="00E64B06">
      <w:pPr>
        <w:pStyle w:val="CMD"/>
      </w:pPr>
      <w:r>
        <w:t>Entry address(</w:t>
      </w:r>
      <w:proofErr w:type="spellStart"/>
      <w:r>
        <w:t>es</w:t>
      </w:r>
      <w:proofErr w:type="spellEnd"/>
      <w:r>
        <w:t>):</w:t>
      </w:r>
    </w:p>
    <w:p w14:paraId="32306845" w14:textId="77777777" w:rsidR="00E64B06" w:rsidRDefault="00E64B06" w:rsidP="00E64B06">
      <w:pPr>
        <w:pStyle w:val="CMD"/>
      </w:pPr>
      <w:r>
        <w:t xml:space="preserve">  IP address: 209.165.200.225</w:t>
      </w:r>
    </w:p>
    <w:p w14:paraId="061CF490" w14:textId="77777777" w:rsidR="00E64B06" w:rsidRDefault="00E64B06" w:rsidP="00E64B06">
      <w:pPr>
        <w:pStyle w:val="CMD"/>
      </w:pPr>
      <w:r>
        <w:t>Platform: Cisco CISCO1941/K9,  Capabilities: Router Source-Route-Bridge Switch IGMP</w:t>
      </w:r>
    </w:p>
    <w:p w14:paraId="1FDEF575" w14:textId="77777777" w:rsidR="00E64B06" w:rsidRDefault="00E64B06" w:rsidP="00E64B06">
      <w:pPr>
        <w:pStyle w:val="CMD"/>
      </w:pPr>
      <w:r>
        <w:t>Interface: Serial0/0/1,  Port ID (outgoing port): Serial0/0/1</w:t>
      </w:r>
    </w:p>
    <w:p w14:paraId="477B455F" w14:textId="77777777" w:rsidR="00E64B06" w:rsidRDefault="00E64B06" w:rsidP="00E64B06">
      <w:pPr>
        <w:pStyle w:val="CMD"/>
      </w:pPr>
      <w:proofErr w:type="spellStart"/>
      <w:r>
        <w:t>Holdtime</w:t>
      </w:r>
      <w:proofErr w:type="spellEnd"/>
      <w:r>
        <w:t xml:space="preserve"> : 143 sec</w:t>
      </w:r>
    </w:p>
    <w:p w14:paraId="5F212C5F" w14:textId="77777777" w:rsidR="00E64B06" w:rsidRDefault="00E64B06" w:rsidP="00E64B06">
      <w:pPr>
        <w:pStyle w:val="CMD"/>
      </w:pPr>
    </w:p>
    <w:p w14:paraId="16B010B5" w14:textId="77777777" w:rsidR="00E64B06" w:rsidRDefault="00E64B06" w:rsidP="00E64B06">
      <w:pPr>
        <w:pStyle w:val="CMD"/>
      </w:pPr>
      <w:r>
        <w:t>Version :</w:t>
      </w:r>
    </w:p>
    <w:p w14:paraId="7B7D9B36" w14:textId="77777777" w:rsidR="00E64B06" w:rsidRDefault="00E64B06" w:rsidP="00E64B06">
      <w:pPr>
        <w:pStyle w:val="CMD"/>
      </w:pPr>
      <w:r>
        <w:t>Cisco IOS Software, C1900 Software (C1900-UNIVERSALK9-M), Version 15.4(3)M2, RELEASE SOFTWARE (fc2)</w:t>
      </w:r>
    </w:p>
    <w:p w14:paraId="1CB84DF2" w14:textId="77777777" w:rsidR="00E64B06" w:rsidRDefault="00E64B06" w:rsidP="00E64B06">
      <w:pPr>
        <w:pStyle w:val="CMD"/>
      </w:pPr>
      <w:r>
        <w:t>Technical Support: http://www.cisco.com/techsupport</w:t>
      </w:r>
    </w:p>
    <w:p w14:paraId="659302F8" w14:textId="77777777" w:rsidR="00E64B06" w:rsidRDefault="00E64B06" w:rsidP="00E64B06">
      <w:pPr>
        <w:pStyle w:val="CMD"/>
      </w:pPr>
      <w:r>
        <w:t>Copyright (c) 1986-2015 by Cisco Systems, Inc.</w:t>
      </w:r>
    </w:p>
    <w:p w14:paraId="53E5DDED" w14:textId="77777777" w:rsidR="00E64B06" w:rsidRDefault="00E64B06" w:rsidP="00E64B06">
      <w:pPr>
        <w:pStyle w:val="CMD"/>
      </w:pPr>
      <w:r>
        <w:t xml:space="preserve">Compiled Fri 06-Feb-15 17:01 by </w:t>
      </w:r>
      <w:proofErr w:type="spellStart"/>
      <w:r>
        <w:t>prod_rel_team</w:t>
      </w:r>
      <w:proofErr w:type="spellEnd"/>
    </w:p>
    <w:p w14:paraId="347FB446" w14:textId="77777777" w:rsidR="00E64B06" w:rsidRDefault="00E64B06" w:rsidP="00E64B06">
      <w:pPr>
        <w:pStyle w:val="CMD"/>
      </w:pPr>
    </w:p>
    <w:p w14:paraId="2233BFD7" w14:textId="77777777" w:rsidR="00E64B06" w:rsidRDefault="00E64B06" w:rsidP="00E64B06">
      <w:pPr>
        <w:pStyle w:val="CMD"/>
      </w:pPr>
      <w:r>
        <w:t>advertisement version: 2</w:t>
      </w:r>
    </w:p>
    <w:p w14:paraId="36536FDA" w14:textId="77777777" w:rsidR="00E64B06" w:rsidRDefault="00E64B06" w:rsidP="00E64B06">
      <w:pPr>
        <w:pStyle w:val="CMD"/>
      </w:pPr>
      <w:r>
        <w:t>Management address(</w:t>
      </w:r>
      <w:proofErr w:type="spellStart"/>
      <w:r>
        <w:t>es</w:t>
      </w:r>
      <w:proofErr w:type="spellEnd"/>
      <w:r>
        <w:t>):</w:t>
      </w:r>
    </w:p>
    <w:p w14:paraId="39F6C261" w14:textId="77777777" w:rsidR="00E64B06" w:rsidRDefault="00E64B06" w:rsidP="00E64B06">
      <w:pPr>
        <w:pStyle w:val="CMD"/>
      </w:pPr>
      <w:r>
        <w:t xml:space="preserve">  IP address: 209.165.200.225</w:t>
      </w:r>
    </w:p>
    <w:p w14:paraId="4A8BE851" w14:textId="77777777" w:rsidR="00E64B06" w:rsidRDefault="00E64B06" w:rsidP="00E64B06">
      <w:pPr>
        <w:pStyle w:val="CMD"/>
      </w:pPr>
    </w:p>
    <w:p w14:paraId="745C4689" w14:textId="77777777" w:rsidR="00E64B06" w:rsidRDefault="00E64B06" w:rsidP="00E64B06">
      <w:pPr>
        <w:pStyle w:val="CMD"/>
      </w:pPr>
      <w:r>
        <w:t>-------------------------</w:t>
      </w:r>
    </w:p>
    <w:p w14:paraId="130AF12E" w14:textId="77777777" w:rsidR="00E64B06" w:rsidRDefault="00E64B06" w:rsidP="00E64B06">
      <w:pPr>
        <w:pStyle w:val="CMD"/>
      </w:pPr>
      <w:r>
        <w:t>Device ID: S3</w:t>
      </w:r>
    </w:p>
    <w:p w14:paraId="25D32B7C" w14:textId="77777777" w:rsidR="00E64B06" w:rsidRDefault="00E64B06" w:rsidP="00E64B06">
      <w:pPr>
        <w:pStyle w:val="CMD"/>
      </w:pPr>
      <w:r>
        <w:t>Entry address(</w:t>
      </w:r>
      <w:proofErr w:type="spellStart"/>
      <w:r>
        <w:t>es</w:t>
      </w:r>
      <w:proofErr w:type="spellEnd"/>
      <w:r>
        <w:t>):</w:t>
      </w:r>
    </w:p>
    <w:p w14:paraId="3137E93F" w14:textId="77777777" w:rsidR="00E64B06" w:rsidRDefault="00E64B06" w:rsidP="00E64B06">
      <w:pPr>
        <w:pStyle w:val="CMD"/>
      </w:pPr>
      <w:r>
        <w:t>Platform: cisco WS-C2960-24TT-L,  Capabilities: Switch IGMP</w:t>
      </w:r>
    </w:p>
    <w:p w14:paraId="48FBEE60" w14:textId="77777777" w:rsidR="00E64B06" w:rsidRDefault="00E64B06" w:rsidP="00E64B06">
      <w:pPr>
        <w:pStyle w:val="CMD"/>
      </w:pPr>
      <w:r>
        <w:t>Interface: GigabitEthernet0/1,  Port ID (outgoing port): FastEthernet0/5</w:t>
      </w:r>
    </w:p>
    <w:p w14:paraId="03F4C693" w14:textId="77777777" w:rsidR="00E64B06" w:rsidRDefault="00E64B06" w:rsidP="00E64B06">
      <w:pPr>
        <w:pStyle w:val="CMD"/>
      </w:pPr>
      <w:proofErr w:type="spellStart"/>
      <w:r>
        <w:t>Holdtime</w:t>
      </w:r>
      <w:proofErr w:type="spellEnd"/>
      <w:r>
        <w:t xml:space="preserve"> : 158 sec</w:t>
      </w:r>
    </w:p>
    <w:p w14:paraId="6072A5E1" w14:textId="77777777" w:rsidR="00E64B06" w:rsidRDefault="00E64B06" w:rsidP="00E64B06">
      <w:pPr>
        <w:pStyle w:val="CMD"/>
      </w:pPr>
    </w:p>
    <w:p w14:paraId="29529696" w14:textId="77777777" w:rsidR="00E64B06" w:rsidRDefault="00E64B06" w:rsidP="00E64B06">
      <w:pPr>
        <w:pStyle w:val="CMD"/>
      </w:pPr>
      <w:r>
        <w:t>Version :</w:t>
      </w:r>
    </w:p>
    <w:p w14:paraId="6067B6E8" w14:textId="77777777" w:rsidR="00E64B06" w:rsidRDefault="00E64B06" w:rsidP="00E64B06">
      <w:pPr>
        <w:pStyle w:val="CMD"/>
      </w:pPr>
      <w:r>
        <w:t>Cisco IOS Software, C2960 Software (C2960-LANBASEK9-M), Version 15.0(2)SE7, RELEASE SOFTWARE (fc1)</w:t>
      </w:r>
    </w:p>
    <w:p w14:paraId="05E0C7E3" w14:textId="77777777" w:rsidR="00E64B06" w:rsidRDefault="00E64B06" w:rsidP="00E64B06">
      <w:pPr>
        <w:pStyle w:val="CMD"/>
      </w:pPr>
      <w:r>
        <w:t>Technical Support: http://www.cisco.com/techsupport</w:t>
      </w:r>
    </w:p>
    <w:p w14:paraId="1B610EA2" w14:textId="77777777" w:rsidR="00E64B06" w:rsidRDefault="00E64B06" w:rsidP="00E64B06">
      <w:pPr>
        <w:pStyle w:val="CMD"/>
      </w:pPr>
      <w:r>
        <w:t>Copyright (c) 1986-2014 by Cisco Systems, Inc.</w:t>
      </w:r>
    </w:p>
    <w:p w14:paraId="757B150B" w14:textId="77777777" w:rsidR="00E64B06" w:rsidRDefault="00E64B06" w:rsidP="00E64B06">
      <w:pPr>
        <w:pStyle w:val="CMD"/>
      </w:pPr>
      <w:r>
        <w:t xml:space="preserve">Compiled Thu 23-Oct-14 14:49 by </w:t>
      </w:r>
      <w:proofErr w:type="spellStart"/>
      <w:r>
        <w:t>prod_rel_team</w:t>
      </w:r>
      <w:proofErr w:type="spellEnd"/>
    </w:p>
    <w:p w14:paraId="0DE3500B" w14:textId="77777777" w:rsidR="00E64B06" w:rsidRDefault="00E64B06" w:rsidP="00E64B06">
      <w:pPr>
        <w:pStyle w:val="CMD"/>
      </w:pPr>
    </w:p>
    <w:p w14:paraId="64827203" w14:textId="77777777" w:rsidR="00E64B06" w:rsidRDefault="00E64B06" w:rsidP="00E64B06">
      <w:pPr>
        <w:pStyle w:val="CMD"/>
      </w:pPr>
      <w:r>
        <w:t>advertisement version: 2</w:t>
      </w:r>
    </w:p>
    <w:p w14:paraId="7B5CC9E2" w14:textId="77777777" w:rsidR="00E64B06" w:rsidRDefault="00E64B06" w:rsidP="00E64B06">
      <w:pPr>
        <w:pStyle w:val="CMD"/>
      </w:pPr>
      <w:r>
        <w:t xml:space="preserve">Protocol Hello:  OUI=0x00000C, Protocol ID=0x0112; payload </w:t>
      </w:r>
      <w:proofErr w:type="spellStart"/>
      <w:r>
        <w:t>len</w:t>
      </w:r>
      <w:proofErr w:type="spellEnd"/>
      <w:r>
        <w:t>=27, value=00000000FFFFFFFF010221FF0000000000000CD996E87400FF0000</w:t>
      </w:r>
    </w:p>
    <w:p w14:paraId="31B9D96A" w14:textId="77777777" w:rsidR="00E64B06" w:rsidRDefault="00E64B06" w:rsidP="00E64B06">
      <w:pPr>
        <w:pStyle w:val="CMD"/>
      </w:pPr>
      <w:r>
        <w:t>VTP Management Domain: ''</w:t>
      </w:r>
    </w:p>
    <w:p w14:paraId="41D68A27" w14:textId="77777777" w:rsidR="00E64B06" w:rsidRDefault="00E64B06" w:rsidP="00E64B06">
      <w:pPr>
        <w:pStyle w:val="CMD"/>
      </w:pPr>
      <w:r>
        <w:t>Native VLAN: 1</w:t>
      </w:r>
    </w:p>
    <w:p w14:paraId="5E7EE16B" w14:textId="77777777" w:rsidR="00E64B06" w:rsidRDefault="00E64B06" w:rsidP="00E64B06">
      <w:pPr>
        <w:pStyle w:val="CMD"/>
      </w:pPr>
      <w:r>
        <w:t>Duplex: full</w:t>
      </w:r>
    </w:p>
    <w:p w14:paraId="449AAB40" w14:textId="21268B3D" w:rsidR="00E64B06" w:rsidRDefault="00E64B06" w:rsidP="00562AFE">
      <w:pPr>
        <w:pStyle w:val="SubStepAlpha"/>
        <w:keepNext/>
      </w:pPr>
      <w:r>
        <w:t>What can you learn a</w:t>
      </w:r>
      <w:r w:rsidR="001C2F56">
        <w:t>bout ISP and S3</w:t>
      </w:r>
      <w:r>
        <w:t xml:space="preserve"> from the output</w:t>
      </w:r>
      <w:r w:rsidR="001C2F56">
        <w:t>s</w:t>
      </w:r>
      <w:r>
        <w:t xml:space="preserve"> </w:t>
      </w:r>
      <w:r w:rsidR="001C2F56">
        <w:t>of</w:t>
      </w:r>
      <w:r>
        <w:t xml:space="preserve"> the </w:t>
      </w:r>
      <w:r>
        <w:rPr>
          <w:b/>
        </w:rPr>
        <w:t xml:space="preserve">show </w:t>
      </w:r>
      <w:proofErr w:type="spellStart"/>
      <w:r>
        <w:rPr>
          <w:b/>
        </w:rPr>
        <w:t>cdp</w:t>
      </w:r>
      <w:proofErr w:type="spellEnd"/>
      <w:r>
        <w:rPr>
          <w:b/>
        </w:rPr>
        <w:t xml:space="preserve"> neighbors detail</w:t>
      </w:r>
      <w:r>
        <w:t xml:space="preserve"> command?</w:t>
      </w:r>
    </w:p>
    <w:p w14:paraId="3CD75A96" w14:textId="77777777" w:rsidR="00787E39" w:rsidRPr="001C4EB1" w:rsidRDefault="00787E39" w:rsidP="00562AFE">
      <w:pPr>
        <w:pStyle w:val="BodyTextL50"/>
        <w:keepNext/>
      </w:pPr>
      <w:r w:rsidRPr="001C4EB1">
        <w:t>____________________________________________________________________________________</w:t>
      </w:r>
    </w:p>
    <w:p w14:paraId="7CA886DF" w14:textId="2CBB0A27" w:rsidR="00E64B06" w:rsidRPr="001C4EB1" w:rsidRDefault="00787E39" w:rsidP="001C4EB1">
      <w:pPr>
        <w:pStyle w:val="BodyTextL50"/>
      </w:pPr>
      <w:r w:rsidRPr="001C4EB1">
        <w:t>____________________________________________________________________________________</w:t>
      </w:r>
    </w:p>
    <w:p w14:paraId="0F2D058E" w14:textId="5BDAD70F" w:rsidR="00986F10" w:rsidRDefault="00986F10" w:rsidP="00986F10">
      <w:pPr>
        <w:pStyle w:val="SubStepAlpha"/>
      </w:pPr>
      <w:r>
        <w:t>Configure the SVI on S3. Use an available IP address in 192.168.1.0 / 24 network.</w:t>
      </w:r>
      <w:r w:rsidR="00354ACF">
        <w:t xml:space="preserve"> Configure 192.168.1.254 as the default gateway.</w:t>
      </w:r>
    </w:p>
    <w:p w14:paraId="26176902" w14:textId="77777777" w:rsidR="00354ACF" w:rsidRDefault="00354ACF" w:rsidP="00354ACF">
      <w:pPr>
        <w:pStyle w:val="CMD"/>
      </w:pPr>
      <w:r>
        <w:t>S3(</w:t>
      </w:r>
      <w:proofErr w:type="spellStart"/>
      <w:r>
        <w:t>config</w:t>
      </w:r>
      <w:proofErr w:type="spellEnd"/>
      <w:r>
        <w:t xml:space="preserve">)# </w:t>
      </w:r>
      <w:r w:rsidRPr="00354ACF">
        <w:rPr>
          <w:b/>
        </w:rPr>
        <w:t xml:space="preserve">interface </w:t>
      </w:r>
      <w:proofErr w:type="spellStart"/>
      <w:r w:rsidRPr="00354ACF">
        <w:rPr>
          <w:b/>
        </w:rPr>
        <w:t>vlan</w:t>
      </w:r>
      <w:proofErr w:type="spellEnd"/>
      <w:r w:rsidRPr="00354ACF">
        <w:rPr>
          <w:b/>
        </w:rPr>
        <w:t xml:space="preserve"> 1</w:t>
      </w:r>
    </w:p>
    <w:p w14:paraId="6729913D" w14:textId="77777777" w:rsidR="00354ACF" w:rsidRDefault="00354ACF" w:rsidP="00354ACF">
      <w:pPr>
        <w:pStyle w:val="CMD"/>
      </w:pPr>
      <w:r>
        <w:t>S3(</w:t>
      </w:r>
      <w:proofErr w:type="spellStart"/>
      <w:r>
        <w:t>config</w:t>
      </w:r>
      <w:proofErr w:type="spellEnd"/>
      <w:r>
        <w:t xml:space="preserve">-if)# </w:t>
      </w:r>
      <w:proofErr w:type="spellStart"/>
      <w:r w:rsidRPr="00354ACF">
        <w:rPr>
          <w:b/>
        </w:rPr>
        <w:t>ip</w:t>
      </w:r>
      <w:proofErr w:type="spellEnd"/>
      <w:r w:rsidRPr="00354ACF">
        <w:rPr>
          <w:b/>
        </w:rPr>
        <w:t xml:space="preserve"> address 192.168.1.3 255.255.255.0</w:t>
      </w:r>
    </w:p>
    <w:p w14:paraId="40B5BCD5" w14:textId="15FA2386" w:rsidR="00354ACF" w:rsidRDefault="00354ACF" w:rsidP="00354ACF">
      <w:pPr>
        <w:pStyle w:val="CMD"/>
      </w:pPr>
      <w:r>
        <w:t>S3(</w:t>
      </w:r>
      <w:proofErr w:type="spellStart"/>
      <w:r>
        <w:t>config</w:t>
      </w:r>
      <w:proofErr w:type="spellEnd"/>
      <w:r>
        <w:t xml:space="preserve">-if)# </w:t>
      </w:r>
      <w:r w:rsidRPr="00354ACF">
        <w:rPr>
          <w:b/>
        </w:rPr>
        <w:t>no shutdown</w:t>
      </w:r>
    </w:p>
    <w:p w14:paraId="171A11E5" w14:textId="77777777" w:rsidR="00354ACF" w:rsidRDefault="00354ACF" w:rsidP="00354ACF">
      <w:pPr>
        <w:pStyle w:val="CMD"/>
      </w:pPr>
      <w:r>
        <w:t>S3(</w:t>
      </w:r>
      <w:proofErr w:type="spellStart"/>
      <w:r>
        <w:t>config</w:t>
      </w:r>
      <w:proofErr w:type="spellEnd"/>
      <w:r>
        <w:t xml:space="preserve">-if)# </w:t>
      </w:r>
      <w:r w:rsidRPr="00354ACF">
        <w:rPr>
          <w:b/>
        </w:rPr>
        <w:t>exit</w:t>
      </w:r>
    </w:p>
    <w:p w14:paraId="4403AB99" w14:textId="094422DD" w:rsidR="00354ACF" w:rsidRDefault="00354ACF" w:rsidP="00354ACF">
      <w:pPr>
        <w:pStyle w:val="CMD"/>
      </w:pPr>
      <w:r>
        <w:t>S3(</w:t>
      </w:r>
      <w:proofErr w:type="spellStart"/>
      <w:r>
        <w:t>config</w:t>
      </w:r>
      <w:proofErr w:type="spellEnd"/>
      <w:r>
        <w:t xml:space="preserve">)# </w:t>
      </w:r>
      <w:proofErr w:type="spellStart"/>
      <w:r w:rsidRPr="00354ACF">
        <w:rPr>
          <w:b/>
        </w:rPr>
        <w:t>ip</w:t>
      </w:r>
      <w:proofErr w:type="spellEnd"/>
      <w:r w:rsidRPr="00354ACF">
        <w:rPr>
          <w:b/>
        </w:rPr>
        <w:t xml:space="preserve"> default-gateway 192.168.1.254</w:t>
      </w:r>
    </w:p>
    <w:p w14:paraId="4F366D89" w14:textId="5FD7341E" w:rsidR="00986F10" w:rsidRDefault="00986F10" w:rsidP="00354ACF">
      <w:pPr>
        <w:pStyle w:val="SubStepAlpha"/>
        <w:keepNext/>
      </w:pPr>
      <w:r>
        <w:t xml:space="preserve">Issue the </w:t>
      </w:r>
      <w:r>
        <w:rPr>
          <w:b/>
        </w:rPr>
        <w:t xml:space="preserve">show </w:t>
      </w:r>
      <w:proofErr w:type="spellStart"/>
      <w:r>
        <w:rPr>
          <w:b/>
        </w:rPr>
        <w:t>cdp</w:t>
      </w:r>
      <w:proofErr w:type="spellEnd"/>
      <w:r>
        <w:rPr>
          <w:b/>
        </w:rPr>
        <w:t xml:space="preserve"> neig</w:t>
      </w:r>
      <w:r w:rsidR="005341EE">
        <w:rPr>
          <w:b/>
        </w:rPr>
        <w:t>h</w:t>
      </w:r>
      <w:r>
        <w:rPr>
          <w:b/>
        </w:rPr>
        <w:t xml:space="preserve">bors detail </w:t>
      </w:r>
      <w:r>
        <w:t>command on Gateway. What additional information is available?</w:t>
      </w:r>
    </w:p>
    <w:p w14:paraId="2E4B5DEC" w14:textId="639BE918" w:rsidR="00986F10" w:rsidRDefault="00986F10" w:rsidP="00986F10">
      <w:pPr>
        <w:pStyle w:val="BodyTextL50"/>
      </w:pPr>
      <w:r>
        <w:t>____________________________________________________________________________________</w:t>
      </w:r>
    </w:p>
    <w:p w14:paraId="7F514812" w14:textId="3A4A9B9D" w:rsidR="001C4EB1" w:rsidRDefault="001C4EB1" w:rsidP="001C4EB1">
      <w:pPr>
        <w:pStyle w:val="SubStepAlpha"/>
      </w:pPr>
      <w:r>
        <w:t xml:space="preserve">For security reasons, it is a good idea to turn off CDP on an interface facing an external network. Issue the </w:t>
      </w:r>
      <w:r>
        <w:rPr>
          <w:b/>
        </w:rPr>
        <w:t xml:space="preserve">no </w:t>
      </w:r>
      <w:proofErr w:type="spellStart"/>
      <w:r>
        <w:rPr>
          <w:b/>
        </w:rPr>
        <w:t>cdp</w:t>
      </w:r>
      <w:proofErr w:type="spellEnd"/>
      <w:r>
        <w:rPr>
          <w:b/>
        </w:rPr>
        <w:t xml:space="preserve"> enable </w:t>
      </w:r>
      <w:r>
        <w:t>in the interface configuration mode on the S0/0/1 interface on Gateway.</w:t>
      </w:r>
    </w:p>
    <w:p w14:paraId="3CA4A868" w14:textId="77777777" w:rsidR="001C4EB1" w:rsidRDefault="001C4EB1" w:rsidP="001C4EB1">
      <w:pPr>
        <w:pStyle w:val="CMD"/>
      </w:pPr>
      <w:r>
        <w:t>Gateway(</w:t>
      </w:r>
      <w:proofErr w:type="spellStart"/>
      <w:r>
        <w:t>config</w:t>
      </w:r>
      <w:proofErr w:type="spellEnd"/>
      <w:r>
        <w:t xml:space="preserve">)# </w:t>
      </w:r>
      <w:r w:rsidRPr="001C4EB1">
        <w:rPr>
          <w:b/>
        </w:rPr>
        <w:t>interface s0/0/1</w:t>
      </w:r>
    </w:p>
    <w:p w14:paraId="2A31E058" w14:textId="77777777" w:rsidR="001C4EB1" w:rsidRDefault="001C4EB1" w:rsidP="001C4EB1">
      <w:pPr>
        <w:pStyle w:val="CMD"/>
        <w:rPr>
          <w:b/>
        </w:rPr>
      </w:pPr>
      <w:r>
        <w:t>Gateway(</w:t>
      </w:r>
      <w:proofErr w:type="spellStart"/>
      <w:r>
        <w:t>config</w:t>
      </w:r>
      <w:proofErr w:type="spellEnd"/>
      <w:r>
        <w:t xml:space="preserve">-if)# </w:t>
      </w:r>
      <w:r w:rsidRPr="001C4EB1">
        <w:rPr>
          <w:b/>
        </w:rPr>
        <w:t xml:space="preserve">no </w:t>
      </w:r>
      <w:proofErr w:type="spellStart"/>
      <w:r w:rsidRPr="001C4EB1">
        <w:rPr>
          <w:b/>
        </w:rPr>
        <w:t>cdp</w:t>
      </w:r>
      <w:proofErr w:type="spellEnd"/>
      <w:r w:rsidRPr="001C4EB1">
        <w:rPr>
          <w:b/>
        </w:rPr>
        <w:t xml:space="preserve"> enable</w:t>
      </w:r>
    </w:p>
    <w:p w14:paraId="6B8099AC" w14:textId="3C0AEFEE" w:rsidR="001C4EB1" w:rsidRDefault="001C4EB1" w:rsidP="001C4EB1">
      <w:pPr>
        <w:pStyle w:val="CMD"/>
        <w:rPr>
          <w:b/>
        </w:rPr>
      </w:pPr>
      <w:r>
        <w:t>Gateway(</w:t>
      </w:r>
      <w:proofErr w:type="spellStart"/>
      <w:r>
        <w:t>config</w:t>
      </w:r>
      <w:proofErr w:type="spellEnd"/>
      <w:r>
        <w:t xml:space="preserve">-if)# </w:t>
      </w:r>
      <w:r>
        <w:rPr>
          <w:b/>
        </w:rPr>
        <w:t>end</w:t>
      </w:r>
    </w:p>
    <w:p w14:paraId="2D825ACD" w14:textId="45F4D52D" w:rsidR="001C4EB1" w:rsidRDefault="001C4EB1" w:rsidP="00B0727D">
      <w:pPr>
        <w:pStyle w:val="BodyTextL50"/>
      </w:pPr>
      <w:r>
        <w:t xml:space="preserve">To verify that CDP has been turned off on the interface S0/0/1, issue the </w:t>
      </w:r>
      <w:r>
        <w:rPr>
          <w:b/>
        </w:rPr>
        <w:t xml:space="preserve">show </w:t>
      </w:r>
      <w:proofErr w:type="spellStart"/>
      <w:r>
        <w:rPr>
          <w:b/>
        </w:rPr>
        <w:t>cdp</w:t>
      </w:r>
      <w:proofErr w:type="spellEnd"/>
      <w:r>
        <w:rPr>
          <w:b/>
        </w:rPr>
        <w:t xml:space="preserve"> neighbors </w:t>
      </w:r>
      <w:r>
        <w:t xml:space="preserve">or </w:t>
      </w:r>
      <w:r>
        <w:rPr>
          <w:b/>
        </w:rPr>
        <w:t xml:space="preserve">show </w:t>
      </w:r>
      <w:proofErr w:type="spellStart"/>
      <w:r>
        <w:rPr>
          <w:b/>
        </w:rPr>
        <w:t>cdp</w:t>
      </w:r>
      <w:proofErr w:type="spellEnd"/>
      <w:r>
        <w:rPr>
          <w:b/>
        </w:rPr>
        <w:t xml:space="preserve"> interface </w:t>
      </w:r>
      <w:r>
        <w:t>command. You may need to wait for the hold time to expire.</w:t>
      </w:r>
      <w:r w:rsidR="00B0727D">
        <w:t xml:space="preserve"> The hold time is the amount of time the network devices will hold the CDP packets until the devices discard them.</w:t>
      </w:r>
    </w:p>
    <w:p w14:paraId="7F6B5C20" w14:textId="77777777" w:rsidR="001C4EB1" w:rsidRDefault="001C4EB1" w:rsidP="001C4EB1">
      <w:pPr>
        <w:pStyle w:val="CMD"/>
      </w:pPr>
      <w:r>
        <w:t xml:space="preserve">Gateway# </w:t>
      </w:r>
      <w:r w:rsidRPr="001C4EB1">
        <w:rPr>
          <w:b/>
        </w:rPr>
        <w:t xml:space="preserve">show </w:t>
      </w:r>
      <w:proofErr w:type="spellStart"/>
      <w:r w:rsidRPr="001C4EB1">
        <w:rPr>
          <w:b/>
        </w:rPr>
        <w:t>cdp</w:t>
      </w:r>
      <w:proofErr w:type="spellEnd"/>
      <w:r w:rsidRPr="001C4EB1">
        <w:rPr>
          <w:b/>
        </w:rPr>
        <w:t xml:space="preserve"> neighbors</w:t>
      </w:r>
    </w:p>
    <w:p w14:paraId="54BA302F" w14:textId="77777777" w:rsidR="001C4EB1" w:rsidRDefault="001C4EB1" w:rsidP="001C4EB1">
      <w:pPr>
        <w:pStyle w:val="CMD"/>
      </w:pPr>
      <w:r>
        <w:t>Capability Codes: R - Router, T - Trans Bridge, B - Source Route Bridge</w:t>
      </w:r>
    </w:p>
    <w:p w14:paraId="05D75EF5" w14:textId="77777777" w:rsidR="001C4EB1" w:rsidRDefault="001C4EB1" w:rsidP="001C4EB1">
      <w:pPr>
        <w:pStyle w:val="CMD"/>
      </w:pPr>
      <w:r>
        <w:t xml:space="preserve">                  S - Switch, H - Host, I - IGMP, r - Repeater, P - Phone,</w:t>
      </w:r>
    </w:p>
    <w:p w14:paraId="3262955A" w14:textId="77777777" w:rsidR="001C4EB1" w:rsidRDefault="001C4EB1" w:rsidP="001C4EB1">
      <w:pPr>
        <w:pStyle w:val="CMD"/>
      </w:pPr>
      <w:r>
        <w:lastRenderedPageBreak/>
        <w:t xml:space="preserve">                  D - Remote, C - CVTA, M - Two-port Mac Relay</w:t>
      </w:r>
    </w:p>
    <w:p w14:paraId="0B0867F4" w14:textId="77777777" w:rsidR="001C4EB1" w:rsidRDefault="001C4EB1" w:rsidP="001C4EB1">
      <w:pPr>
        <w:pStyle w:val="CMD"/>
      </w:pPr>
    </w:p>
    <w:p w14:paraId="5C88AF57" w14:textId="77777777" w:rsidR="001C4EB1" w:rsidRPr="001C4EB1" w:rsidRDefault="001C4EB1" w:rsidP="001C4EB1">
      <w:pPr>
        <w:pStyle w:val="CMD"/>
        <w:rPr>
          <w:highlight w:val="yellow"/>
        </w:rPr>
      </w:pPr>
      <w:r w:rsidRPr="001C4EB1">
        <w:rPr>
          <w:highlight w:val="yellow"/>
        </w:rPr>
        <w:t xml:space="preserve">Device ID        Local </w:t>
      </w:r>
      <w:proofErr w:type="spellStart"/>
      <w:r w:rsidRPr="001C4EB1">
        <w:rPr>
          <w:highlight w:val="yellow"/>
        </w:rPr>
        <w:t>Intrfce</w:t>
      </w:r>
      <w:proofErr w:type="spellEnd"/>
      <w:r w:rsidRPr="001C4EB1">
        <w:rPr>
          <w:highlight w:val="yellow"/>
        </w:rPr>
        <w:t xml:space="preserve">     </w:t>
      </w:r>
      <w:proofErr w:type="spellStart"/>
      <w:r w:rsidRPr="001C4EB1">
        <w:rPr>
          <w:highlight w:val="yellow"/>
        </w:rPr>
        <w:t>Holdtme</w:t>
      </w:r>
      <w:proofErr w:type="spellEnd"/>
      <w:r w:rsidRPr="001C4EB1">
        <w:rPr>
          <w:highlight w:val="yellow"/>
        </w:rPr>
        <w:t xml:space="preserve">    Capability  Platform  Port ID</w:t>
      </w:r>
    </w:p>
    <w:p w14:paraId="6671C53E" w14:textId="02BB8330" w:rsidR="001C4EB1" w:rsidRDefault="001C4EB1" w:rsidP="001C4EB1">
      <w:pPr>
        <w:pStyle w:val="CMD"/>
      </w:pPr>
      <w:r w:rsidRPr="001C4EB1">
        <w:rPr>
          <w:highlight w:val="yellow"/>
        </w:rPr>
        <w:t xml:space="preserve">S3               Gig 0/1           161              S I   WS-C2960- </w:t>
      </w:r>
      <w:proofErr w:type="spellStart"/>
      <w:r w:rsidRPr="001C4EB1">
        <w:rPr>
          <w:highlight w:val="yellow"/>
        </w:rPr>
        <w:t>Fas</w:t>
      </w:r>
      <w:proofErr w:type="spellEnd"/>
      <w:r w:rsidRPr="001C4EB1">
        <w:rPr>
          <w:highlight w:val="yellow"/>
        </w:rPr>
        <w:t xml:space="preserve"> 0/5</w:t>
      </w:r>
    </w:p>
    <w:p w14:paraId="30CA386D" w14:textId="5B409A25" w:rsidR="00810B7C" w:rsidRDefault="00810B7C" w:rsidP="00810B7C">
      <w:pPr>
        <w:pStyle w:val="BodyTextL50"/>
      </w:pPr>
      <w:r>
        <w:t>The interface S0/0/1 on Gateway no longer has a CDP adjacency with the ISP router. But it still ha</w:t>
      </w:r>
      <w:r w:rsidR="004C0FAD">
        <w:t>s</w:t>
      </w:r>
      <w:r>
        <w:t xml:space="preserve"> CDP adjacencies with other interfaces.</w:t>
      </w:r>
    </w:p>
    <w:p w14:paraId="397C888F" w14:textId="77777777" w:rsidR="001C4EB1" w:rsidRDefault="001C4EB1" w:rsidP="001C4EB1">
      <w:pPr>
        <w:pStyle w:val="CMD"/>
      </w:pPr>
      <w:r>
        <w:t xml:space="preserve">Gateway# </w:t>
      </w:r>
      <w:r w:rsidRPr="001C4EB1">
        <w:rPr>
          <w:b/>
        </w:rPr>
        <w:t xml:space="preserve">show </w:t>
      </w:r>
      <w:proofErr w:type="spellStart"/>
      <w:r w:rsidRPr="001C4EB1">
        <w:rPr>
          <w:b/>
        </w:rPr>
        <w:t>cdp</w:t>
      </w:r>
      <w:proofErr w:type="spellEnd"/>
      <w:r w:rsidRPr="001C4EB1">
        <w:rPr>
          <w:b/>
        </w:rPr>
        <w:t xml:space="preserve"> interface</w:t>
      </w:r>
    </w:p>
    <w:p w14:paraId="798F9ACE" w14:textId="77777777" w:rsidR="001C4EB1" w:rsidRDefault="001C4EB1" w:rsidP="001C4EB1">
      <w:pPr>
        <w:pStyle w:val="CMD"/>
      </w:pPr>
      <w:r>
        <w:t>Embedded-Service-Engine0/0 is administratively down, line protocol is down</w:t>
      </w:r>
    </w:p>
    <w:p w14:paraId="1532CE45" w14:textId="77777777" w:rsidR="001C4EB1" w:rsidRDefault="001C4EB1" w:rsidP="001C4EB1">
      <w:pPr>
        <w:pStyle w:val="CMD"/>
      </w:pPr>
      <w:r>
        <w:t xml:space="preserve">  Encapsulation ARPA</w:t>
      </w:r>
    </w:p>
    <w:p w14:paraId="591FE33D" w14:textId="77777777" w:rsidR="001C4EB1" w:rsidRDefault="001C4EB1" w:rsidP="001C4EB1">
      <w:pPr>
        <w:pStyle w:val="CMD"/>
      </w:pPr>
      <w:r>
        <w:t xml:space="preserve">  Sending CDP packets every 60 seconds</w:t>
      </w:r>
    </w:p>
    <w:p w14:paraId="375D8183" w14:textId="77777777" w:rsidR="001C4EB1" w:rsidRDefault="001C4EB1" w:rsidP="001C4EB1">
      <w:pPr>
        <w:pStyle w:val="CMD"/>
      </w:pPr>
      <w:r>
        <w:t xml:space="preserve">  </w:t>
      </w:r>
      <w:proofErr w:type="spellStart"/>
      <w:r>
        <w:t>Holdtime</w:t>
      </w:r>
      <w:proofErr w:type="spellEnd"/>
      <w:r>
        <w:t xml:space="preserve"> is 180 seconds</w:t>
      </w:r>
    </w:p>
    <w:p w14:paraId="193E5D14" w14:textId="77777777" w:rsidR="001C4EB1" w:rsidRDefault="001C4EB1" w:rsidP="001C4EB1">
      <w:pPr>
        <w:pStyle w:val="CMD"/>
      </w:pPr>
      <w:r>
        <w:t>GigabitEthernet0/0 is administratively down, line protocol is down</w:t>
      </w:r>
    </w:p>
    <w:p w14:paraId="08857D9E" w14:textId="77777777" w:rsidR="001C4EB1" w:rsidRDefault="001C4EB1" w:rsidP="001C4EB1">
      <w:pPr>
        <w:pStyle w:val="CMD"/>
      </w:pPr>
      <w:r>
        <w:t xml:space="preserve">  Encapsulation ARPA</w:t>
      </w:r>
    </w:p>
    <w:p w14:paraId="0430D677" w14:textId="77777777" w:rsidR="001C4EB1" w:rsidRDefault="001C4EB1" w:rsidP="001C4EB1">
      <w:pPr>
        <w:pStyle w:val="CMD"/>
      </w:pPr>
      <w:r>
        <w:t xml:space="preserve">  Sending CDP packets every 60 seconds</w:t>
      </w:r>
    </w:p>
    <w:p w14:paraId="60A05252" w14:textId="77777777" w:rsidR="001C4EB1" w:rsidRDefault="001C4EB1" w:rsidP="001C4EB1">
      <w:pPr>
        <w:pStyle w:val="CMD"/>
      </w:pPr>
      <w:r>
        <w:t xml:space="preserve">  </w:t>
      </w:r>
      <w:proofErr w:type="spellStart"/>
      <w:r>
        <w:t>Holdtime</w:t>
      </w:r>
      <w:proofErr w:type="spellEnd"/>
      <w:r>
        <w:t xml:space="preserve"> is 180 seconds</w:t>
      </w:r>
    </w:p>
    <w:p w14:paraId="0182EB62" w14:textId="77777777" w:rsidR="001C4EB1" w:rsidRDefault="001C4EB1" w:rsidP="001C4EB1">
      <w:pPr>
        <w:pStyle w:val="CMD"/>
      </w:pPr>
      <w:r>
        <w:t>GigabitEthernet0/1 is up, line protocol is up</w:t>
      </w:r>
    </w:p>
    <w:p w14:paraId="168CCF0B" w14:textId="77777777" w:rsidR="001C4EB1" w:rsidRDefault="001C4EB1" w:rsidP="001C4EB1">
      <w:pPr>
        <w:pStyle w:val="CMD"/>
      </w:pPr>
      <w:r>
        <w:t xml:space="preserve">  Encapsulation ARPA</w:t>
      </w:r>
    </w:p>
    <w:p w14:paraId="32EF9491" w14:textId="77777777" w:rsidR="001C4EB1" w:rsidRDefault="001C4EB1" w:rsidP="001C4EB1">
      <w:pPr>
        <w:pStyle w:val="CMD"/>
      </w:pPr>
      <w:r>
        <w:t xml:space="preserve">  Sending CDP packets every 60 seconds</w:t>
      </w:r>
    </w:p>
    <w:p w14:paraId="2C234D2A" w14:textId="77777777" w:rsidR="001C4EB1" w:rsidRDefault="001C4EB1" w:rsidP="001C4EB1">
      <w:pPr>
        <w:pStyle w:val="CMD"/>
      </w:pPr>
      <w:r>
        <w:t xml:space="preserve">  </w:t>
      </w:r>
      <w:proofErr w:type="spellStart"/>
      <w:r>
        <w:t>Holdtime</w:t>
      </w:r>
      <w:proofErr w:type="spellEnd"/>
      <w:r>
        <w:t xml:space="preserve"> is 180 seconds</w:t>
      </w:r>
    </w:p>
    <w:p w14:paraId="61541537" w14:textId="77777777" w:rsidR="001C4EB1" w:rsidRDefault="001C4EB1" w:rsidP="001C4EB1">
      <w:pPr>
        <w:pStyle w:val="CMD"/>
      </w:pPr>
      <w:r>
        <w:t>Serial0/0/0 is administratively down, line protocol is down</w:t>
      </w:r>
    </w:p>
    <w:p w14:paraId="71BED614" w14:textId="77777777" w:rsidR="001C4EB1" w:rsidRDefault="001C4EB1" w:rsidP="001C4EB1">
      <w:pPr>
        <w:pStyle w:val="CMD"/>
      </w:pPr>
      <w:r>
        <w:t xml:space="preserve">  Encapsulation HDLC</w:t>
      </w:r>
    </w:p>
    <w:p w14:paraId="41279F6C" w14:textId="77777777" w:rsidR="001C4EB1" w:rsidRDefault="001C4EB1" w:rsidP="001C4EB1">
      <w:pPr>
        <w:pStyle w:val="CMD"/>
      </w:pPr>
      <w:r>
        <w:t xml:space="preserve">  Sending CDP packets every 60 seconds</w:t>
      </w:r>
    </w:p>
    <w:p w14:paraId="281BCA47" w14:textId="77777777" w:rsidR="001C4EB1" w:rsidRDefault="001C4EB1" w:rsidP="001C4EB1">
      <w:pPr>
        <w:pStyle w:val="CMD"/>
      </w:pPr>
      <w:r>
        <w:t xml:space="preserve">  </w:t>
      </w:r>
      <w:proofErr w:type="spellStart"/>
      <w:r>
        <w:t>Holdtime</w:t>
      </w:r>
      <w:proofErr w:type="spellEnd"/>
      <w:r>
        <w:t xml:space="preserve"> is 180 seconds</w:t>
      </w:r>
    </w:p>
    <w:p w14:paraId="4D2BC9AD" w14:textId="77777777" w:rsidR="001C4EB1" w:rsidRDefault="001C4EB1" w:rsidP="001C4EB1">
      <w:pPr>
        <w:pStyle w:val="CMD"/>
      </w:pPr>
    </w:p>
    <w:p w14:paraId="23E4E16B" w14:textId="77777777" w:rsidR="001C4EB1" w:rsidRDefault="001C4EB1" w:rsidP="001C4EB1">
      <w:pPr>
        <w:pStyle w:val="CMD"/>
      </w:pPr>
      <w:r>
        <w:t xml:space="preserve"> </w:t>
      </w:r>
      <w:proofErr w:type="spellStart"/>
      <w:r>
        <w:t>cdp</w:t>
      </w:r>
      <w:proofErr w:type="spellEnd"/>
      <w:r>
        <w:t xml:space="preserve"> enabled interfaces : 4</w:t>
      </w:r>
    </w:p>
    <w:p w14:paraId="1EA88B1B" w14:textId="77777777" w:rsidR="001C4EB1" w:rsidRDefault="001C4EB1" w:rsidP="001C4EB1">
      <w:pPr>
        <w:pStyle w:val="CMD"/>
      </w:pPr>
      <w:r>
        <w:t xml:space="preserve"> interfaces up          : 1</w:t>
      </w:r>
    </w:p>
    <w:p w14:paraId="51E40D59" w14:textId="42ED5E5B" w:rsidR="001C4EB1" w:rsidRDefault="001C4EB1" w:rsidP="001C4EB1">
      <w:pPr>
        <w:pStyle w:val="CMD"/>
      </w:pPr>
      <w:r>
        <w:t xml:space="preserve"> interfaces down        : 3</w:t>
      </w:r>
    </w:p>
    <w:p w14:paraId="53945F5D" w14:textId="7FB5D52A" w:rsidR="001C35FD" w:rsidRDefault="001C35FD" w:rsidP="001C4EB1">
      <w:pPr>
        <w:pStyle w:val="SubStepAlpha"/>
      </w:pPr>
      <w:r>
        <w:t xml:space="preserve">To disable CDP globally, issue the </w:t>
      </w:r>
      <w:r>
        <w:rPr>
          <w:b/>
        </w:rPr>
        <w:t xml:space="preserve">no </w:t>
      </w:r>
      <w:proofErr w:type="spellStart"/>
      <w:r>
        <w:rPr>
          <w:b/>
        </w:rPr>
        <w:t>cdp</w:t>
      </w:r>
      <w:proofErr w:type="spellEnd"/>
      <w:r>
        <w:rPr>
          <w:b/>
        </w:rPr>
        <w:t xml:space="preserve"> run </w:t>
      </w:r>
      <w:r>
        <w:t>command in the global configuration mode.</w:t>
      </w:r>
    </w:p>
    <w:p w14:paraId="1FAECE47" w14:textId="77777777" w:rsidR="001C35FD" w:rsidRDefault="001C35FD" w:rsidP="001C35FD">
      <w:pPr>
        <w:pStyle w:val="CMD"/>
      </w:pPr>
      <w:r>
        <w:t xml:space="preserve">Gateway# </w:t>
      </w:r>
      <w:proofErr w:type="spellStart"/>
      <w:r w:rsidRPr="001C35FD">
        <w:rPr>
          <w:b/>
        </w:rPr>
        <w:t>conf</w:t>
      </w:r>
      <w:proofErr w:type="spellEnd"/>
      <w:r w:rsidRPr="001C35FD">
        <w:rPr>
          <w:b/>
        </w:rPr>
        <w:t xml:space="preserve"> t</w:t>
      </w:r>
    </w:p>
    <w:p w14:paraId="09CBC200" w14:textId="77777777" w:rsidR="001C35FD" w:rsidRDefault="001C35FD" w:rsidP="001C35FD">
      <w:pPr>
        <w:pStyle w:val="CMD"/>
      </w:pPr>
      <w:r>
        <w:t>Gateway(</w:t>
      </w:r>
      <w:proofErr w:type="spellStart"/>
      <w:r>
        <w:t>config</w:t>
      </w:r>
      <w:proofErr w:type="spellEnd"/>
      <w:r>
        <w:t xml:space="preserve">)# </w:t>
      </w:r>
      <w:r w:rsidRPr="001C35FD">
        <w:rPr>
          <w:b/>
        </w:rPr>
        <w:t xml:space="preserve">no </w:t>
      </w:r>
      <w:proofErr w:type="spellStart"/>
      <w:r w:rsidRPr="001C35FD">
        <w:rPr>
          <w:b/>
        </w:rPr>
        <w:t>cdp</w:t>
      </w:r>
      <w:proofErr w:type="spellEnd"/>
      <w:r w:rsidRPr="001C35FD">
        <w:rPr>
          <w:b/>
        </w:rPr>
        <w:t xml:space="preserve"> run</w:t>
      </w:r>
    </w:p>
    <w:p w14:paraId="5315A05C" w14:textId="68DE3544" w:rsidR="001C35FD" w:rsidRPr="001C4EB1" w:rsidRDefault="001C35FD" w:rsidP="001C35FD">
      <w:pPr>
        <w:pStyle w:val="CMD"/>
      </w:pPr>
      <w:r>
        <w:t>Gateway(</w:t>
      </w:r>
      <w:proofErr w:type="spellStart"/>
      <w:r>
        <w:t>config</w:t>
      </w:r>
      <w:proofErr w:type="spellEnd"/>
      <w:r>
        <w:t xml:space="preserve">)# </w:t>
      </w:r>
      <w:r w:rsidRPr="001C35FD">
        <w:rPr>
          <w:b/>
        </w:rPr>
        <w:t>end</w:t>
      </w:r>
    </w:p>
    <w:p w14:paraId="1FB606E2" w14:textId="6EB01204" w:rsidR="00E64B06" w:rsidRDefault="001C35FD" w:rsidP="00354ACF">
      <w:pPr>
        <w:pStyle w:val="BodyTextL50"/>
        <w:keepNext/>
      </w:pPr>
      <w:r>
        <w:t>Which command(s) would you use to verify that CDP has been disabled?</w:t>
      </w:r>
    </w:p>
    <w:p w14:paraId="239E268C" w14:textId="0AC27124" w:rsidR="001C35FD" w:rsidRDefault="001C35FD" w:rsidP="001C35FD">
      <w:pPr>
        <w:pStyle w:val="BodyTextL50"/>
      </w:pPr>
      <w:r>
        <w:t>____________________________________________________________________________________</w:t>
      </w:r>
    </w:p>
    <w:p w14:paraId="47EC6B19" w14:textId="77777777" w:rsidR="00B766EF" w:rsidRDefault="001C35FD" w:rsidP="00354ACF">
      <w:pPr>
        <w:pStyle w:val="SubStepAlpha"/>
        <w:keepNext/>
      </w:pPr>
      <w:r>
        <w:t>Enable CDP globally on Gateway.</w:t>
      </w:r>
      <w:r w:rsidR="00B766EF">
        <w:t xml:space="preserve"> How many interfaces are CDP enabled? Which interfaces are CDP disabled?</w:t>
      </w:r>
    </w:p>
    <w:p w14:paraId="1C7CC9F1" w14:textId="77777777" w:rsidR="00B766EF" w:rsidRDefault="00B766EF" w:rsidP="00B766EF">
      <w:pPr>
        <w:pStyle w:val="BodyTextL50"/>
      </w:pPr>
      <w:r>
        <w:t>_________________________________________________________</w:t>
      </w:r>
      <w:r w:rsidR="001C35FD">
        <w:t>__</w:t>
      </w:r>
      <w:r>
        <w:t>_</w:t>
      </w:r>
      <w:r w:rsidR="001C35FD">
        <w:t>________________________</w:t>
      </w:r>
    </w:p>
    <w:p w14:paraId="2763CA88" w14:textId="3D77ADE9" w:rsidR="00562F6F" w:rsidRDefault="00562F6F" w:rsidP="00562F6F">
      <w:pPr>
        <w:pStyle w:val="SubStepAlpha"/>
      </w:pPr>
      <w:r>
        <w:t>Console into</w:t>
      </w:r>
      <w:r w:rsidR="002254D9">
        <w:t xml:space="preserve"> all</w:t>
      </w:r>
      <w:r>
        <w:t xml:space="preserve"> the switches and use the CDP commands to determine the Ethernet ports that connected to other devices. An ex</w:t>
      </w:r>
      <w:r w:rsidR="00E041EC">
        <w:t>ample of the CDP commands for S3</w:t>
      </w:r>
      <w:r>
        <w:t xml:space="preserve"> is displayed below.</w:t>
      </w:r>
    </w:p>
    <w:p w14:paraId="31B6C900" w14:textId="3B94C277" w:rsidR="00562F6F" w:rsidRDefault="00E041EC" w:rsidP="00562F6F">
      <w:pPr>
        <w:pStyle w:val="CMD"/>
      </w:pPr>
      <w:r>
        <w:t>S3</w:t>
      </w:r>
      <w:r w:rsidR="00562F6F">
        <w:t xml:space="preserve"># </w:t>
      </w:r>
      <w:r w:rsidR="00562F6F" w:rsidRPr="00562F6F">
        <w:rPr>
          <w:b/>
        </w:rPr>
        <w:t xml:space="preserve">show </w:t>
      </w:r>
      <w:proofErr w:type="spellStart"/>
      <w:r w:rsidR="00562F6F" w:rsidRPr="00562F6F">
        <w:rPr>
          <w:b/>
        </w:rPr>
        <w:t>cdp</w:t>
      </w:r>
      <w:proofErr w:type="spellEnd"/>
      <w:r w:rsidR="00562F6F" w:rsidRPr="00562F6F">
        <w:rPr>
          <w:b/>
        </w:rPr>
        <w:t xml:space="preserve"> neighbors</w:t>
      </w:r>
    </w:p>
    <w:p w14:paraId="7390CF7A" w14:textId="77777777" w:rsidR="00E041EC" w:rsidRDefault="00E041EC" w:rsidP="00E041EC">
      <w:pPr>
        <w:pStyle w:val="CMD"/>
      </w:pPr>
      <w:r>
        <w:t>Capability Codes: R - Router, T - Trans Bridge, B - Source Route Bridge</w:t>
      </w:r>
    </w:p>
    <w:p w14:paraId="15747FA6" w14:textId="77777777" w:rsidR="00E041EC" w:rsidRDefault="00E041EC" w:rsidP="00E041EC">
      <w:pPr>
        <w:pStyle w:val="CMD"/>
      </w:pPr>
      <w:r>
        <w:t xml:space="preserve">                  S - Switch, H - Host, I - IGMP, r - Repeater, P - Phone,</w:t>
      </w:r>
    </w:p>
    <w:p w14:paraId="3151AE64" w14:textId="77777777" w:rsidR="00E041EC" w:rsidRDefault="00E041EC" w:rsidP="00E041EC">
      <w:pPr>
        <w:pStyle w:val="CMD"/>
      </w:pPr>
      <w:r>
        <w:t xml:space="preserve">                  D - Remote, C - CVTA, M - Two-port Mac Relay</w:t>
      </w:r>
    </w:p>
    <w:p w14:paraId="259BF6D1" w14:textId="77777777" w:rsidR="00E041EC" w:rsidRDefault="00E041EC" w:rsidP="00E041EC">
      <w:pPr>
        <w:pStyle w:val="CMD"/>
      </w:pPr>
    </w:p>
    <w:p w14:paraId="6B586426" w14:textId="77777777" w:rsidR="00E041EC" w:rsidRDefault="00E041EC" w:rsidP="00E041EC">
      <w:pPr>
        <w:pStyle w:val="CMD"/>
      </w:pPr>
      <w:r>
        <w:lastRenderedPageBreak/>
        <w:t xml:space="preserve">Device ID        Local </w:t>
      </w:r>
      <w:proofErr w:type="spellStart"/>
      <w:r>
        <w:t>Intrfce</w:t>
      </w:r>
      <w:proofErr w:type="spellEnd"/>
      <w:r>
        <w:t xml:space="preserve">     </w:t>
      </w:r>
      <w:proofErr w:type="spellStart"/>
      <w:r>
        <w:t>Holdtme</w:t>
      </w:r>
      <w:proofErr w:type="spellEnd"/>
      <w:r>
        <w:t xml:space="preserve">    Capability  Platform  Port ID</w:t>
      </w:r>
    </w:p>
    <w:p w14:paraId="3906F6CC" w14:textId="77777777" w:rsidR="00E041EC" w:rsidRDefault="00E041EC" w:rsidP="00E041EC">
      <w:pPr>
        <w:pStyle w:val="CMD"/>
      </w:pPr>
      <w:r>
        <w:t xml:space="preserve">Gateway          </w:t>
      </w:r>
      <w:proofErr w:type="spellStart"/>
      <w:r>
        <w:t>Fas</w:t>
      </w:r>
      <w:proofErr w:type="spellEnd"/>
      <w:r>
        <w:t xml:space="preserve"> 0/5           143            R B S I CISCO1941 Gig 0/1</w:t>
      </w:r>
    </w:p>
    <w:p w14:paraId="5B36C6A6" w14:textId="77777777" w:rsidR="00E041EC" w:rsidRDefault="00E041EC" w:rsidP="00E041EC">
      <w:pPr>
        <w:pStyle w:val="CMD"/>
      </w:pPr>
      <w:r>
        <w:t xml:space="preserve">S2               </w:t>
      </w:r>
      <w:proofErr w:type="spellStart"/>
      <w:r>
        <w:t>Fas</w:t>
      </w:r>
      <w:proofErr w:type="spellEnd"/>
      <w:r>
        <w:t xml:space="preserve"> 0/2           173              S I   WS-C2960- </w:t>
      </w:r>
      <w:proofErr w:type="spellStart"/>
      <w:r>
        <w:t>Fas</w:t>
      </w:r>
      <w:proofErr w:type="spellEnd"/>
      <w:r>
        <w:t xml:space="preserve"> 0/4</w:t>
      </w:r>
    </w:p>
    <w:p w14:paraId="5E24507A" w14:textId="77777777" w:rsidR="00E041EC" w:rsidRDefault="00E041EC" w:rsidP="00E041EC">
      <w:pPr>
        <w:pStyle w:val="CMD"/>
      </w:pPr>
      <w:r>
        <w:t xml:space="preserve">S1               </w:t>
      </w:r>
      <w:proofErr w:type="spellStart"/>
      <w:r>
        <w:t>Fas</w:t>
      </w:r>
      <w:proofErr w:type="spellEnd"/>
      <w:r>
        <w:t xml:space="preserve"> 0/4           171              S I   WS-C2960- </w:t>
      </w:r>
      <w:proofErr w:type="spellStart"/>
      <w:r>
        <w:t>Fas</w:t>
      </w:r>
      <w:proofErr w:type="spellEnd"/>
      <w:r>
        <w:t xml:space="preserve"> 0/4</w:t>
      </w:r>
    </w:p>
    <w:p w14:paraId="431E95C0" w14:textId="36D4B5B2" w:rsidR="00884FC3" w:rsidRDefault="00884FC3" w:rsidP="00884FC3">
      <w:pPr>
        <w:pStyle w:val="PartHead"/>
      </w:pPr>
      <w:r>
        <w:t>Network Discovery with LLDP</w:t>
      </w:r>
    </w:p>
    <w:p w14:paraId="47B77884" w14:textId="498E4DE3" w:rsidR="00884FC3" w:rsidRDefault="00884FC3" w:rsidP="00884FC3">
      <w:pPr>
        <w:pStyle w:val="BodyTextL25"/>
      </w:pPr>
      <w:r>
        <w:t>On Cisco devices, LLD</w:t>
      </w:r>
      <w:r w:rsidR="002A47C9">
        <w:t>P</w:t>
      </w:r>
      <w:r>
        <w:t xml:space="preserve"> maybe enabled by default. You will use LLDP to discover the ports that </w:t>
      </w:r>
      <w:r w:rsidR="004C0FAD">
        <w:t xml:space="preserve">are </w:t>
      </w:r>
      <w:r>
        <w:t>currently connected.</w:t>
      </w:r>
    </w:p>
    <w:p w14:paraId="5D0549B8" w14:textId="2F268F84" w:rsidR="008F2374" w:rsidRDefault="008F2374" w:rsidP="00884FC3">
      <w:pPr>
        <w:pStyle w:val="SubStepAlpha"/>
      </w:pPr>
      <w:r>
        <w:t xml:space="preserve">On Gateway, enter the </w:t>
      </w:r>
      <w:r>
        <w:rPr>
          <w:b/>
        </w:rPr>
        <w:t xml:space="preserve">show </w:t>
      </w:r>
      <w:proofErr w:type="spellStart"/>
      <w:r>
        <w:rPr>
          <w:b/>
        </w:rPr>
        <w:t>lldp</w:t>
      </w:r>
      <w:proofErr w:type="spellEnd"/>
      <w:r>
        <w:rPr>
          <w:b/>
        </w:rPr>
        <w:t xml:space="preserve"> </w:t>
      </w:r>
      <w:r>
        <w:t>command in the privileged EXEC mode.</w:t>
      </w:r>
    </w:p>
    <w:p w14:paraId="3BF8CAE7" w14:textId="570EE692" w:rsidR="008F2374" w:rsidRDefault="008F2374" w:rsidP="008F2374">
      <w:pPr>
        <w:pStyle w:val="CMD"/>
      </w:pPr>
      <w:r>
        <w:t xml:space="preserve">Gateway# </w:t>
      </w:r>
      <w:r w:rsidRPr="008F2374">
        <w:rPr>
          <w:b/>
        </w:rPr>
        <w:t xml:space="preserve">show </w:t>
      </w:r>
      <w:proofErr w:type="spellStart"/>
      <w:r w:rsidRPr="008F2374">
        <w:rPr>
          <w:b/>
        </w:rPr>
        <w:t>lldp</w:t>
      </w:r>
      <w:proofErr w:type="spellEnd"/>
    </w:p>
    <w:p w14:paraId="5A25B695" w14:textId="528CCE4B" w:rsidR="008F2374" w:rsidRDefault="008F2374" w:rsidP="008F2374">
      <w:pPr>
        <w:pStyle w:val="CMD"/>
      </w:pPr>
      <w:r>
        <w:t>% LLDP is not enabled</w:t>
      </w:r>
    </w:p>
    <w:p w14:paraId="48AC1CB2" w14:textId="77777777" w:rsidR="008F2374" w:rsidRDefault="008F2374" w:rsidP="002254D9">
      <w:pPr>
        <w:pStyle w:val="BodyTextL50"/>
      </w:pPr>
      <w:r>
        <w:t xml:space="preserve">If LLDP is disabled, enter the </w:t>
      </w:r>
      <w:proofErr w:type="spellStart"/>
      <w:r>
        <w:rPr>
          <w:b/>
        </w:rPr>
        <w:t>lldp</w:t>
      </w:r>
      <w:proofErr w:type="spellEnd"/>
      <w:r>
        <w:rPr>
          <w:b/>
        </w:rPr>
        <w:t xml:space="preserve"> run </w:t>
      </w:r>
      <w:r>
        <w:t>command in the global configuration mode.</w:t>
      </w:r>
    </w:p>
    <w:p w14:paraId="57BE0C99" w14:textId="0AE6B85E" w:rsidR="008F2374" w:rsidRDefault="008F2374" w:rsidP="008F2374">
      <w:pPr>
        <w:pStyle w:val="CMD"/>
        <w:rPr>
          <w:b/>
        </w:rPr>
      </w:pPr>
      <w:proofErr w:type="gramStart"/>
      <w:r w:rsidRPr="008F2374">
        <w:t>Gateway(</w:t>
      </w:r>
      <w:proofErr w:type="spellStart"/>
      <w:proofErr w:type="gramEnd"/>
      <w:r w:rsidRPr="008F2374">
        <w:t>config</w:t>
      </w:r>
      <w:proofErr w:type="spellEnd"/>
      <w:r w:rsidRPr="008F2374">
        <w:t xml:space="preserve">)# </w:t>
      </w:r>
      <w:proofErr w:type="spellStart"/>
      <w:r w:rsidRPr="008F2374">
        <w:rPr>
          <w:b/>
        </w:rPr>
        <w:t>lldp</w:t>
      </w:r>
      <w:proofErr w:type="spellEnd"/>
      <w:r w:rsidRPr="008F2374">
        <w:rPr>
          <w:b/>
        </w:rPr>
        <w:t xml:space="preserve"> run</w:t>
      </w:r>
    </w:p>
    <w:p w14:paraId="2D342D62" w14:textId="45BDD21B" w:rsidR="008F2374" w:rsidRDefault="008F2374" w:rsidP="008F2374">
      <w:pPr>
        <w:pStyle w:val="SubStepAlpha"/>
      </w:pPr>
      <w:r>
        <w:t xml:space="preserve">Use the </w:t>
      </w:r>
      <w:r w:rsidRPr="005F4648">
        <w:rPr>
          <w:b/>
        </w:rPr>
        <w:t xml:space="preserve">show </w:t>
      </w:r>
      <w:proofErr w:type="spellStart"/>
      <w:r w:rsidRPr="005F4648">
        <w:rPr>
          <w:b/>
        </w:rPr>
        <w:t>lldp</w:t>
      </w:r>
      <w:proofErr w:type="spellEnd"/>
      <w:r>
        <w:t xml:space="preserve"> command to verify that LLDP is enabled on Gateway.</w:t>
      </w:r>
    </w:p>
    <w:p w14:paraId="4CF86204" w14:textId="06C3579B" w:rsidR="005F4648" w:rsidRPr="005F4648" w:rsidRDefault="005F4648" w:rsidP="005F4648">
      <w:pPr>
        <w:pStyle w:val="CMD"/>
        <w:rPr>
          <w:b/>
        </w:rPr>
      </w:pPr>
      <w:r>
        <w:t xml:space="preserve">Gateway# </w:t>
      </w:r>
      <w:r w:rsidRPr="005F4648">
        <w:rPr>
          <w:b/>
        </w:rPr>
        <w:t xml:space="preserve">show </w:t>
      </w:r>
      <w:proofErr w:type="spellStart"/>
      <w:r w:rsidRPr="005F4648">
        <w:rPr>
          <w:b/>
        </w:rPr>
        <w:t>lldp</w:t>
      </w:r>
      <w:proofErr w:type="spellEnd"/>
    </w:p>
    <w:p w14:paraId="6FD5099E" w14:textId="77777777" w:rsidR="005F4648" w:rsidRDefault="005F4648" w:rsidP="005F4648">
      <w:pPr>
        <w:pStyle w:val="CMD"/>
      </w:pPr>
    </w:p>
    <w:p w14:paraId="5ADEEE41" w14:textId="77777777" w:rsidR="005F4648" w:rsidRDefault="005F4648" w:rsidP="005F4648">
      <w:pPr>
        <w:pStyle w:val="CMD"/>
      </w:pPr>
      <w:r>
        <w:t>Global LLDP Information:</w:t>
      </w:r>
    </w:p>
    <w:p w14:paraId="35671732" w14:textId="77777777" w:rsidR="005F4648" w:rsidRDefault="005F4648" w:rsidP="005F4648">
      <w:pPr>
        <w:pStyle w:val="CMD"/>
      </w:pPr>
      <w:r>
        <w:t xml:space="preserve">    Status: ACTIVE</w:t>
      </w:r>
    </w:p>
    <w:p w14:paraId="4EF19C00" w14:textId="77777777" w:rsidR="005F4648" w:rsidRDefault="005F4648" w:rsidP="005F4648">
      <w:pPr>
        <w:pStyle w:val="CMD"/>
      </w:pPr>
      <w:r>
        <w:t xml:space="preserve">    LLDP advertisements are sent every 30 seconds</w:t>
      </w:r>
    </w:p>
    <w:p w14:paraId="25FA86BD" w14:textId="77777777" w:rsidR="005F4648" w:rsidRDefault="005F4648" w:rsidP="005F4648">
      <w:pPr>
        <w:pStyle w:val="CMD"/>
      </w:pPr>
      <w:r>
        <w:t xml:space="preserve">    LLDP hold time advertised is 120 seconds</w:t>
      </w:r>
    </w:p>
    <w:p w14:paraId="035D3001" w14:textId="170FD93A" w:rsidR="005F4648" w:rsidRDefault="005F4648" w:rsidP="005F4648">
      <w:pPr>
        <w:pStyle w:val="CMD"/>
      </w:pPr>
      <w:r>
        <w:t xml:space="preserve">    LLDP interface </w:t>
      </w:r>
      <w:proofErr w:type="spellStart"/>
      <w:r>
        <w:t>reinitialisation</w:t>
      </w:r>
      <w:proofErr w:type="spellEnd"/>
      <w:r>
        <w:t xml:space="preserve"> delay is 2 seconds</w:t>
      </w:r>
    </w:p>
    <w:p w14:paraId="346EF2EB" w14:textId="734ED02F" w:rsidR="00EB1201" w:rsidRDefault="00EB1201" w:rsidP="00354ACF">
      <w:pPr>
        <w:pStyle w:val="BodyTextL50"/>
        <w:keepNext/>
      </w:pPr>
      <w:r>
        <w:t xml:space="preserve">Issue the </w:t>
      </w:r>
      <w:r>
        <w:rPr>
          <w:b/>
        </w:rPr>
        <w:t xml:space="preserve">show </w:t>
      </w:r>
      <w:proofErr w:type="spellStart"/>
      <w:r>
        <w:rPr>
          <w:b/>
        </w:rPr>
        <w:t>lldp</w:t>
      </w:r>
      <w:proofErr w:type="spellEnd"/>
      <w:r>
        <w:rPr>
          <w:b/>
        </w:rPr>
        <w:t xml:space="preserve"> neigh</w:t>
      </w:r>
      <w:r w:rsidR="004C0FAD">
        <w:rPr>
          <w:b/>
        </w:rPr>
        <w:t>b</w:t>
      </w:r>
      <w:r>
        <w:rPr>
          <w:b/>
        </w:rPr>
        <w:t xml:space="preserve">ors </w:t>
      </w:r>
      <w:r>
        <w:t>command. Which devices are neighbors to Gateway?</w:t>
      </w:r>
    </w:p>
    <w:p w14:paraId="08ED1136" w14:textId="0DA05ECB" w:rsidR="00EB1201" w:rsidRDefault="00EB1201" w:rsidP="008F6927">
      <w:pPr>
        <w:pStyle w:val="BodyTextL50"/>
      </w:pPr>
      <w:r>
        <w:t>____________________________________________________________________________________</w:t>
      </w:r>
    </w:p>
    <w:p w14:paraId="49F1A4AA" w14:textId="3462D551" w:rsidR="008F6927" w:rsidRDefault="008F6927" w:rsidP="008F6927">
      <w:pPr>
        <w:pStyle w:val="SubStepAlpha"/>
      </w:pPr>
      <w:r>
        <w:t>If there are no LLDP neighbors for Gateway, enable LLDP on the switches</w:t>
      </w:r>
      <w:r w:rsidR="002254D9">
        <w:t xml:space="preserve"> and ISP</w:t>
      </w:r>
      <w:r>
        <w:t xml:space="preserve">. Issue </w:t>
      </w:r>
      <w:proofErr w:type="spellStart"/>
      <w:r>
        <w:rPr>
          <w:b/>
        </w:rPr>
        <w:t>lldp</w:t>
      </w:r>
      <w:proofErr w:type="spellEnd"/>
      <w:r>
        <w:rPr>
          <w:b/>
        </w:rPr>
        <w:t xml:space="preserve"> run </w:t>
      </w:r>
      <w:r>
        <w:t>in the global con</w:t>
      </w:r>
      <w:r w:rsidR="002254D9">
        <w:t>figuration mode on the devices.</w:t>
      </w:r>
    </w:p>
    <w:p w14:paraId="66F60162" w14:textId="692AC7B4" w:rsidR="008F6927" w:rsidRDefault="008F6927" w:rsidP="008F6927">
      <w:pPr>
        <w:pStyle w:val="CMD"/>
      </w:pPr>
      <w:proofErr w:type="gramStart"/>
      <w:r w:rsidRPr="008F6927">
        <w:t>S1(</w:t>
      </w:r>
      <w:proofErr w:type="spellStart"/>
      <w:proofErr w:type="gramEnd"/>
      <w:r w:rsidRPr="008F6927">
        <w:t>config</w:t>
      </w:r>
      <w:proofErr w:type="spellEnd"/>
      <w:r w:rsidRPr="008F6927">
        <w:t xml:space="preserve">)# </w:t>
      </w:r>
      <w:proofErr w:type="spellStart"/>
      <w:r w:rsidRPr="008F6927">
        <w:rPr>
          <w:b/>
        </w:rPr>
        <w:t>lldp</w:t>
      </w:r>
      <w:proofErr w:type="spellEnd"/>
      <w:r w:rsidRPr="008F6927">
        <w:rPr>
          <w:b/>
        </w:rPr>
        <w:t xml:space="preserve"> run</w:t>
      </w:r>
    </w:p>
    <w:p w14:paraId="5790D055" w14:textId="7FA01E9E" w:rsidR="008F6927" w:rsidRDefault="008F6927" w:rsidP="008F6927">
      <w:pPr>
        <w:pStyle w:val="CMD"/>
      </w:pPr>
      <w:proofErr w:type="gramStart"/>
      <w:r>
        <w:t>S2</w:t>
      </w:r>
      <w:r w:rsidRPr="008F6927">
        <w:t>(</w:t>
      </w:r>
      <w:proofErr w:type="spellStart"/>
      <w:proofErr w:type="gramEnd"/>
      <w:r w:rsidRPr="008F6927">
        <w:t>config</w:t>
      </w:r>
      <w:proofErr w:type="spellEnd"/>
      <w:r w:rsidRPr="008F6927">
        <w:t xml:space="preserve">)# </w:t>
      </w:r>
      <w:proofErr w:type="spellStart"/>
      <w:r w:rsidRPr="008F6927">
        <w:rPr>
          <w:b/>
        </w:rPr>
        <w:t>lldp</w:t>
      </w:r>
      <w:proofErr w:type="spellEnd"/>
      <w:r w:rsidRPr="008F6927">
        <w:rPr>
          <w:b/>
        </w:rPr>
        <w:t xml:space="preserve"> run</w:t>
      </w:r>
    </w:p>
    <w:p w14:paraId="7A5EA00C" w14:textId="36FC6184" w:rsidR="008F6927" w:rsidRDefault="008F6927" w:rsidP="008F6927">
      <w:pPr>
        <w:pStyle w:val="CMD"/>
        <w:rPr>
          <w:b/>
        </w:rPr>
      </w:pPr>
      <w:proofErr w:type="gramStart"/>
      <w:r>
        <w:t>S3</w:t>
      </w:r>
      <w:r w:rsidRPr="008F6927">
        <w:t>(</w:t>
      </w:r>
      <w:proofErr w:type="spellStart"/>
      <w:proofErr w:type="gramEnd"/>
      <w:r w:rsidRPr="008F6927">
        <w:t>config</w:t>
      </w:r>
      <w:proofErr w:type="spellEnd"/>
      <w:r w:rsidRPr="008F6927">
        <w:t xml:space="preserve">)# </w:t>
      </w:r>
      <w:proofErr w:type="spellStart"/>
      <w:r w:rsidRPr="008F6927">
        <w:rPr>
          <w:b/>
        </w:rPr>
        <w:t>lldp</w:t>
      </w:r>
      <w:proofErr w:type="spellEnd"/>
      <w:r w:rsidRPr="008F6927">
        <w:rPr>
          <w:b/>
        </w:rPr>
        <w:t xml:space="preserve"> run</w:t>
      </w:r>
    </w:p>
    <w:p w14:paraId="5FD12246" w14:textId="3E681247" w:rsidR="00CB2C01" w:rsidRDefault="00CB2C01" w:rsidP="008F6927">
      <w:pPr>
        <w:pStyle w:val="CMD"/>
        <w:rPr>
          <w:b/>
        </w:rPr>
      </w:pPr>
      <w:proofErr w:type="gramStart"/>
      <w:r>
        <w:t>ISP(</w:t>
      </w:r>
      <w:proofErr w:type="spellStart"/>
      <w:proofErr w:type="gramEnd"/>
      <w:r>
        <w:t>config</w:t>
      </w:r>
      <w:proofErr w:type="spellEnd"/>
      <w:r>
        <w:t xml:space="preserve">)# </w:t>
      </w:r>
      <w:proofErr w:type="spellStart"/>
      <w:r>
        <w:rPr>
          <w:b/>
        </w:rPr>
        <w:t>lldp</w:t>
      </w:r>
      <w:proofErr w:type="spellEnd"/>
      <w:r>
        <w:rPr>
          <w:b/>
        </w:rPr>
        <w:t xml:space="preserve"> run</w:t>
      </w:r>
    </w:p>
    <w:p w14:paraId="667F196A" w14:textId="7DCFED97" w:rsidR="00EB1201" w:rsidRDefault="00971E61" w:rsidP="00884FC3">
      <w:pPr>
        <w:pStyle w:val="SubStepAlpha"/>
      </w:pPr>
      <w:r>
        <w:t xml:space="preserve">Issue the </w:t>
      </w:r>
      <w:r>
        <w:rPr>
          <w:b/>
        </w:rPr>
        <w:t xml:space="preserve">show </w:t>
      </w:r>
      <w:proofErr w:type="spellStart"/>
      <w:r>
        <w:rPr>
          <w:b/>
        </w:rPr>
        <w:t>lldp</w:t>
      </w:r>
      <w:proofErr w:type="spellEnd"/>
      <w:r>
        <w:rPr>
          <w:b/>
        </w:rPr>
        <w:t xml:space="preserve"> neighbors</w:t>
      </w:r>
      <w:r>
        <w:t xml:space="preserve"> command on the switches and router to list the LLDP enabled ports. The output for Gateway is shown below.</w:t>
      </w:r>
    </w:p>
    <w:p w14:paraId="434BF3B2" w14:textId="77777777" w:rsidR="00971E61" w:rsidRPr="00971E61" w:rsidRDefault="00971E61" w:rsidP="00971E61">
      <w:pPr>
        <w:pStyle w:val="CMD"/>
        <w:rPr>
          <w:b/>
        </w:rPr>
      </w:pPr>
      <w:r>
        <w:t xml:space="preserve">Gateway# </w:t>
      </w:r>
      <w:r w:rsidRPr="00971E61">
        <w:rPr>
          <w:b/>
        </w:rPr>
        <w:t xml:space="preserve">show </w:t>
      </w:r>
      <w:proofErr w:type="spellStart"/>
      <w:r w:rsidRPr="00971E61">
        <w:rPr>
          <w:b/>
        </w:rPr>
        <w:t>lldp</w:t>
      </w:r>
      <w:proofErr w:type="spellEnd"/>
      <w:r w:rsidRPr="00971E61">
        <w:rPr>
          <w:b/>
        </w:rPr>
        <w:t xml:space="preserve"> neighbors</w:t>
      </w:r>
    </w:p>
    <w:p w14:paraId="53D0BFCA" w14:textId="77777777" w:rsidR="00971E61" w:rsidRDefault="00971E61" w:rsidP="00971E61">
      <w:pPr>
        <w:pStyle w:val="CMD"/>
      </w:pPr>
      <w:r>
        <w:t>Capability codes:</w:t>
      </w:r>
    </w:p>
    <w:p w14:paraId="0A5A9735" w14:textId="77777777" w:rsidR="00971E61" w:rsidRDefault="00971E61" w:rsidP="00971E61">
      <w:pPr>
        <w:pStyle w:val="CMD"/>
      </w:pPr>
      <w:r>
        <w:t xml:space="preserve">    (R) Router, (B) Bridge, (T) Telephone, (C) DOCSIS Cable Device</w:t>
      </w:r>
    </w:p>
    <w:p w14:paraId="5067722B" w14:textId="77777777" w:rsidR="00971E61" w:rsidRDefault="00971E61" w:rsidP="00971E61">
      <w:pPr>
        <w:pStyle w:val="CMD"/>
      </w:pPr>
      <w:r>
        <w:t xml:space="preserve">    (W) WLAN Access Point, (P) Repeater, (S) Station, (O) Other</w:t>
      </w:r>
    </w:p>
    <w:p w14:paraId="2B93B204" w14:textId="77777777" w:rsidR="00971E61" w:rsidRDefault="00971E61" w:rsidP="00971E61">
      <w:pPr>
        <w:pStyle w:val="CMD"/>
      </w:pPr>
    </w:p>
    <w:p w14:paraId="5C21077D" w14:textId="77777777" w:rsidR="00971E61" w:rsidRDefault="00971E61" w:rsidP="00971E61">
      <w:pPr>
        <w:pStyle w:val="CMD"/>
      </w:pPr>
      <w:r>
        <w:t xml:space="preserve">Device ID           Local </w:t>
      </w:r>
      <w:proofErr w:type="spellStart"/>
      <w:r>
        <w:t>Intf</w:t>
      </w:r>
      <w:proofErr w:type="spellEnd"/>
      <w:r>
        <w:t xml:space="preserve">     Hold-</w:t>
      </w:r>
      <w:proofErr w:type="gramStart"/>
      <w:r>
        <w:t>time  Capability</w:t>
      </w:r>
      <w:proofErr w:type="gramEnd"/>
      <w:r>
        <w:t xml:space="preserve">      Port ID</w:t>
      </w:r>
    </w:p>
    <w:p w14:paraId="7A291D8C" w14:textId="77777777" w:rsidR="00971E61" w:rsidRDefault="00971E61" w:rsidP="00971E61">
      <w:pPr>
        <w:pStyle w:val="CMD"/>
      </w:pPr>
      <w:r>
        <w:t>S3                  Gi0/1          120        B               Fa0/5</w:t>
      </w:r>
    </w:p>
    <w:p w14:paraId="165F8D95" w14:textId="77777777" w:rsidR="00971E61" w:rsidRDefault="00971E61" w:rsidP="00971E61">
      <w:pPr>
        <w:pStyle w:val="CMD"/>
      </w:pPr>
    </w:p>
    <w:p w14:paraId="639FD982" w14:textId="6AC73B35" w:rsidR="00971E61" w:rsidRDefault="00971E61" w:rsidP="00971E61">
      <w:pPr>
        <w:pStyle w:val="CMD"/>
      </w:pPr>
      <w:r>
        <w:t>Total entries displayed: 1</w:t>
      </w:r>
    </w:p>
    <w:p w14:paraId="7837554A" w14:textId="518916B8" w:rsidR="00971E61" w:rsidRPr="00971E61" w:rsidRDefault="00971E61" w:rsidP="00971E61">
      <w:pPr>
        <w:pStyle w:val="SubStepAlpha"/>
      </w:pPr>
      <w:r>
        <w:t xml:space="preserve">Issue the </w:t>
      </w:r>
      <w:r>
        <w:rPr>
          <w:b/>
        </w:rPr>
        <w:t xml:space="preserve">show </w:t>
      </w:r>
      <w:proofErr w:type="spellStart"/>
      <w:r>
        <w:rPr>
          <w:b/>
        </w:rPr>
        <w:t>lldp</w:t>
      </w:r>
      <w:proofErr w:type="spellEnd"/>
      <w:r>
        <w:rPr>
          <w:b/>
        </w:rPr>
        <w:t xml:space="preserve"> neighbors detail </w:t>
      </w:r>
      <w:r>
        <w:t>command on Gateway.</w:t>
      </w:r>
    </w:p>
    <w:p w14:paraId="6C4EE926" w14:textId="77777777" w:rsidR="00971E61" w:rsidRPr="00971E61" w:rsidRDefault="00971E61" w:rsidP="00971E61">
      <w:pPr>
        <w:pStyle w:val="CMD"/>
        <w:rPr>
          <w:b/>
        </w:rPr>
      </w:pPr>
      <w:r>
        <w:t xml:space="preserve">Gateway# </w:t>
      </w:r>
      <w:r w:rsidRPr="00971E61">
        <w:rPr>
          <w:b/>
        </w:rPr>
        <w:t xml:space="preserve">show </w:t>
      </w:r>
      <w:proofErr w:type="spellStart"/>
      <w:r w:rsidRPr="00971E61">
        <w:rPr>
          <w:b/>
        </w:rPr>
        <w:t>lldp</w:t>
      </w:r>
      <w:proofErr w:type="spellEnd"/>
      <w:r w:rsidRPr="00971E61">
        <w:rPr>
          <w:b/>
        </w:rPr>
        <w:t xml:space="preserve"> neighbors detail</w:t>
      </w:r>
    </w:p>
    <w:p w14:paraId="3E94C17C" w14:textId="77777777" w:rsidR="00546F35" w:rsidRDefault="00546F35" w:rsidP="00546F35">
      <w:pPr>
        <w:pStyle w:val="CMD"/>
      </w:pPr>
      <w:r>
        <w:lastRenderedPageBreak/>
        <w:t>------------------------------------------------</w:t>
      </w:r>
    </w:p>
    <w:p w14:paraId="6BCF94CD" w14:textId="77777777" w:rsidR="00546F35" w:rsidRDefault="00546F35" w:rsidP="00546F35">
      <w:pPr>
        <w:pStyle w:val="CMD"/>
      </w:pPr>
      <w:r>
        <w:t xml:space="preserve">Local </w:t>
      </w:r>
      <w:proofErr w:type="spellStart"/>
      <w:r>
        <w:t>Intf</w:t>
      </w:r>
      <w:proofErr w:type="spellEnd"/>
      <w:r>
        <w:t>: Gi0/1</w:t>
      </w:r>
    </w:p>
    <w:p w14:paraId="158C65C0" w14:textId="77777777" w:rsidR="00546F35" w:rsidRDefault="00546F35" w:rsidP="00546F35">
      <w:pPr>
        <w:pStyle w:val="CMD"/>
      </w:pPr>
      <w:r>
        <w:t>Chassis id: 0cd9.96e8.7400</w:t>
      </w:r>
    </w:p>
    <w:p w14:paraId="4628322B" w14:textId="77777777" w:rsidR="00546F35" w:rsidRDefault="00546F35" w:rsidP="00546F35">
      <w:pPr>
        <w:pStyle w:val="CMD"/>
      </w:pPr>
      <w:r>
        <w:t>Port id: Fa0/5</w:t>
      </w:r>
    </w:p>
    <w:p w14:paraId="0F197709" w14:textId="77777777" w:rsidR="00546F35" w:rsidRDefault="00546F35" w:rsidP="00546F35">
      <w:pPr>
        <w:pStyle w:val="CMD"/>
      </w:pPr>
      <w:r>
        <w:t>Port Description: FastEthernet0/5</w:t>
      </w:r>
    </w:p>
    <w:p w14:paraId="5EF85ED2" w14:textId="77777777" w:rsidR="00546F35" w:rsidRDefault="00546F35" w:rsidP="00546F35">
      <w:pPr>
        <w:pStyle w:val="CMD"/>
      </w:pPr>
      <w:r>
        <w:t>System Name: S3</w:t>
      </w:r>
    </w:p>
    <w:p w14:paraId="795A9439" w14:textId="77777777" w:rsidR="00546F35" w:rsidRDefault="00546F35" w:rsidP="00546F35">
      <w:pPr>
        <w:pStyle w:val="CMD"/>
      </w:pPr>
    </w:p>
    <w:p w14:paraId="22F54B2A" w14:textId="77777777" w:rsidR="00546F35" w:rsidRDefault="00546F35" w:rsidP="00546F35">
      <w:pPr>
        <w:pStyle w:val="CMD"/>
      </w:pPr>
      <w:r>
        <w:t>System Description:</w:t>
      </w:r>
    </w:p>
    <w:p w14:paraId="375158DC" w14:textId="77777777" w:rsidR="00546F35" w:rsidRDefault="00546F35" w:rsidP="00546F35">
      <w:pPr>
        <w:pStyle w:val="CMD"/>
      </w:pPr>
      <w:r>
        <w:t>Cisco IOS Software, C2960 Software (C2960-LANBASEK9-M), Version 15.0(2</w:t>
      </w:r>
      <w:proofErr w:type="gramStart"/>
      <w:r>
        <w:t>)SE7</w:t>
      </w:r>
      <w:proofErr w:type="gramEnd"/>
      <w:r>
        <w:t>, RELEASE SOFTWARE (fc1)</w:t>
      </w:r>
    </w:p>
    <w:p w14:paraId="46CAB827" w14:textId="77777777" w:rsidR="00546F35" w:rsidRDefault="00546F35" w:rsidP="00546F35">
      <w:pPr>
        <w:pStyle w:val="CMD"/>
      </w:pPr>
      <w:r>
        <w:t>Technical Support: http://www.cisco.com/techsupport</w:t>
      </w:r>
    </w:p>
    <w:p w14:paraId="6A078DE7" w14:textId="77777777" w:rsidR="00546F35" w:rsidRDefault="00546F35" w:rsidP="00546F35">
      <w:pPr>
        <w:pStyle w:val="CMD"/>
      </w:pPr>
      <w:r>
        <w:t>Copyright (c) 1986-2014 by Cisco Systems, Inc.</w:t>
      </w:r>
    </w:p>
    <w:p w14:paraId="3EDBB9AD" w14:textId="77777777" w:rsidR="00546F35" w:rsidRDefault="00546F35" w:rsidP="00546F35">
      <w:pPr>
        <w:pStyle w:val="CMD"/>
      </w:pPr>
      <w:r>
        <w:t xml:space="preserve">Compiled Thu 23-Oct-14 14:49 by </w:t>
      </w:r>
      <w:proofErr w:type="spellStart"/>
      <w:r>
        <w:t>prod_rel_team</w:t>
      </w:r>
      <w:proofErr w:type="spellEnd"/>
    </w:p>
    <w:p w14:paraId="0E6EE4C3" w14:textId="77777777" w:rsidR="00546F35" w:rsidRDefault="00546F35" w:rsidP="00546F35">
      <w:pPr>
        <w:pStyle w:val="CMD"/>
      </w:pPr>
    </w:p>
    <w:p w14:paraId="4F4AC82F" w14:textId="77777777" w:rsidR="00546F35" w:rsidRDefault="00546F35" w:rsidP="00546F35">
      <w:pPr>
        <w:pStyle w:val="CMD"/>
      </w:pPr>
      <w:r>
        <w:t>Time remaining: 103 seconds</w:t>
      </w:r>
    </w:p>
    <w:p w14:paraId="02EE8786" w14:textId="77777777" w:rsidR="00546F35" w:rsidRDefault="00546F35" w:rsidP="00546F35">
      <w:pPr>
        <w:pStyle w:val="CMD"/>
      </w:pPr>
      <w:r>
        <w:t>System Capabilities: B</w:t>
      </w:r>
    </w:p>
    <w:p w14:paraId="13D1C7FE" w14:textId="77777777" w:rsidR="00546F35" w:rsidRDefault="00546F35" w:rsidP="00546F35">
      <w:pPr>
        <w:pStyle w:val="CMD"/>
      </w:pPr>
      <w:r>
        <w:t>Enabled Capabilities: B</w:t>
      </w:r>
    </w:p>
    <w:p w14:paraId="71F22A79" w14:textId="77777777" w:rsidR="00546F35" w:rsidRDefault="00546F35" w:rsidP="00546F35">
      <w:pPr>
        <w:pStyle w:val="CMD"/>
      </w:pPr>
      <w:r>
        <w:t>Management Addresses:</w:t>
      </w:r>
    </w:p>
    <w:p w14:paraId="72545492" w14:textId="77777777" w:rsidR="00546F35" w:rsidRDefault="00546F35" w:rsidP="00546F35">
      <w:pPr>
        <w:pStyle w:val="CMD"/>
      </w:pPr>
      <w:r>
        <w:t xml:space="preserve">    IP: 192.168.1.3</w:t>
      </w:r>
    </w:p>
    <w:p w14:paraId="283D658B" w14:textId="77777777" w:rsidR="00546F35" w:rsidRDefault="00546F35" w:rsidP="00546F35">
      <w:pPr>
        <w:pStyle w:val="CMD"/>
      </w:pPr>
      <w:r>
        <w:t>Auto Negotiation - supported, enabled</w:t>
      </w:r>
    </w:p>
    <w:p w14:paraId="566D4CC0" w14:textId="77777777" w:rsidR="00546F35" w:rsidRDefault="00546F35" w:rsidP="00546F35">
      <w:pPr>
        <w:pStyle w:val="CMD"/>
      </w:pPr>
      <w:r>
        <w:t>Physical media capabilities:</w:t>
      </w:r>
    </w:p>
    <w:p w14:paraId="3A2657FD" w14:textId="77777777" w:rsidR="00546F35" w:rsidRDefault="00546F35" w:rsidP="00546F35">
      <w:pPr>
        <w:pStyle w:val="CMD"/>
      </w:pPr>
      <w:r>
        <w:t xml:space="preserve">    100base-</w:t>
      </w:r>
      <w:proofErr w:type="gramStart"/>
      <w:r>
        <w:t>TX(</w:t>
      </w:r>
      <w:proofErr w:type="gramEnd"/>
      <w:r>
        <w:t>FD)</w:t>
      </w:r>
    </w:p>
    <w:p w14:paraId="6C0A5083" w14:textId="77777777" w:rsidR="00546F35" w:rsidRDefault="00546F35" w:rsidP="00546F35">
      <w:pPr>
        <w:pStyle w:val="CMD"/>
      </w:pPr>
      <w:r>
        <w:t xml:space="preserve">    100base-</w:t>
      </w:r>
      <w:proofErr w:type="gramStart"/>
      <w:r>
        <w:t>TX(</w:t>
      </w:r>
      <w:proofErr w:type="gramEnd"/>
      <w:r>
        <w:t>HD)</w:t>
      </w:r>
    </w:p>
    <w:p w14:paraId="62BF95FE" w14:textId="77777777" w:rsidR="00546F35" w:rsidRDefault="00546F35" w:rsidP="00546F35">
      <w:pPr>
        <w:pStyle w:val="CMD"/>
      </w:pPr>
      <w:r>
        <w:t xml:space="preserve">    10base-</w:t>
      </w:r>
      <w:proofErr w:type="gramStart"/>
      <w:r>
        <w:t>T(</w:t>
      </w:r>
      <w:proofErr w:type="gramEnd"/>
      <w:r>
        <w:t>FD)</w:t>
      </w:r>
    </w:p>
    <w:p w14:paraId="6AEA1A65" w14:textId="77777777" w:rsidR="00546F35" w:rsidRDefault="00546F35" w:rsidP="00546F35">
      <w:pPr>
        <w:pStyle w:val="CMD"/>
      </w:pPr>
      <w:r>
        <w:t xml:space="preserve">    10base-</w:t>
      </w:r>
      <w:proofErr w:type="gramStart"/>
      <w:r>
        <w:t>T(</w:t>
      </w:r>
      <w:proofErr w:type="gramEnd"/>
      <w:r>
        <w:t>HD)</w:t>
      </w:r>
    </w:p>
    <w:p w14:paraId="32038ED3" w14:textId="77777777" w:rsidR="00546F35" w:rsidRDefault="00546F35" w:rsidP="00546F35">
      <w:pPr>
        <w:pStyle w:val="CMD"/>
      </w:pPr>
      <w:r>
        <w:t>Media Attachment Unit type: 16</w:t>
      </w:r>
    </w:p>
    <w:p w14:paraId="4D8B117D" w14:textId="77777777" w:rsidR="00546F35" w:rsidRDefault="00546F35" w:rsidP="00546F35">
      <w:pPr>
        <w:pStyle w:val="CMD"/>
      </w:pPr>
      <w:proofErr w:type="spellStart"/>
      <w:r>
        <w:t>Vlan</w:t>
      </w:r>
      <w:proofErr w:type="spellEnd"/>
      <w:r>
        <w:t xml:space="preserve"> ID: 1</w:t>
      </w:r>
    </w:p>
    <w:p w14:paraId="6B2AC445" w14:textId="77777777" w:rsidR="00546F35" w:rsidRDefault="00546F35" w:rsidP="00546F35">
      <w:pPr>
        <w:pStyle w:val="CMD"/>
      </w:pPr>
    </w:p>
    <w:p w14:paraId="62B87F6E" w14:textId="77777777" w:rsidR="00546F35" w:rsidRDefault="00546F35" w:rsidP="00546F35">
      <w:pPr>
        <w:pStyle w:val="CMD"/>
      </w:pPr>
    </w:p>
    <w:p w14:paraId="30F884EA" w14:textId="5AFD7C3F" w:rsidR="00546F35" w:rsidRDefault="00546F35" w:rsidP="00546F35">
      <w:pPr>
        <w:pStyle w:val="CMD"/>
      </w:pPr>
      <w:r>
        <w:t>Total entries displayed: 1</w:t>
      </w:r>
    </w:p>
    <w:p w14:paraId="49945C32" w14:textId="77777777" w:rsidR="00546F35" w:rsidRDefault="00546F35" w:rsidP="00546F35">
      <w:pPr>
        <w:pStyle w:val="CMD"/>
      </w:pPr>
    </w:p>
    <w:p w14:paraId="34CB51CF" w14:textId="3C3B5402" w:rsidR="00971E61" w:rsidRDefault="00624E75" w:rsidP="00562AFE">
      <w:pPr>
        <w:pStyle w:val="BodyTextL50"/>
        <w:keepNext/>
      </w:pPr>
      <w:r>
        <w:t>What port is used on S3 to connect to the Gateway router?</w:t>
      </w:r>
    </w:p>
    <w:p w14:paraId="66E95B1F" w14:textId="73970E46" w:rsidR="00F7026E" w:rsidRDefault="00F7026E" w:rsidP="00F7026E">
      <w:pPr>
        <w:pStyle w:val="BodyTextL50"/>
      </w:pPr>
      <w:r>
        <w:t>____________________________________________________________________________________</w:t>
      </w:r>
    </w:p>
    <w:p w14:paraId="5A524923" w14:textId="6148F0DD" w:rsidR="00F7026E" w:rsidRDefault="00DB6EEA" w:rsidP="00DB6EEA">
      <w:pPr>
        <w:pStyle w:val="SubStepAlpha"/>
      </w:pPr>
      <w:r>
        <w:t xml:space="preserve">Use the </w:t>
      </w:r>
      <w:r>
        <w:rPr>
          <w:b/>
        </w:rPr>
        <w:t xml:space="preserve">show </w:t>
      </w:r>
      <w:r>
        <w:t>command output</w:t>
      </w:r>
      <w:r w:rsidR="00282801">
        <w:t>s</w:t>
      </w:r>
      <w:r>
        <w:t xml:space="preserve"> from CDP and LLDP to document the connected ports in the network topology.</w:t>
      </w:r>
    </w:p>
    <w:p w14:paraId="7BDD4117" w14:textId="02192733" w:rsidR="00282801" w:rsidRDefault="00354ACF" w:rsidP="00282801">
      <w:pPr>
        <w:pStyle w:val="Visual"/>
      </w:pPr>
      <w:r>
        <w:rPr>
          <w:noProof/>
        </w:rPr>
        <w:lastRenderedPageBreak/>
        <w:drawing>
          <wp:inline distT="0" distB="0" distL="0" distR="0" wp14:anchorId="1C44C38B" wp14:editId="0BBC5543">
            <wp:extent cx="6584315" cy="344424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84315" cy="3444240"/>
                    </a:xfrm>
                    <a:prstGeom prst="rect">
                      <a:avLst/>
                    </a:prstGeom>
                    <a:noFill/>
                  </pic:spPr>
                </pic:pic>
              </a:graphicData>
            </a:graphic>
          </wp:inline>
        </w:drawing>
      </w:r>
    </w:p>
    <w:p w14:paraId="1C5E30A9" w14:textId="3D06B205" w:rsidR="00354ACF" w:rsidRDefault="00354ACF" w:rsidP="00354ACF">
      <w:pPr>
        <w:pStyle w:val="LabSection"/>
      </w:pPr>
      <w:r>
        <w:t>Reflection</w:t>
      </w:r>
    </w:p>
    <w:p w14:paraId="647D7BE3" w14:textId="31D0F0DB" w:rsidR="00354ACF" w:rsidRDefault="00354ACF" w:rsidP="00562AFE">
      <w:pPr>
        <w:pStyle w:val="BodyTextL25"/>
        <w:keepNext/>
      </w:pPr>
      <w:r>
        <w:t xml:space="preserve">Within a network, </w:t>
      </w:r>
      <w:r w:rsidR="001012AB">
        <w:t xml:space="preserve">on which interfaces should </w:t>
      </w:r>
      <w:r w:rsidR="004C0FAD">
        <w:t xml:space="preserve">you </w:t>
      </w:r>
      <w:r w:rsidR="001012AB">
        <w:t xml:space="preserve">not use </w:t>
      </w:r>
      <w:r>
        <w:t>discovery protocols? Explain.</w:t>
      </w:r>
    </w:p>
    <w:p w14:paraId="6E59406D" w14:textId="77777777" w:rsidR="00354ACF" w:rsidRDefault="00354ACF" w:rsidP="001012AB">
      <w:pPr>
        <w:pStyle w:val="BodyTextL25"/>
      </w:pPr>
      <w:r>
        <w:t>_______________________________________________________________________________________</w:t>
      </w:r>
    </w:p>
    <w:p w14:paraId="4A0BC7EC" w14:textId="77777777" w:rsidR="00354ACF" w:rsidRDefault="00354ACF" w:rsidP="001012AB">
      <w:pPr>
        <w:pStyle w:val="BodyTextL25"/>
      </w:pPr>
      <w:r>
        <w:t>_______________________________________________________________________________________</w:t>
      </w:r>
    </w:p>
    <w:p w14:paraId="5FF3E5A1" w14:textId="77777777" w:rsidR="00354ACF" w:rsidRDefault="00354ACF" w:rsidP="001012AB">
      <w:pPr>
        <w:pStyle w:val="BodyTextL25"/>
      </w:pPr>
      <w:r>
        <w:t>_______________________________________________________________________________________</w:t>
      </w:r>
    </w:p>
    <w:p w14:paraId="2ABD4AA6" w14:textId="77777777" w:rsidR="00354ACF" w:rsidRDefault="00354ACF" w:rsidP="001012AB">
      <w:pPr>
        <w:pStyle w:val="BodyTextL25"/>
      </w:pPr>
      <w:r>
        <w:t>_______________________________________________________________________________________</w:t>
      </w:r>
    </w:p>
    <w:p w14:paraId="5FFE32C9" w14:textId="027EC951" w:rsidR="00013C67" w:rsidRDefault="00013C67" w:rsidP="001012AB">
      <w:pPr>
        <w:pStyle w:val="LabSection"/>
      </w:pPr>
      <w:r>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013C67" w14:paraId="35FE96B8" w14:textId="77777777" w:rsidTr="00013C67">
        <w:trPr>
          <w:cantSplit/>
          <w:jc w:val="center"/>
        </w:trPr>
        <w:tc>
          <w:tcPr>
            <w:tcW w:w="10260" w:type="dxa"/>
            <w:gridSpan w:val="5"/>
            <w:tcBorders>
              <w:top w:val="single" w:sz="2" w:space="0" w:color="auto"/>
              <w:left w:val="single" w:sz="2" w:space="0" w:color="auto"/>
              <w:bottom w:val="single" w:sz="2" w:space="0" w:color="auto"/>
              <w:right w:val="single" w:sz="2" w:space="0" w:color="auto"/>
            </w:tcBorders>
            <w:shd w:val="clear" w:color="auto" w:fill="DBE5F1"/>
            <w:vAlign w:val="bottom"/>
            <w:hideMark/>
          </w:tcPr>
          <w:p w14:paraId="35EF3CDC" w14:textId="77777777" w:rsidR="00013C67" w:rsidRDefault="00013C67">
            <w:pPr>
              <w:pStyle w:val="TableHeading"/>
            </w:pPr>
            <w:r>
              <w:t>Router Interface Summary</w:t>
            </w:r>
          </w:p>
        </w:tc>
      </w:tr>
      <w:tr w:rsidR="00013C67" w14:paraId="39004E34"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02E8DFAC" w14:textId="77777777" w:rsidR="00013C67" w:rsidRDefault="00013C67">
            <w:pPr>
              <w:pStyle w:val="TableHeading"/>
            </w:pPr>
            <w:r>
              <w:t>Router Model</w:t>
            </w:r>
          </w:p>
        </w:tc>
        <w:tc>
          <w:tcPr>
            <w:tcW w:w="2250" w:type="dxa"/>
            <w:tcBorders>
              <w:top w:val="single" w:sz="2" w:space="0" w:color="auto"/>
              <w:left w:val="single" w:sz="2" w:space="0" w:color="auto"/>
              <w:bottom w:val="single" w:sz="2" w:space="0" w:color="auto"/>
              <w:right w:val="single" w:sz="2" w:space="0" w:color="auto"/>
            </w:tcBorders>
            <w:hideMark/>
          </w:tcPr>
          <w:p w14:paraId="3AD98042" w14:textId="77777777" w:rsidR="00013C67" w:rsidRDefault="00013C67">
            <w:pPr>
              <w:pStyle w:val="TableHeading"/>
            </w:pPr>
            <w:r>
              <w:t>Ethernet Interface #1</w:t>
            </w:r>
          </w:p>
        </w:tc>
        <w:tc>
          <w:tcPr>
            <w:tcW w:w="2250" w:type="dxa"/>
            <w:tcBorders>
              <w:top w:val="single" w:sz="2" w:space="0" w:color="auto"/>
              <w:left w:val="single" w:sz="2" w:space="0" w:color="auto"/>
              <w:bottom w:val="single" w:sz="2" w:space="0" w:color="auto"/>
              <w:right w:val="single" w:sz="2" w:space="0" w:color="auto"/>
            </w:tcBorders>
            <w:hideMark/>
          </w:tcPr>
          <w:p w14:paraId="451A355A" w14:textId="77777777" w:rsidR="00013C67" w:rsidRDefault="00013C67">
            <w:pPr>
              <w:pStyle w:val="TableHeading"/>
            </w:pPr>
            <w:r>
              <w:t>Ethernet Interface #2</w:t>
            </w:r>
          </w:p>
        </w:tc>
        <w:tc>
          <w:tcPr>
            <w:tcW w:w="2070" w:type="dxa"/>
            <w:tcBorders>
              <w:top w:val="single" w:sz="2" w:space="0" w:color="auto"/>
              <w:left w:val="single" w:sz="2" w:space="0" w:color="auto"/>
              <w:bottom w:val="single" w:sz="2" w:space="0" w:color="auto"/>
              <w:right w:val="single" w:sz="2" w:space="0" w:color="auto"/>
            </w:tcBorders>
            <w:hideMark/>
          </w:tcPr>
          <w:p w14:paraId="197D9238" w14:textId="77777777" w:rsidR="00013C67" w:rsidRDefault="00013C67">
            <w:pPr>
              <w:pStyle w:val="TableHeading"/>
            </w:pPr>
            <w:r>
              <w:t>Serial Interface #1</w:t>
            </w:r>
          </w:p>
        </w:tc>
        <w:tc>
          <w:tcPr>
            <w:tcW w:w="2160" w:type="dxa"/>
            <w:tcBorders>
              <w:top w:val="single" w:sz="2" w:space="0" w:color="auto"/>
              <w:left w:val="single" w:sz="2" w:space="0" w:color="auto"/>
              <w:bottom w:val="single" w:sz="2" w:space="0" w:color="auto"/>
              <w:right w:val="single" w:sz="2" w:space="0" w:color="auto"/>
            </w:tcBorders>
            <w:hideMark/>
          </w:tcPr>
          <w:p w14:paraId="015F1DA1" w14:textId="77777777" w:rsidR="00013C67" w:rsidRDefault="00013C67">
            <w:pPr>
              <w:pStyle w:val="TableHeading"/>
            </w:pPr>
            <w:r>
              <w:t>Serial Interface #2</w:t>
            </w:r>
          </w:p>
        </w:tc>
      </w:tr>
      <w:tr w:rsidR="00013C67" w14:paraId="67E0A565"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5BC4FAE1" w14:textId="77777777" w:rsidR="00013C67" w:rsidRDefault="00013C67">
            <w:pPr>
              <w:pStyle w:val="TableText"/>
            </w:pPr>
            <w:r>
              <w:t>1800</w:t>
            </w:r>
          </w:p>
        </w:tc>
        <w:tc>
          <w:tcPr>
            <w:tcW w:w="2250" w:type="dxa"/>
            <w:tcBorders>
              <w:top w:val="single" w:sz="2" w:space="0" w:color="auto"/>
              <w:left w:val="single" w:sz="2" w:space="0" w:color="auto"/>
              <w:bottom w:val="single" w:sz="2" w:space="0" w:color="auto"/>
              <w:right w:val="single" w:sz="2" w:space="0" w:color="auto"/>
            </w:tcBorders>
            <w:hideMark/>
          </w:tcPr>
          <w:p w14:paraId="2ED974D0" w14:textId="77777777" w:rsidR="00013C67" w:rsidRDefault="00013C67">
            <w:pPr>
              <w:pStyle w:val="TableText"/>
            </w:pPr>
            <w:r>
              <w:t>Fast Ethernet 0/0 (F0/0)</w:t>
            </w:r>
          </w:p>
        </w:tc>
        <w:tc>
          <w:tcPr>
            <w:tcW w:w="2250" w:type="dxa"/>
            <w:tcBorders>
              <w:top w:val="single" w:sz="2" w:space="0" w:color="auto"/>
              <w:left w:val="single" w:sz="2" w:space="0" w:color="auto"/>
              <w:bottom w:val="single" w:sz="2" w:space="0" w:color="auto"/>
              <w:right w:val="single" w:sz="2" w:space="0" w:color="auto"/>
            </w:tcBorders>
            <w:hideMark/>
          </w:tcPr>
          <w:p w14:paraId="676318B1" w14:textId="77777777" w:rsidR="00013C67" w:rsidRDefault="00013C67">
            <w:pPr>
              <w:pStyle w:val="TableText"/>
            </w:pPr>
            <w:r>
              <w:t>Fast Ethernet 0/1 (F0/1)</w:t>
            </w:r>
          </w:p>
        </w:tc>
        <w:tc>
          <w:tcPr>
            <w:tcW w:w="2070" w:type="dxa"/>
            <w:tcBorders>
              <w:top w:val="single" w:sz="2" w:space="0" w:color="auto"/>
              <w:left w:val="single" w:sz="2" w:space="0" w:color="auto"/>
              <w:bottom w:val="single" w:sz="2" w:space="0" w:color="auto"/>
              <w:right w:val="single" w:sz="2" w:space="0" w:color="auto"/>
            </w:tcBorders>
            <w:hideMark/>
          </w:tcPr>
          <w:p w14:paraId="5FB722EE" w14:textId="77777777" w:rsidR="00013C67" w:rsidRDefault="00013C67">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0FC3DC21" w14:textId="77777777" w:rsidR="00013C67" w:rsidRDefault="00013C67">
            <w:pPr>
              <w:pStyle w:val="TableText"/>
            </w:pPr>
            <w:r>
              <w:t>Serial 0/0/1 (S0/0/1)</w:t>
            </w:r>
          </w:p>
        </w:tc>
      </w:tr>
      <w:tr w:rsidR="00013C67" w14:paraId="115495F5"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3035F181" w14:textId="77777777" w:rsidR="00013C67" w:rsidRDefault="00013C67">
            <w:pPr>
              <w:pStyle w:val="TableText"/>
            </w:pPr>
            <w:r>
              <w:t>1900</w:t>
            </w:r>
          </w:p>
        </w:tc>
        <w:tc>
          <w:tcPr>
            <w:tcW w:w="2250" w:type="dxa"/>
            <w:tcBorders>
              <w:top w:val="single" w:sz="2" w:space="0" w:color="auto"/>
              <w:left w:val="single" w:sz="2" w:space="0" w:color="auto"/>
              <w:bottom w:val="single" w:sz="2" w:space="0" w:color="auto"/>
              <w:right w:val="single" w:sz="2" w:space="0" w:color="auto"/>
            </w:tcBorders>
            <w:hideMark/>
          </w:tcPr>
          <w:p w14:paraId="207EA53A" w14:textId="77777777" w:rsidR="00013C67" w:rsidRDefault="00013C67">
            <w:pPr>
              <w:pStyle w:val="TableText"/>
            </w:pPr>
            <w:r>
              <w:t>Gigabit Ethernet 0/0 (G0/0)</w:t>
            </w:r>
          </w:p>
        </w:tc>
        <w:tc>
          <w:tcPr>
            <w:tcW w:w="2250" w:type="dxa"/>
            <w:tcBorders>
              <w:top w:val="single" w:sz="2" w:space="0" w:color="auto"/>
              <w:left w:val="single" w:sz="2" w:space="0" w:color="auto"/>
              <w:bottom w:val="single" w:sz="2" w:space="0" w:color="auto"/>
              <w:right w:val="single" w:sz="2" w:space="0" w:color="auto"/>
            </w:tcBorders>
            <w:hideMark/>
          </w:tcPr>
          <w:p w14:paraId="359560DC" w14:textId="77777777" w:rsidR="00013C67" w:rsidRDefault="00013C67">
            <w:pPr>
              <w:pStyle w:val="TableText"/>
            </w:pPr>
            <w:r>
              <w:t>Gigabit Ethernet 0/1 (G0/1)</w:t>
            </w:r>
          </w:p>
        </w:tc>
        <w:tc>
          <w:tcPr>
            <w:tcW w:w="2070" w:type="dxa"/>
            <w:tcBorders>
              <w:top w:val="single" w:sz="2" w:space="0" w:color="auto"/>
              <w:left w:val="single" w:sz="2" w:space="0" w:color="auto"/>
              <w:bottom w:val="single" w:sz="2" w:space="0" w:color="auto"/>
              <w:right w:val="single" w:sz="2" w:space="0" w:color="auto"/>
            </w:tcBorders>
            <w:hideMark/>
          </w:tcPr>
          <w:p w14:paraId="3EB1BA01" w14:textId="77777777" w:rsidR="00013C67" w:rsidRDefault="00013C67">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43398949" w14:textId="77777777" w:rsidR="00013C67" w:rsidRDefault="00013C67">
            <w:pPr>
              <w:pStyle w:val="TableText"/>
            </w:pPr>
            <w:r>
              <w:t>Serial 0/0/1 (S0/0/1)</w:t>
            </w:r>
          </w:p>
        </w:tc>
      </w:tr>
      <w:tr w:rsidR="00013C67" w14:paraId="2ECA2607"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750982B6" w14:textId="77777777" w:rsidR="00013C67" w:rsidRDefault="00013C67">
            <w:pPr>
              <w:pStyle w:val="TableText"/>
            </w:pPr>
            <w:r>
              <w:t>2801</w:t>
            </w:r>
          </w:p>
        </w:tc>
        <w:tc>
          <w:tcPr>
            <w:tcW w:w="2250" w:type="dxa"/>
            <w:tcBorders>
              <w:top w:val="single" w:sz="2" w:space="0" w:color="auto"/>
              <w:left w:val="single" w:sz="2" w:space="0" w:color="auto"/>
              <w:bottom w:val="single" w:sz="2" w:space="0" w:color="auto"/>
              <w:right w:val="single" w:sz="2" w:space="0" w:color="auto"/>
            </w:tcBorders>
            <w:hideMark/>
          </w:tcPr>
          <w:p w14:paraId="08E86E7E" w14:textId="77777777" w:rsidR="00013C67" w:rsidRDefault="00013C67">
            <w:pPr>
              <w:pStyle w:val="TableText"/>
            </w:pPr>
            <w:r>
              <w:t>Fast Ethernet 0/0 (F0/0)</w:t>
            </w:r>
          </w:p>
        </w:tc>
        <w:tc>
          <w:tcPr>
            <w:tcW w:w="2250" w:type="dxa"/>
            <w:tcBorders>
              <w:top w:val="single" w:sz="2" w:space="0" w:color="auto"/>
              <w:left w:val="single" w:sz="2" w:space="0" w:color="auto"/>
              <w:bottom w:val="single" w:sz="2" w:space="0" w:color="auto"/>
              <w:right w:val="single" w:sz="2" w:space="0" w:color="auto"/>
            </w:tcBorders>
            <w:hideMark/>
          </w:tcPr>
          <w:p w14:paraId="57E37A50" w14:textId="77777777" w:rsidR="00013C67" w:rsidRDefault="00013C67">
            <w:pPr>
              <w:pStyle w:val="TableText"/>
            </w:pPr>
            <w:r>
              <w:t>Fast Ethernet 0/1 (F0/1)</w:t>
            </w:r>
          </w:p>
        </w:tc>
        <w:tc>
          <w:tcPr>
            <w:tcW w:w="2070" w:type="dxa"/>
            <w:tcBorders>
              <w:top w:val="single" w:sz="2" w:space="0" w:color="auto"/>
              <w:left w:val="single" w:sz="2" w:space="0" w:color="auto"/>
              <w:bottom w:val="single" w:sz="2" w:space="0" w:color="auto"/>
              <w:right w:val="single" w:sz="2" w:space="0" w:color="auto"/>
            </w:tcBorders>
            <w:hideMark/>
          </w:tcPr>
          <w:p w14:paraId="4CD84526" w14:textId="77777777" w:rsidR="00013C67" w:rsidRDefault="00013C67">
            <w:pPr>
              <w:pStyle w:val="TableText"/>
            </w:pPr>
            <w:r>
              <w:t>Serial 0/1/0 (S0/1/0)</w:t>
            </w:r>
          </w:p>
        </w:tc>
        <w:tc>
          <w:tcPr>
            <w:tcW w:w="2160" w:type="dxa"/>
            <w:tcBorders>
              <w:top w:val="single" w:sz="2" w:space="0" w:color="auto"/>
              <w:left w:val="single" w:sz="2" w:space="0" w:color="auto"/>
              <w:bottom w:val="single" w:sz="2" w:space="0" w:color="auto"/>
              <w:right w:val="single" w:sz="2" w:space="0" w:color="auto"/>
            </w:tcBorders>
            <w:hideMark/>
          </w:tcPr>
          <w:p w14:paraId="1FE1A6D6" w14:textId="77777777" w:rsidR="00013C67" w:rsidRDefault="00013C67">
            <w:pPr>
              <w:pStyle w:val="TableText"/>
            </w:pPr>
            <w:r>
              <w:t>Serial 0/1/1 (S0/1/1)</w:t>
            </w:r>
          </w:p>
        </w:tc>
      </w:tr>
      <w:tr w:rsidR="00013C67" w14:paraId="369CCF7C"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1C219C8F" w14:textId="77777777" w:rsidR="00013C67" w:rsidRDefault="00013C67">
            <w:pPr>
              <w:pStyle w:val="TableText"/>
            </w:pPr>
            <w:r>
              <w:t>2811</w:t>
            </w:r>
          </w:p>
        </w:tc>
        <w:tc>
          <w:tcPr>
            <w:tcW w:w="2250" w:type="dxa"/>
            <w:tcBorders>
              <w:top w:val="single" w:sz="2" w:space="0" w:color="auto"/>
              <w:left w:val="single" w:sz="2" w:space="0" w:color="auto"/>
              <w:bottom w:val="single" w:sz="2" w:space="0" w:color="auto"/>
              <w:right w:val="single" w:sz="2" w:space="0" w:color="auto"/>
            </w:tcBorders>
            <w:hideMark/>
          </w:tcPr>
          <w:p w14:paraId="507FCE66" w14:textId="77777777" w:rsidR="00013C67" w:rsidRDefault="00013C67">
            <w:pPr>
              <w:pStyle w:val="TableText"/>
            </w:pPr>
            <w:r>
              <w:t>Fast Ethernet 0/0 (F0/0)</w:t>
            </w:r>
          </w:p>
        </w:tc>
        <w:tc>
          <w:tcPr>
            <w:tcW w:w="2250" w:type="dxa"/>
            <w:tcBorders>
              <w:top w:val="single" w:sz="2" w:space="0" w:color="auto"/>
              <w:left w:val="single" w:sz="2" w:space="0" w:color="auto"/>
              <w:bottom w:val="single" w:sz="2" w:space="0" w:color="auto"/>
              <w:right w:val="single" w:sz="2" w:space="0" w:color="auto"/>
            </w:tcBorders>
            <w:hideMark/>
          </w:tcPr>
          <w:p w14:paraId="521DFE96" w14:textId="77777777" w:rsidR="00013C67" w:rsidRDefault="00013C67">
            <w:pPr>
              <w:pStyle w:val="TableText"/>
            </w:pPr>
            <w:r>
              <w:t>Fast Ethernet 0/1 (F0/1)</w:t>
            </w:r>
          </w:p>
        </w:tc>
        <w:tc>
          <w:tcPr>
            <w:tcW w:w="2070" w:type="dxa"/>
            <w:tcBorders>
              <w:top w:val="single" w:sz="2" w:space="0" w:color="auto"/>
              <w:left w:val="single" w:sz="2" w:space="0" w:color="auto"/>
              <w:bottom w:val="single" w:sz="2" w:space="0" w:color="auto"/>
              <w:right w:val="single" w:sz="2" w:space="0" w:color="auto"/>
            </w:tcBorders>
            <w:hideMark/>
          </w:tcPr>
          <w:p w14:paraId="63BCB108" w14:textId="77777777" w:rsidR="00013C67" w:rsidRDefault="00013C67">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58E0795D" w14:textId="77777777" w:rsidR="00013C67" w:rsidRDefault="00013C67">
            <w:pPr>
              <w:pStyle w:val="TableText"/>
            </w:pPr>
            <w:r>
              <w:t>Serial 0/0/1 (S0/0/1)</w:t>
            </w:r>
          </w:p>
        </w:tc>
      </w:tr>
      <w:tr w:rsidR="00013C67" w14:paraId="126088A0"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38D094B3" w14:textId="77777777" w:rsidR="00013C67" w:rsidRDefault="00013C67">
            <w:pPr>
              <w:pStyle w:val="TableText"/>
            </w:pPr>
            <w:r>
              <w:t>2900</w:t>
            </w:r>
          </w:p>
        </w:tc>
        <w:tc>
          <w:tcPr>
            <w:tcW w:w="2250" w:type="dxa"/>
            <w:tcBorders>
              <w:top w:val="single" w:sz="2" w:space="0" w:color="auto"/>
              <w:left w:val="single" w:sz="2" w:space="0" w:color="auto"/>
              <w:bottom w:val="single" w:sz="2" w:space="0" w:color="auto"/>
              <w:right w:val="single" w:sz="2" w:space="0" w:color="auto"/>
            </w:tcBorders>
            <w:hideMark/>
          </w:tcPr>
          <w:p w14:paraId="34E569E6" w14:textId="77777777" w:rsidR="00013C67" w:rsidRDefault="00013C67">
            <w:pPr>
              <w:pStyle w:val="TableText"/>
            </w:pPr>
            <w:r>
              <w:t>Gigabit Ethernet 0/0 (G0/0)</w:t>
            </w:r>
          </w:p>
        </w:tc>
        <w:tc>
          <w:tcPr>
            <w:tcW w:w="2250" w:type="dxa"/>
            <w:tcBorders>
              <w:top w:val="single" w:sz="2" w:space="0" w:color="auto"/>
              <w:left w:val="single" w:sz="2" w:space="0" w:color="auto"/>
              <w:bottom w:val="single" w:sz="2" w:space="0" w:color="auto"/>
              <w:right w:val="single" w:sz="2" w:space="0" w:color="auto"/>
            </w:tcBorders>
            <w:hideMark/>
          </w:tcPr>
          <w:p w14:paraId="601C7259" w14:textId="77777777" w:rsidR="00013C67" w:rsidRDefault="00013C67">
            <w:pPr>
              <w:pStyle w:val="TableText"/>
            </w:pPr>
            <w:r>
              <w:t>Gigabit Ethernet 0/1 (G0/1)</w:t>
            </w:r>
          </w:p>
        </w:tc>
        <w:tc>
          <w:tcPr>
            <w:tcW w:w="2070" w:type="dxa"/>
            <w:tcBorders>
              <w:top w:val="single" w:sz="2" w:space="0" w:color="auto"/>
              <w:left w:val="single" w:sz="2" w:space="0" w:color="auto"/>
              <w:bottom w:val="single" w:sz="2" w:space="0" w:color="auto"/>
              <w:right w:val="single" w:sz="2" w:space="0" w:color="auto"/>
            </w:tcBorders>
            <w:hideMark/>
          </w:tcPr>
          <w:p w14:paraId="3E5B9959" w14:textId="77777777" w:rsidR="00013C67" w:rsidRDefault="00013C67">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5B16BD14" w14:textId="77777777" w:rsidR="00013C67" w:rsidRDefault="00013C67">
            <w:pPr>
              <w:pStyle w:val="TableText"/>
            </w:pPr>
            <w:r>
              <w:t>Serial 0/0/1 (S0/0/1)</w:t>
            </w:r>
          </w:p>
        </w:tc>
      </w:tr>
      <w:tr w:rsidR="00013C67" w14:paraId="16BB9F90" w14:textId="77777777" w:rsidTr="00013C67">
        <w:trPr>
          <w:cantSplit/>
          <w:jc w:val="center"/>
        </w:trPr>
        <w:tc>
          <w:tcPr>
            <w:tcW w:w="10260" w:type="dxa"/>
            <w:gridSpan w:val="5"/>
            <w:tcBorders>
              <w:top w:val="single" w:sz="2" w:space="0" w:color="auto"/>
              <w:left w:val="single" w:sz="2" w:space="0" w:color="auto"/>
              <w:bottom w:val="single" w:sz="2" w:space="0" w:color="auto"/>
              <w:right w:val="single" w:sz="2" w:space="0" w:color="auto"/>
            </w:tcBorders>
            <w:hideMark/>
          </w:tcPr>
          <w:p w14:paraId="1C662C3B" w14:textId="77777777" w:rsidR="00013C67" w:rsidRDefault="00013C67">
            <w:pPr>
              <w:pStyle w:val="TableText"/>
            </w:pPr>
            <w:r>
              <w:rPr>
                <w:b/>
              </w:rPr>
              <w:t>Note</w:t>
            </w:r>
            <w: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36E51FC5" w14:textId="77777777" w:rsidR="00013C67" w:rsidRDefault="00013C67" w:rsidP="00013C67">
      <w:pPr>
        <w:pStyle w:val="LabSection"/>
        <w:numPr>
          <w:ilvl w:val="0"/>
          <w:numId w:val="7"/>
        </w:numPr>
        <w:rPr>
          <w:rStyle w:val="LabSectionGray"/>
        </w:rPr>
      </w:pPr>
      <w:r>
        <w:rPr>
          <w:rStyle w:val="LabSectionGray"/>
        </w:rPr>
        <w:t xml:space="preserve">Device </w:t>
      </w:r>
      <w:proofErr w:type="spellStart"/>
      <w:r>
        <w:rPr>
          <w:rStyle w:val="LabSectionGray"/>
        </w:rPr>
        <w:t>Configs</w:t>
      </w:r>
      <w:proofErr w:type="spellEnd"/>
      <w:r>
        <w:rPr>
          <w:rStyle w:val="LabSectionGray"/>
        </w:rPr>
        <w:t xml:space="preserve"> - Final</w:t>
      </w:r>
    </w:p>
    <w:p w14:paraId="6B96CF9C" w14:textId="1D935920" w:rsidR="00282801" w:rsidRDefault="00282801" w:rsidP="00282801">
      <w:pPr>
        <w:pStyle w:val="LabSection"/>
        <w:numPr>
          <w:ilvl w:val="0"/>
          <w:numId w:val="7"/>
        </w:numPr>
        <w:rPr>
          <w:rStyle w:val="LabSectionGray"/>
        </w:rPr>
      </w:pPr>
      <w:r>
        <w:rPr>
          <w:rStyle w:val="LabSectionGray"/>
        </w:rPr>
        <w:t>Router ISP</w:t>
      </w:r>
    </w:p>
    <w:p w14:paraId="5E8F868B" w14:textId="77777777" w:rsidR="00282801" w:rsidRPr="00282801" w:rsidRDefault="00282801" w:rsidP="00282801">
      <w:pPr>
        <w:pStyle w:val="DevConfigs"/>
        <w:rPr>
          <w:rStyle w:val="DevConfigGray"/>
        </w:rPr>
      </w:pPr>
      <w:r w:rsidRPr="00282801">
        <w:rPr>
          <w:rStyle w:val="DevConfigGray"/>
        </w:rPr>
        <w:t xml:space="preserve">ISP# </w:t>
      </w:r>
      <w:r w:rsidRPr="00B0070E">
        <w:rPr>
          <w:rStyle w:val="DevConfigGray"/>
          <w:b/>
        </w:rPr>
        <w:t>show run</w:t>
      </w:r>
    </w:p>
    <w:p w14:paraId="432975E3" w14:textId="77777777" w:rsidR="00282801" w:rsidRPr="00282801" w:rsidRDefault="00282801" w:rsidP="00282801">
      <w:pPr>
        <w:pStyle w:val="DevConfigs"/>
        <w:rPr>
          <w:rStyle w:val="DevConfigGray"/>
        </w:rPr>
      </w:pPr>
      <w:r w:rsidRPr="00282801">
        <w:rPr>
          <w:rStyle w:val="DevConfigGray"/>
        </w:rPr>
        <w:t>Building configuration...</w:t>
      </w:r>
    </w:p>
    <w:p w14:paraId="289C54D1" w14:textId="77777777" w:rsidR="00282801" w:rsidRPr="00282801" w:rsidRDefault="00282801" w:rsidP="00282801">
      <w:pPr>
        <w:pStyle w:val="DevConfigs"/>
        <w:rPr>
          <w:rStyle w:val="DevConfigGray"/>
        </w:rPr>
      </w:pPr>
    </w:p>
    <w:p w14:paraId="106E971E" w14:textId="77777777" w:rsidR="00282801" w:rsidRPr="00282801" w:rsidRDefault="00282801" w:rsidP="00282801">
      <w:pPr>
        <w:pStyle w:val="DevConfigs"/>
        <w:rPr>
          <w:rStyle w:val="DevConfigGray"/>
        </w:rPr>
      </w:pPr>
      <w:r w:rsidRPr="00282801">
        <w:rPr>
          <w:rStyle w:val="DevConfigGray"/>
        </w:rPr>
        <w:t xml:space="preserve">Current </w:t>
      </w:r>
      <w:proofErr w:type="gramStart"/>
      <w:r w:rsidRPr="00282801">
        <w:rPr>
          <w:rStyle w:val="DevConfigGray"/>
        </w:rPr>
        <w:t>configuration :</w:t>
      </w:r>
      <w:proofErr w:type="gramEnd"/>
      <w:r w:rsidRPr="00282801">
        <w:rPr>
          <w:rStyle w:val="DevConfigGray"/>
        </w:rPr>
        <w:t xml:space="preserve"> 1285 bytes</w:t>
      </w:r>
    </w:p>
    <w:p w14:paraId="7320B7B7" w14:textId="77777777" w:rsidR="00282801" w:rsidRPr="00282801" w:rsidRDefault="00282801" w:rsidP="00282801">
      <w:pPr>
        <w:pStyle w:val="DevConfigs"/>
        <w:rPr>
          <w:rStyle w:val="DevConfigGray"/>
        </w:rPr>
      </w:pPr>
      <w:r w:rsidRPr="00282801">
        <w:rPr>
          <w:rStyle w:val="DevConfigGray"/>
        </w:rPr>
        <w:t>!</w:t>
      </w:r>
    </w:p>
    <w:p w14:paraId="4934E150" w14:textId="77777777" w:rsidR="00282801" w:rsidRPr="00282801" w:rsidRDefault="00282801" w:rsidP="00282801">
      <w:pPr>
        <w:pStyle w:val="DevConfigs"/>
        <w:rPr>
          <w:rStyle w:val="DevConfigGray"/>
        </w:rPr>
      </w:pPr>
      <w:proofErr w:type="gramStart"/>
      <w:r w:rsidRPr="00282801">
        <w:rPr>
          <w:rStyle w:val="DevConfigGray"/>
        </w:rPr>
        <w:t>version</w:t>
      </w:r>
      <w:proofErr w:type="gramEnd"/>
      <w:r w:rsidRPr="00282801">
        <w:rPr>
          <w:rStyle w:val="DevConfigGray"/>
        </w:rPr>
        <w:t xml:space="preserve"> 15.4</w:t>
      </w:r>
    </w:p>
    <w:p w14:paraId="0CB4A164" w14:textId="77777777" w:rsidR="00282801" w:rsidRPr="00282801" w:rsidRDefault="00282801" w:rsidP="00282801">
      <w:pPr>
        <w:pStyle w:val="DevConfigs"/>
        <w:rPr>
          <w:rStyle w:val="DevConfigGray"/>
        </w:rPr>
      </w:pPr>
      <w:proofErr w:type="gramStart"/>
      <w:r w:rsidRPr="00282801">
        <w:rPr>
          <w:rStyle w:val="DevConfigGray"/>
        </w:rPr>
        <w:t>service</w:t>
      </w:r>
      <w:proofErr w:type="gramEnd"/>
      <w:r w:rsidRPr="00282801">
        <w:rPr>
          <w:rStyle w:val="DevConfigGray"/>
        </w:rPr>
        <w:t xml:space="preserve"> timestamps debug </w:t>
      </w:r>
      <w:proofErr w:type="spellStart"/>
      <w:r w:rsidRPr="00282801">
        <w:rPr>
          <w:rStyle w:val="DevConfigGray"/>
        </w:rPr>
        <w:t>datetime</w:t>
      </w:r>
      <w:proofErr w:type="spellEnd"/>
      <w:r w:rsidRPr="00282801">
        <w:rPr>
          <w:rStyle w:val="DevConfigGray"/>
        </w:rPr>
        <w:t xml:space="preserve"> </w:t>
      </w:r>
      <w:proofErr w:type="spellStart"/>
      <w:r w:rsidRPr="00282801">
        <w:rPr>
          <w:rStyle w:val="DevConfigGray"/>
        </w:rPr>
        <w:t>msec</w:t>
      </w:r>
      <w:proofErr w:type="spellEnd"/>
    </w:p>
    <w:p w14:paraId="08A03F51" w14:textId="77777777" w:rsidR="00282801" w:rsidRPr="00282801" w:rsidRDefault="00282801" w:rsidP="00282801">
      <w:pPr>
        <w:pStyle w:val="DevConfigs"/>
        <w:rPr>
          <w:rStyle w:val="DevConfigGray"/>
        </w:rPr>
      </w:pPr>
      <w:proofErr w:type="gramStart"/>
      <w:r w:rsidRPr="00282801">
        <w:rPr>
          <w:rStyle w:val="DevConfigGray"/>
        </w:rPr>
        <w:t>service</w:t>
      </w:r>
      <w:proofErr w:type="gramEnd"/>
      <w:r w:rsidRPr="00282801">
        <w:rPr>
          <w:rStyle w:val="DevConfigGray"/>
        </w:rPr>
        <w:t xml:space="preserve"> timestamps log </w:t>
      </w:r>
      <w:proofErr w:type="spellStart"/>
      <w:r w:rsidRPr="00282801">
        <w:rPr>
          <w:rStyle w:val="DevConfigGray"/>
        </w:rPr>
        <w:t>datetime</w:t>
      </w:r>
      <w:proofErr w:type="spellEnd"/>
      <w:r w:rsidRPr="00282801">
        <w:rPr>
          <w:rStyle w:val="DevConfigGray"/>
        </w:rPr>
        <w:t xml:space="preserve"> </w:t>
      </w:r>
      <w:proofErr w:type="spellStart"/>
      <w:r w:rsidRPr="00282801">
        <w:rPr>
          <w:rStyle w:val="DevConfigGray"/>
        </w:rPr>
        <w:t>msec</w:t>
      </w:r>
      <w:proofErr w:type="spellEnd"/>
    </w:p>
    <w:p w14:paraId="06A9AC91" w14:textId="77777777" w:rsidR="00282801" w:rsidRPr="00282801" w:rsidRDefault="00282801" w:rsidP="00282801">
      <w:pPr>
        <w:pStyle w:val="DevConfigs"/>
        <w:rPr>
          <w:rStyle w:val="DevConfigGray"/>
        </w:rPr>
      </w:pPr>
      <w:proofErr w:type="gramStart"/>
      <w:r w:rsidRPr="00282801">
        <w:rPr>
          <w:rStyle w:val="DevConfigGray"/>
        </w:rPr>
        <w:t>no</w:t>
      </w:r>
      <w:proofErr w:type="gramEnd"/>
      <w:r w:rsidRPr="00282801">
        <w:rPr>
          <w:rStyle w:val="DevConfigGray"/>
        </w:rPr>
        <w:t xml:space="preserve"> service password-encryption</w:t>
      </w:r>
    </w:p>
    <w:p w14:paraId="364DFB9C" w14:textId="77777777" w:rsidR="00282801" w:rsidRPr="00282801" w:rsidRDefault="00282801" w:rsidP="00282801">
      <w:pPr>
        <w:pStyle w:val="DevConfigs"/>
        <w:rPr>
          <w:rStyle w:val="DevConfigGray"/>
        </w:rPr>
      </w:pPr>
      <w:r w:rsidRPr="00282801">
        <w:rPr>
          <w:rStyle w:val="DevConfigGray"/>
        </w:rPr>
        <w:t>!</w:t>
      </w:r>
    </w:p>
    <w:p w14:paraId="68BA6DB4" w14:textId="77777777" w:rsidR="00282801" w:rsidRPr="00282801" w:rsidRDefault="00282801" w:rsidP="00282801">
      <w:pPr>
        <w:pStyle w:val="DevConfigs"/>
        <w:rPr>
          <w:rStyle w:val="DevConfigGray"/>
        </w:rPr>
      </w:pPr>
      <w:proofErr w:type="gramStart"/>
      <w:r w:rsidRPr="00282801">
        <w:rPr>
          <w:rStyle w:val="DevConfigGray"/>
        </w:rPr>
        <w:t>hostname</w:t>
      </w:r>
      <w:proofErr w:type="gramEnd"/>
      <w:r w:rsidRPr="00282801">
        <w:rPr>
          <w:rStyle w:val="DevConfigGray"/>
        </w:rPr>
        <w:t xml:space="preserve"> ISP</w:t>
      </w:r>
    </w:p>
    <w:p w14:paraId="530F9105" w14:textId="77777777" w:rsidR="00282801" w:rsidRPr="00282801" w:rsidRDefault="00282801" w:rsidP="00282801">
      <w:pPr>
        <w:pStyle w:val="DevConfigs"/>
        <w:rPr>
          <w:rStyle w:val="DevConfigGray"/>
        </w:rPr>
      </w:pPr>
      <w:r w:rsidRPr="00282801">
        <w:rPr>
          <w:rStyle w:val="DevConfigGray"/>
        </w:rPr>
        <w:t>!</w:t>
      </w:r>
    </w:p>
    <w:p w14:paraId="173B459C" w14:textId="77777777" w:rsidR="00282801" w:rsidRPr="00282801" w:rsidRDefault="00282801" w:rsidP="00282801">
      <w:pPr>
        <w:pStyle w:val="DevConfigs"/>
        <w:rPr>
          <w:rStyle w:val="DevConfigGray"/>
        </w:rPr>
      </w:pPr>
      <w:proofErr w:type="gramStart"/>
      <w:r w:rsidRPr="00282801">
        <w:rPr>
          <w:rStyle w:val="DevConfigGray"/>
        </w:rPr>
        <w:t>boot-start-marker</w:t>
      </w:r>
      <w:proofErr w:type="gramEnd"/>
    </w:p>
    <w:p w14:paraId="57EA2E83" w14:textId="77777777" w:rsidR="00282801" w:rsidRPr="00282801" w:rsidRDefault="00282801" w:rsidP="00282801">
      <w:pPr>
        <w:pStyle w:val="DevConfigs"/>
        <w:rPr>
          <w:rStyle w:val="DevConfigGray"/>
        </w:rPr>
      </w:pPr>
      <w:proofErr w:type="gramStart"/>
      <w:r w:rsidRPr="00282801">
        <w:rPr>
          <w:rStyle w:val="DevConfigGray"/>
        </w:rPr>
        <w:t>boot-end-marker</w:t>
      </w:r>
      <w:proofErr w:type="gramEnd"/>
    </w:p>
    <w:p w14:paraId="7D5ACEAF" w14:textId="77777777" w:rsidR="00282801" w:rsidRPr="00282801" w:rsidRDefault="00282801" w:rsidP="00282801">
      <w:pPr>
        <w:pStyle w:val="DevConfigs"/>
        <w:rPr>
          <w:rStyle w:val="DevConfigGray"/>
        </w:rPr>
      </w:pPr>
      <w:r w:rsidRPr="00282801">
        <w:rPr>
          <w:rStyle w:val="DevConfigGray"/>
        </w:rPr>
        <w:t>!</w:t>
      </w:r>
    </w:p>
    <w:p w14:paraId="1FB815D9" w14:textId="77777777" w:rsidR="00282801" w:rsidRPr="00282801" w:rsidRDefault="00282801" w:rsidP="00282801">
      <w:pPr>
        <w:pStyle w:val="DevConfigs"/>
        <w:rPr>
          <w:rStyle w:val="DevConfigGray"/>
        </w:rPr>
      </w:pPr>
      <w:proofErr w:type="gramStart"/>
      <w:r w:rsidRPr="00282801">
        <w:rPr>
          <w:rStyle w:val="DevConfigGray"/>
        </w:rPr>
        <w:t>no</w:t>
      </w:r>
      <w:proofErr w:type="gramEnd"/>
      <w:r w:rsidRPr="00282801">
        <w:rPr>
          <w:rStyle w:val="DevConfigGray"/>
        </w:rPr>
        <w:t xml:space="preserve"> </w:t>
      </w:r>
      <w:proofErr w:type="spellStart"/>
      <w:r w:rsidRPr="00282801">
        <w:rPr>
          <w:rStyle w:val="DevConfigGray"/>
        </w:rPr>
        <w:t>aaa</w:t>
      </w:r>
      <w:proofErr w:type="spellEnd"/>
      <w:r w:rsidRPr="00282801">
        <w:rPr>
          <w:rStyle w:val="DevConfigGray"/>
        </w:rPr>
        <w:t xml:space="preserve"> new-model</w:t>
      </w:r>
    </w:p>
    <w:p w14:paraId="742AEC7D" w14:textId="77777777" w:rsidR="00282801" w:rsidRPr="00282801" w:rsidRDefault="00282801" w:rsidP="00282801">
      <w:pPr>
        <w:pStyle w:val="DevConfigs"/>
        <w:rPr>
          <w:rStyle w:val="DevConfigGray"/>
        </w:rPr>
      </w:pPr>
      <w:proofErr w:type="gramStart"/>
      <w:r w:rsidRPr="00282801">
        <w:rPr>
          <w:rStyle w:val="DevConfigGray"/>
        </w:rPr>
        <w:t>memory-size</w:t>
      </w:r>
      <w:proofErr w:type="gramEnd"/>
      <w:r w:rsidRPr="00282801">
        <w:rPr>
          <w:rStyle w:val="DevConfigGray"/>
        </w:rPr>
        <w:t xml:space="preserve"> </w:t>
      </w:r>
      <w:proofErr w:type="spellStart"/>
      <w:r w:rsidRPr="00282801">
        <w:rPr>
          <w:rStyle w:val="DevConfigGray"/>
        </w:rPr>
        <w:t>iomem</w:t>
      </w:r>
      <w:proofErr w:type="spellEnd"/>
      <w:r w:rsidRPr="00282801">
        <w:rPr>
          <w:rStyle w:val="DevConfigGray"/>
        </w:rPr>
        <w:t xml:space="preserve"> 15</w:t>
      </w:r>
    </w:p>
    <w:p w14:paraId="2DBF5C44" w14:textId="77777777" w:rsidR="00282801" w:rsidRPr="00282801" w:rsidRDefault="00282801" w:rsidP="00282801">
      <w:pPr>
        <w:pStyle w:val="DevConfigs"/>
        <w:rPr>
          <w:rStyle w:val="DevConfigGray"/>
        </w:rPr>
      </w:pPr>
      <w:r w:rsidRPr="00282801">
        <w:rPr>
          <w:rStyle w:val="DevConfigGray"/>
        </w:rPr>
        <w:t>!</w:t>
      </w:r>
    </w:p>
    <w:p w14:paraId="10EA79E0" w14:textId="77777777" w:rsidR="00282801" w:rsidRPr="00282801" w:rsidRDefault="00282801" w:rsidP="00282801">
      <w:pPr>
        <w:pStyle w:val="DevConfigs"/>
        <w:rPr>
          <w:rStyle w:val="DevConfigGray"/>
        </w:rPr>
      </w:pPr>
      <w:proofErr w:type="spellStart"/>
      <w:proofErr w:type="gramStart"/>
      <w:r w:rsidRPr="00282801">
        <w:rPr>
          <w:rStyle w:val="DevConfigGray"/>
        </w:rPr>
        <w:t>ip</w:t>
      </w:r>
      <w:proofErr w:type="spellEnd"/>
      <w:proofErr w:type="gramEnd"/>
      <w:r w:rsidRPr="00282801">
        <w:rPr>
          <w:rStyle w:val="DevConfigGray"/>
        </w:rPr>
        <w:t xml:space="preserve"> </w:t>
      </w:r>
      <w:proofErr w:type="spellStart"/>
      <w:r w:rsidRPr="00282801">
        <w:rPr>
          <w:rStyle w:val="DevConfigGray"/>
        </w:rPr>
        <w:t>cef</w:t>
      </w:r>
      <w:proofErr w:type="spellEnd"/>
    </w:p>
    <w:p w14:paraId="0E5249E4" w14:textId="77777777" w:rsidR="00282801" w:rsidRPr="00282801" w:rsidRDefault="00282801" w:rsidP="00282801">
      <w:pPr>
        <w:pStyle w:val="DevConfigs"/>
        <w:rPr>
          <w:rStyle w:val="DevConfigGray"/>
        </w:rPr>
      </w:pPr>
      <w:proofErr w:type="gramStart"/>
      <w:r w:rsidRPr="00282801">
        <w:rPr>
          <w:rStyle w:val="DevConfigGray"/>
        </w:rPr>
        <w:t>no</w:t>
      </w:r>
      <w:proofErr w:type="gramEnd"/>
      <w:r w:rsidRPr="00282801">
        <w:rPr>
          <w:rStyle w:val="DevConfigGray"/>
        </w:rPr>
        <w:t xml:space="preserve"> ipv6 </w:t>
      </w:r>
      <w:proofErr w:type="spellStart"/>
      <w:r w:rsidRPr="00282801">
        <w:rPr>
          <w:rStyle w:val="DevConfigGray"/>
        </w:rPr>
        <w:t>cef</w:t>
      </w:r>
      <w:proofErr w:type="spellEnd"/>
    </w:p>
    <w:p w14:paraId="05E95632" w14:textId="77777777" w:rsidR="00282801" w:rsidRPr="00282801" w:rsidRDefault="00282801" w:rsidP="00282801">
      <w:pPr>
        <w:pStyle w:val="DevConfigs"/>
        <w:rPr>
          <w:rStyle w:val="DevConfigGray"/>
        </w:rPr>
      </w:pPr>
      <w:r w:rsidRPr="00282801">
        <w:rPr>
          <w:rStyle w:val="DevConfigGray"/>
        </w:rPr>
        <w:t>!</w:t>
      </w:r>
    </w:p>
    <w:p w14:paraId="639C6FA3" w14:textId="77777777" w:rsidR="00282801" w:rsidRPr="00282801" w:rsidRDefault="00282801" w:rsidP="00282801">
      <w:pPr>
        <w:pStyle w:val="DevConfigs"/>
        <w:rPr>
          <w:rStyle w:val="DevConfigGray"/>
        </w:rPr>
      </w:pPr>
      <w:proofErr w:type="gramStart"/>
      <w:r w:rsidRPr="00282801">
        <w:rPr>
          <w:rStyle w:val="DevConfigGray"/>
        </w:rPr>
        <w:t>multilink</w:t>
      </w:r>
      <w:proofErr w:type="gramEnd"/>
      <w:r w:rsidRPr="00282801">
        <w:rPr>
          <w:rStyle w:val="DevConfigGray"/>
        </w:rPr>
        <w:t xml:space="preserve"> bundle-name authenticated</w:t>
      </w:r>
    </w:p>
    <w:p w14:paraId="0373B841" w14:textId="77777777" w:rsidR="00282801" w:rsidRPr="00282801" w:rsidRDefault="00282801" w:rsidP="00282801">
      <w:pPr>
        <w:pStyle w:val="DevConfigs"/>
        <w:rPr>
          <w:rStyle w:val="DevConfigGray"/>
        </w:rPr>
      </w:pPr>
      <w:r w:rsidRPr="00282801">
        <w:rPr>
          <w:rStyle w:val="DevConfigGray"/>
        </w:rPr>
        <w:lastRenderedPageBreak/>
        <w:t>!</w:t>
      </w:r>
    </w:p>
    <w:p w14:paraId="097048A5" w14:textId="77777777" w:rsidR="00282801" w:rsidRPr="00282801" w:rsidRDefault="00282801" w:rsidP="00282801">
      <w:pPr>
        <w:pStyle w:val="DevConfigs"/>
        <w:rPr>
          <w:rStyle w:val="DevConfigGray"/>
        </w:rPr>
      </w:pPr>
      <w:proofErr w:type="spellStart"/>
      <w:proofErr w:type="gramStart"/>
      <w:r w:rsidRPr="00282801">
        <w:rPr>
          <w:rStyle w:val="DevConfigGray"/>
        </w:rPr>
        <w:t>cts</w:t>
      </w:r>
      <w:proofErr w:type="spellEnd"/>
      <w:proofErr w:type="gramEnd"/>
      <w:r w:rsidRPr="00282801">
        <w:rPr>
          <w:rStyle w:val="DevConfigGray"/>
        </w:rPr>
        <w:t xml:space="preserve"> logging verbose</w:t>
      </w:r>
    </w:p>
    <w:p w14:paraId="339F89CE" w14:textId="77777777" w:rsidR="00282801" w:rsidRPr="00282801" w:rsidRDefault="00282801" w:rsidP="00282801">
      <w:pPr>
        <w:pStyle w:val="DevConfigs"/>
        <w:rPr>
          <w:rStyle w:val="DevConfigGray"/>
        </w:rPr>
      </w:pPr>
      <w:r w:rsidRPr="00282801">
        <w:rPr>
          <w:rStyle w:val="DevConfigGray"/>
        </w:rPr>
        <w:t>!</w:t>
      </w:r>
    </w:p>
    <w:p w14:paraId="390EB96C" w14:textId="77777777" w:rsidR="00282801" w:rsidRPr="00282801" w:rsidRDefault="00282801" w:rsidP="00282801">
      <w:pPr>
        <w:pStyle w:val="DevConfigs"/>
        <w:rPr>
          <w:rStyle w:val="DevConfigGray"/>
        </w:rPr>
      </w:pPr>
      <w:proofErr w:type="gramStart"/>
      <w:r w:rsidRPr="00282801">
        <w:rPr>
          <w:rStyle w:val="DevConfigGray"/>
        </w:rPr>
        <w:t>redundancy</w:t>
      </w:r>
      <w:proofErr w:type="gramEnd"/>
    </w:p>
    <w:p w14:paraId="04EC4725" w14:textId="77777777" w:rsidR="00282801" w:rsidRPr="00282801" w:rsidRDefault="00282801" w:rsidP="00282801">
      <w:pPr>
        <w:pStyle w:val="DevConfigs"/>
        <w:rPr>
          <w:rStyle w:val="DevConfigGray"/>
        </w:rPr>
      </w:pPr>
      <w:r w:rsidRPr="00282801">
        <w:rPr>
          <w:rStyle w:val="DevConfigGray"/>
        </w:rPr>
        <w:t>!</w:t>
      </w:r>
    </w:p>
    <w:p w14:paraId="68182CAC" w14:textId="77777777" w:rsidR="00282801" w:rsidRPr="00282801" w:rsidRDefault="00282801" w:rsidP="00282801">
      <w:pPr>
        <w:pStyle w:val="DevConfigs"/>
        <w:rPr>
          <w:rStyle w:val="DevConfigGray"/>
        </w:rPr>
      </w:pPr>
      <w:proofErr w:type="spellStart"/>
      <w:proofErr w:type="gramStart"/>
      <w:r w:rsidRPr="00282801">
        <w:rPr>
          <w:rStyle w:val="DevConfigGray"/>
        </w:rPr>
        <w:t>lldp</w:t>
      </w:r>
      <w:proofErr w:type="spellEnd"/>
      <w:proofErr w:type="gramEnd"/>
      <w:r w:rsidRPr="00282801">
        <w:rPr>
          <w:rStyle w:val="DevConfigGray"/>
        </w:rPr>
        <w:t xml:space="preserve"> run</w:t>
      </w:r>
    </w:p>
    <w:p w14:paraId="0276B3EE" w14:textId="77777777" w:rsidR="00282801" w:rsidRPr="00282801" w:rsidRDefault="00282801" w:rsidP="00282801">
      <w:pPr>
        <w:pStyle w:val="DevConfigs"/>
        <w:rPr>
          <w:rStyle w:val="DevConfigGray"/>
        </w:rPr>
      </w:pPr>
      <w:r w:rsidRPr="00282801">
        <w:rPr>
          <w:rStyle w:val="DevConfigGray"/>
        </w:rPr>
        <w:t>!</w:t>
      </w:r>
    </w:p>
    <w:p w14:paraId="71160D80" w14:textId="77777777" w:rsidR="00282801" w:rsidRPr="00282801" w:rsidRDefault="00282801" w:rsidP="00282801">
      <w:pPr>
        <w:pStyle w:val="DevConfigs"/>
        <w:rPr>
          <w:rStyle w:val="DevConfigGray"/>
        </w:rPr>
      </w:pPr>
      <w:proofErr w:type="gramStart"/>
      <w:r w:rsidRPr="00282801">
        <w:rPr>
          <w:rStyle w:val="DevConfigGray"/>
        </w:rPr>
        <w:t>interface</w:t>
      </w:r>
      <w:proofErr w:type="gramEnd"/>
      <w:r w:rsidRPr="00282801">
        <w:rPr>
          <w:rStyle w:val="DevConfigGray"/>
        </w:rPr>
        <w:t xml:space="preserve"> Embedded-Service-Engine0/0</w:t>
      </w:r>
    </w:p>
    <w:p w14:paraId="7610CEE6"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no</w:t>
      </w:r>
      <w:proofErr w:type="gramEnd"/>
      <w:r w:rsidRPr="00282801">
        <w:rPr>
          <w:rStyle w:val="DevConfigGray"/>
        </w:rPr>
        <w:t xml:space="preserve"> </w:t>
      </w:r>
      <w:proofErr w:type="spellStart"/>
      <w:r w:rsidRPr="00282801">
        <w:rPr>
          <w:rStyle w:val="DevConfigGray"/>
        </w:rPr>
        <w:t>ip</w:t>
      </w:r>
      <w:proofErr w:type="spellEnd"/>
      <w:r w:rsidRPr="00282801">
        <w:rPr>
          <w:rStyle w:val="DevConfigGray"/>
        </w:rPr>
        <w:t xml:space="preserve"> address</w:t>
      </w:r>
    </w:p>
    <w:p w14:paraId="7DDE40DE"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shutdown</w:t>
      </w:r>
      <w:proofErr w:type="gramEnd"/>
    </w:p>
    <w:p w14:paraId="526B7377" w14:textId="77777777" w:rsidR="00282801" w:rsidRPr="00282801" w:rsidRDefault="00282801" w:rsidP="00282801">
      <w:pPr>
        <w:pStyle w:val="DevConfigs"/>
        <w:rPr>
          <w:rStyle w:val="DevConfigGray"/>
        </w:rPr>
      </w:pPr>
      <w:r w:rsidRPr="00282801">
        <w:rPr>
          <w:rStyle w:val="DevConfigGray"/>
        </w:rPr>
        <w:t>!</w:t>
      </w:r>
    </w:p>
    <w:p w14:paraId="7F398EF1" w14:textId="77777777" w:rsidR="00282801" w:rsidRPr="00282801" w:rsidRDefault="00282801" w:rsidP="00282801">
      <w:pPr>
        <w:pStyle w:val="DevConfigs"/>
        <w:rPr>
          <w:rStyle w:val="DevConfigGray"/>
        </w:rPr>
      </w:pPr>
      <w:proofErr w:type="gramStart"/>
      <w:r w:rsidRPr="00282801">
        <w:rPr>
          <w:rStyle w:val="DevConfigGray"/>
        </w:rPr>
        <w:t>interface</w:t>
      </w:r>
      <w:proofErr w:type="gramEnd"/>
      <w:r w:rsidRPr="00282801">
        <w:rPr>
          <w:rStyle w:val="DevConfigGray"/>
        </w:rPr>
        <w:t xml:space="preserve"> GigabitEthernet0/0</w:t>
      </w:r>
    </w:p>
    <w:p w14:paraId="5E2DB746"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no</w:t>
      </w:r>
      <w:proofErr w:type="gramEnd"/>
      <w:r w:rsidRPr="00282801">
        <w:rPr>
          <w:rStyle w:val="DevConfigGray"/>
        </w:rPr>
        <w:t xml:space="preserve"> </w:t>
      </w:r>
      <w:proofErr w:type="spellStart"/>
      <w:r w:rsidRPr="00282801">
        <w:rPr>
          <w:rStyle w:val="DevConfigGray"/>
        </w:rPr>
        <w:t>ip</w:t>
      </w:r>
      <w:proofErr w:type="spellEnd"/>
      <w:r w:rsidRPr="00282801">
        <w:rPr>
          <w:rStyle w:val="DevConfigGray"/>
        </w:rPr>
        <w:t xml:space="preserve"> address</w:t>
      </w:r>
    </w:p>
    <w:p w14:paraId="1ADCDEDC"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shutdown</w:t>
      </w:r>
      <w:proofErr w:type="gramEnd"/>
    </w:p>
    <w:p w14:paraId="265E5D03"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duplex</w:t>
      </w:r>
      <w:proofErr w:type="gramEnd"/>
      <w:r w:rsidRPr="00282801">
        <w:rPr>
          <w:rStyle w:val="DevConfigGray"/>
        </w:rPr>
        <w:t xml:space="preserve"> auto</w:t>
      </w:r>
    </w:p>
    <w:p w14:paraId="0D2313AF"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speed</w:t>
      </w:r>
      <w:proofErr w:type="gramEnd"/>
      <w:r w:rsidRPr="00282801">
        <w:rPr>
          <w:rStyle w:val="DevConfigGray"/>
        </w:rPr>
        <w:t xml:space="preserve"> auto</w:t>
      </w:r>
    </w:p>
    <w:p w14:paraId="15B6E104" w14:textId="77777777" w:rsidR="00282801" w:rsidRPr="00282801" w:rsidRDefault="00282801" w:rsidP="00282801">
      <w:pPr>
        <w:pStyle w:val="DevConfigs"/>
        <w:rPr>
          <w:rStyle w:val="DevConfigGray"/>
        </w:rPr>
      </w:pPr>
      <w:r w:rsidRPr="00282801">
        <w:rPr>
          <w:rStyle w:val="DevConfigGray"/>
        </w:rPr>
        <w:t>!</w:t>
      </w:r>
    </w:p>
    <w:p w14:paraId="23E31206" w14:textId="77777777" w:rsidR="00282801" w:rsidRPr="00282801" w:rsidRDefault="00282801" w:rsidP="00282801">
      <w:pPr>
        <w:pStyle w:val="DevConfigs"/>
        <w:rPr>
          <w:rStyle w:val="DevConfigGray"/>
        </w:rPr>
      </w:pPr>
      <w:proofErr w:type="gramStart"/>
      <w:r w:rsidRPr="00282801">
        <w:rPr>
          <w:rStyle w:val="DevConfigGray"/>
        </w:rPr>
        <w:t>interface</w:t>
      </w:r>
      <w:proofErr w:type="gramEnd"/>
      <w:r w:rsidRPr="00282801">
        <w:rPr>
          <w:rStyle w:val="DevConfigGray"/>
        </w:rPr>
        <w:t xml:space="preserve"> GigabitEthernet0/1</w:t>
      </w:r>
    </w:p>
    <w:p w14:paraId="5937332A"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no</w:t>
      </w:r>
      <w:proofErr w:type="gramEnd"/>
      <w:r w:rsidRPr="00282801">
        <w:rPr>
          <w:rStyle w:val="DevConfigGray"/>
        </w:rPr>
        <w:t xml:space="preserve"> </w:t>
      </w:r>
      <w:proofErr w:type="spellStart"/>
      <w:r w:rsidRPr="00282801">
        <w:rPr>
          <w:rStyle w:val="DevConfigGray"/>
        </w:rPr>
        <w:t>ip</w:t>
      </w:r>
      <w:proofErr w:type="spellEnd"/>
      <w:r w:rsidRPr="00282801">
        <w:rPr>
          <w:rStyle w:val="DevConfigGray"/>
        </w:rPr>
        <w:t xml:space="preserve"> address</w:t>
      </w:r>
    </w:p>
    <w:p w14:paraId="35B2BAEF"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shutdown</w:t>
      </w:r>
      <w:proofErr w:type="gramEnd"/>
    </w:p>
    <w:p w14:paraId="24BA3326"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duplex</w:t>
      </w:r>
      <w:proofErr w:type="gramEnd"/>
      <w:r w:rsidRPr="00282801">
        <w:rPr>
          <w:rStyle w:val="DevConfigGray"/>
        </w:rPr>
        <w:t xml:space="preserve"> auto</w:t>
      </w:r>
    </w:p>
    <w:p w14:paraId="164907DB"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speed</w:t>
      </w:r>
      <w:proofErr w:type="gramEnd"/>
      <w:r w:rsidRPr="00282801">
        <w:rPr>
          <w:rStyle w:val="DevConfigGray"/>
        </w:rPr>
        <w:t xml:space="preserve"> auto</w:t>
      </w:r>
    </w:p>
    <w:p w14:paraId="0ABF283D" w14:textId="77777777" w:rsidR="00282801" w:rsidRPr="00282801" w:rsidRDefault="00282801" w:rsidP="00282801">
      <w:pPr>
        <w:pStyle w:val="DevConfigs"/>
        <w:rPr>
          <w:rStyle w:val="DevConfigGray"/>
        </w:rPr>
      </w:pPr>
      <w:r w:rsidRPr="00282801">
        <w:rPr>
          <w:rStyle w:val="DevConfigGray"/>
        </w:rPr>
        <w:t>!</w:t>
      </w:r>
    </w:p>
    <w:p w14:paraId="6277712B" w14:textId="77777777" w:rsidR="00282801" w:rsidRPr="00282801" w:rsidRDefault="00282801" w:rsidP="00282801">
      <w:pPr>
        <w:pStyle w:val="DevConfigs"/>
        <w:rPr>
          <w:rStyle w:val="DevConfigGray"/>
        </w:rPr>
      </w:pPr>
      <w:proofErr w:type="gramStart"/>
      <w:r w:rsidRPr="00282801">
        <w:rPr>
          <w:rStyle w:val="DevConfigGray"/>
        </w:rPr>
        <w:t>interface</w:t>
      </w:r>
      <w:proofErr w:type="gramEnd"/>
      <w:r w:rsidRPr="00282801">
        <w:rPr>
          <w:rStyle w:val="DevConfigGray"/>
        </w:rPr>
        <w:t xml:space="preserve"> Serial0/0/0</w:t>
      </w:r>
    </w:p>
    <w:p w14:paraId="1B3D63A1"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no</w:t>
      </w:r>
      <w:proofErr w:type="gramEnd"/>
      <w:r w:rsidRPr="00282801">
        <w:rPr>
          <w:rStyle w:val="DevConfigGray"/>
        </w:rPr>
        <w:t xml:space="preserve"> </w:t>
      </w:r>
      <w:proofErr w:type="spellStart"/>
      <w:r w:rsidRPr="00282801">
        <w:rPr>
          <w:rStyle w:val="DevConfigGray"/>
        </w:rPr>
        <w:t>ip</w:t>
      </w:r>
      <w:proofErr w:type="spellEnd"/>
      <w:r w:rsidRPr="00282801">
        <w:rPr>
          <w:rStyle w:val="DevConfigGray"/>
        </w:rPr>
        <w:t xml:space="preserve"> address</w:t>
      </w:r>
    </w:p>
    <w:p w14:paraId="1D23C546"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shutdown</w:t>
      </w:r>
      <w:proofErr w:type="gramEnd"/>
    </w:p>
    <w:p w14:paraId="0053C13C" w14:textId="77777777" w:rsidR="00282801" w:rsidRPr="00282801" w:rsidRDefault="00282801" w:rsidP="00282801">
      <w:pPr>
        <w:pStyle w:val="DevConfigs"/>
        <w:rPr>
          <w:rStyle w:val="DevConfigGray"/>
        </w:rPr>
      </w:pPr>
      <w:r w:rsidRPr="00282801">
        <w:rPr>
          <w:rStyle w:val="DevConfigGray"/>
        </w:rPr>
        <w:t>!</w:t>
      </w:r>
    </w:p>
    <w:p w14:paraId="2828D41E" w14:textId="77777777" w:rsidR="00282801" w:rsidRPr="00282801" w:rsidRDefault="00282801" w:rsidP="00282801">
      <w:pPr>
        <w:pStyle w:val="DevConfigs"/>
        <w:rPr>
          <w:rStyle w:val="DevConfigGray"/>
        </w:rPr>
      </w:pPr>
      <w:proofErr w:type="gramStart"/>
      <w:r w:rsidRPr="00282801">
        <w:rPr>
          <w:rStyle w:val="DevConfigGray"/>
        </w:rPr>
        <w:t>interface</w:t>
      </w:r>
      <w:proofErr w:type="gramEnd"/>
      <w:r w:rsidRPr="00282801">
        <w:rPr>
          <w:rStyle w:val="DevConfigGray"/>
        </w:rPr>
        <w:t xml:space="preserve"> Serial0/0/1</w:t>
      </w:r>
    </w:p>
    <w:p w14:paraId="415E5B04" w14:textId="77777777" w:rsidR="00282801" w:rsidRPr="00282801" w:rsidRDefault="00282801" w:rsidP="00282801">
      <w:pPr>
        <w:pStyle w:val="DevConfigs"/>
        <w:rPr>
          <w:rStyle w:val="DevConfigGray"/>
        </w:rPr>
      </w:pPr>
      <w:r w:rsidRPr="00282801">
        <w:rPr>
          <w:rStyle w:val="DevConfigGray"/>
        </w:rPr>
        <w:t xml:space="preserve"> </w:t>
      </w:r>
      <w:proofErr w:type="spellStart"/>
      <w:proofErr w:type="gramStart"/>
      <w:r w:rsidRPr="00282801">
        <w:rPr>
          <w:rStyle w:val="DevConfigGray"/>
        </w:rPr>
        <w:t>ip</w:t>
      </w:r>
      <w:proofErr w:type="spellEnd"/>
      <w:proofErr w:type="gramEnd"/>
      <w:r w:rsidRPr="00282801">
        <w:rPr>
          <w:rStyle w:val="DevConfigGray"/>
        </w:rPr>
        <w:t xml:space="preserve"> address 209.165.200.225 255.255.255.252</w:t>
      </w:r>
    </w:p>
    <w:p w14:paraId="5BD681B1"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clock</w:t>
      </w:r>
      <w:proofErr w:type="gramEnd"/>
      <w:r w:rsidRPr="00282801">
        <w:rPr>
          <w:rStyle w:val="DevConfigGray"/>
        </w:rPr>
        <w:t xml:space="preserve"> rate 125000</w:t>
      </w:r>
    </w:p>
    <w:p w14:paraId="4F3A49F4" w14:textId="77777777" w:rsidR="00282801" w:rsidRPr="00282801" w:rsidRDefault="00282801" w:rsidP="00282801">
      <w:pPr>
        <w:pStyle w:val="DevConfigs"/>
        <w:rPr>
          <w:rStyle w:val="DevConfigGray"/>
        </w:rPr>
      </w:pPr>
      <w:r w:rsidRPr="00282801">
        <w:rPr>
          <w:rStyle w:val="DevConfigGray"/>
        </w:rPr>
        <w:t>!</w:t>
      </w:r>
    </w:p>
    <w:p w14:paraId="0A33E9A4" w14:textId="77777777" w:rsidR="00282801" w:rsidRPr="00282801" w:rsidRDefault="00282801" w:rsidP="00282801">
      <w:pPr>
        <w:pStyle w:val="DevConfigs"/>
        <w:rPr>
          <w:rStyle w:val="DevConfigGray"/>
        </w:rPr>
      </w:pPr>
      <w:proofErr w:type="spellStart"/>
      <w:proofErr w:type="gramStart"/>
      <w:r w:rsidRPr="00282801">
        <w:rPr>
          <w:rStyle w:val="DevConfigGray"/>
        </w:rPr>
        <w:t>ip</w:t>
      </w:r>
      <w:proofErr w:type="spellEnd"/>
      <w:proofErr w:type="gramEnd"/>
      <w:r w:rsidRPr="00282801">
        <w:rPr>
          <w:rStyle w:val="DevConfigGray"/>
        </w:rPr>
        <w:t xml:space="preserve"> forward-protocol </w:t>
      </w:r>
      <w:proofErr w:type="spellStart"/>
      <w:r w:rsidRPr="00282801">
        <w:rPr>
          <w:rStyle w:val="DevConfigGray"/>
        </w:rPr>
        <w:t>nd</w:t>
      </w:r>
      <w:proofErr w:type="spellEnd"/>
    </w:p>
    <w:p w14:paraId="0496DD72" w14:textId="77777777" w:rsidR="00282801" w:rsidRPr="00282801" w:rsidRDefault="00282801" w:rsidP="00282801">
      <w:pPr>
        <w:pStyle w:val="DevConfigs"/>
        <w:rPr>
          <w:rStyle w:val="DevConfigGray"/>
        </w:rPr>
      </w:pPr>
      <w:r w:rsidRPr="00282801">
        <w:rPr>
          <w:rStyle w:val="DevConfigGray"/>
        </w:rPr>
        <w:t>!</w:t>
      </w:r>
    </w:p>
    <w:p w14:paraId="2ABA1FFA" w14:textId="77777777" w:rsidR="00282801" w:rsidRPr="00282801" w:rsidRDefault="00282801" w:rsidP="00282801">
      <w:pPr>
        <w:pStyle w:val="DevConfigs"/>
        <w:rPr>
          <w:rStyle w:val="DevConfigGray"/>
        </w:rPr>
      </w:pPr>
      <w:proofErr w:type="gramStart"/>
      <w:r w:rsidRPr="00282801">
        <w:rPr>
          <w:rStyle w:val="DevConfigGray"/>
        </w:rPr>
        <w:t>no</w:t>
      </w:r>
      <w:proofErr w:type="gramEnd"/>
      <w:r w:rsidRPr="00282801">
        <w:rPr>
          <w:rStyle w:val="DevConfigGray"/>
        </w:rPr>
        <w:t xml:space="preserve"> </w:t>
      </w:r>
      <w:proofErr w:type="spellStart"/>
      <w:r w:rsidRPr="00282801">
        <w:rPr>
          <w:rStyle w:val="DevConfigGray"/>
        </w:rPr>
        <w:t>ip</w:t>
      </w:r>
      <w:proofErr w:type="spellEnd"/>
      <w:r w:rsidRPr="00282801">
        <w:rPr>
          <w:rStyle w:val="DevConfigGray"/>
        </w:rPr>
        <w:t xml:space="preserve"> http server</w:t>
      </w:r>
    </w:p>
    <w:p w14:paraId="41699130" w14:textId="77777777" w:rsidR="00282801" w:rsidRPr="00282801" w:rsidRDefault="00282801" w:rsidP="00282801">
      <w:pPr>
        <w:pStyle w:val="DevConfigs"/>
        <w:rPr>
          <w:rStyle w:val="DevConfigGray"/>
        </w:rPr>
      </w:pPr>
      <w:proofErr w:type="gramStart"/>
      <w:r w:rsidRPr="00282801">
        <w:rPr>
          <w:rStyle w:val="DevConfigGray"/>
        </w:rPr>
        <w:t>no</w:t>
      </w:r>
      <w:proofErr w:type="gramEnd"/>
      <w:r w:rsidRPr="00282801">
        <w:rPr>
          <w:rStyle w:val="DevConfigGray"/>
        </w:rPr>
        <w:t xml:space="preserve"> </w:t>
      </w:r>
      <w:proofErr w:type="spellStart"/>
      <w:r w:rsidRPr="00282801">
        <w:rPr>
          <w:rStyle w:val="DevConfigGray"/>
        </w:rPr>
        <w:t>ip</w:t>
      </w:r>
      <w:proofErr w:type="spellEnd"/>
      <w:r w:rsidRPr="00282801">
        <w:rPr>
          <w:rStyle w:val="DevConfigGray"/>
        </w:rPr>
        <w:t xml:space="preserve"> http secure-server</w:t>
      </w:r>
    </w:p>
    <w:p w14:paraId="09F3B056" w14:textId="77777777" w:rsidR="00282801" w:rsidRPr="00282801" w:rsidRDefault="00282801" w:rsidP="00282801">
      <w:pPr>
        <w:pStyle w:val="DevConfigs"/>
        <w:rPr>
          <w:rStyle w:val="DevConfigGray"/>
        </w:rPr>
      </w:pPr>
      <w:r w:rsidRPr="00282801">
        <w:rPr>
          <w:rStyle w:val="DevConfigGray"/>
        </w:rPr>
        <w:t>!</w:t>
      </w:r>
    </w:p>
    <w:p w14:paraId="5C3BFEA7" w14:textId="77777777" w:rsidR="00282801" w:rsidRPr="00282801" w:rsidRDefault="00282801" w:rsidP="00282801">
      <w:pPr>
        <w:pStyle w:val="DevConfigs"/>
        <w:rPr>
          <w:rStyle w:val="DevConfigGray"/>
        </w:rPr>
      </w:pPr>
      <w:proofErr w:type="gramStart"/>
      <w:r w:rsidRPr="00282801">
        <w:rPr>
          <w:rStyle w:val="DevConfigGray"/>
        </w:rPr>
        <w:t>control-plane</w:t>
      </w:r>
      <w:proofErr w:type="gramEnd"/>
    </w:p>
    <w:p w14:paraId="04A526D0" w14:textId="77777777" w:rsidR="00282801" w:rsidRPr="00282801" w:rsidRDefault="00282801" w:rsidP="00282801">
      <w:pPr>
        <w:pStyle w:val="DevConfigs"/>
        <w:rPr>
          <w:rStyle w:val="DevConfigGray"/>
        </w:rPr>
      </w:pPr>
      <w:r w:rsidRPr="00282801">
        <w:rPr>
          <w:rStyle w:val="DevConfigGray"/>
        </w:rPr>
        <w:t>!</w:t>
      </w:r>
    </w:p>
    <w:p w14:paraId="55D3CCF3" w14:textId="77777777" w:rsidR="00282801" w:rsidRPr="00282801" w:rsidRDefault="00282801" w:rsidP="00282801">
      <w:pPr>
        <w:pStyle w:val="DevConfigs"/>
        <w:rPr>
          <w:rStyle w:val="DevConfigGray"/>
        </w:rPr>
      </w:pPr>
      <w:proofErr w:type="gramStart"/>
      <w:r w:rsidRPr="00282801">
        <w:rPr>
          <w:rStyle w:val="DevConfigGray"/>
        </w:rPr>
        <w:t>line</w:t>
      </w:r>
      <w:proofErr w:type="gramEnd"/>
      <w:r w:rsidRPr="00282801">
        <w:rPr>
          <w:rStyle w:val="DevConfigGray"/>
        </w:rPr>
        <w:t xml:space="preserve"> con 0</w:t>
      </w:r>
    </w:p>
    <w:p w14:paraId="396A6A4F" w14:textId="77777777" w:rsidR="00282801" w:rsidRPr="00282801" w:rsidRDefault="00282801" w:rsidP="00282801">
      <w:pPr>
        <w:pStyle w:val="DevConfigs"/>
        <w:rPr>
          <w:rStyle w:val="DevConfigGray"/>
        </w:rPr>
      </w:pPr>
      <w:proofErr w:type="gramStart"/>
      <w:r w:rsidRPr="00282801">
        <w:rPr>
          <w:rStyle w:val="DevConfigGray"/>
        </w:rPr>
        <w:t>line</w:t>
      </w:r>
      <w:proofErr w:type="gramEnd"/>
      <w:r w:rsidRPr="00282801">
        <w:rPr>
          <w:rStyle w:val="DevConfigGray"/>
        </w:rPr>
        <w:t xml:space="preserve"> aux 0</w:t>
      </w:r>
    </w:p>
    <w:p w14:paraId="427D1EFB" w14:textId="77777777" w:rsidR="00282801" w:rsidRPr="00282801" w:rsidRDefault="00282801" w:rsidP="00282801">
      <w:pPr>
        <w:pStyle w:val="DevConfigs"/>
        <w:rPr>
          <w:rStyle w:val="DevConfigGray"/>
        </w:rPr>
      </w:pPr>
      <w:proofErr w:type="gramStart"/>
      <w:r w:rsidRPr="00282801">
        <w:rPr>
          <w:rStyle w:val="DevConfigGray"/>
        </w:rPr>
        <w:t>line</w:t>
      </w:r>
      <w:proofErr w:type="gramEnd"/>
      <w:r w:rsidRPr="00282801">
        <w:rPr>
          <w:rStyle w:val="DevConfigGray"/>
        </w:rPr>
        <w:t xml:space="preserve"> 2</w:t>
      </w:r>
    </w:p>
    <w:p w14:paraId="551A6B8F"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no</w:t>
      </w:r>
      <w:proofErr w:type="gramEnd"/>
      <w:r w:rsidRPr="00282801">
        <w:rPr>
          <w:rStyle w:val="DevConfigGray"/>
        </w:rPr>
        <w:t xml:space="preserve"> activation-character</w:t>
      </w:r>
    </w:p>
    <w:p w14:paraId="719D27C2"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no</w:t>
      </w:r>
      <w:proofErr w:type="gramEnd"/>
      <w:r w:rsidRPr="00282801">
        <w:rPr>
          <w:rStyle w:val="DevConfigGray"/>
        </w:rPr>
        <w:t xml:space="preserve"> exec</w:t>
      </w:r>
    </w:p>
    <w:p w14:paraId="350B4360"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transport</w:t>
      </w:r>
      <w:proofErr w:type="gramEnd"/>
      <w:r w:rsidRPr="00282801">
        <w:rPr>
          <w:rStyle w:val="DevConfigGray"/>
        </w:rPr>
        <w:t xml:space="preserve"> preferred none</w:t>
      </w:r>
    </w:p>
    <w:p w14:paraId="0C248422"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transport</w:t>
      </w:r>
      <w:proofErr w:type="gramEnd"/>
      <w:r w:rsidRPr="00282801">
        <w:rPr>
          <w:rStyle w:val="DevConfigGray"/>
        </w:rPr>
        <w:t xml:space="preserve"> output pad telnet rlogin </w:t>
      </w:r>
      <w:proofErr w:type="spellStart"/>
      <w:r w:rsidRPr="00282801">
        <w:rPr>
          <w:rStyle w:val="DevConfigGray"/>
        </w:rPr>
        <w:t>lapb</w:t>
      </w:r>
      <w:proofErr w:type="spellEnd"/>
      <w:r w:rsidRPr="00282801">
        <w:rPr>
          <w:rStyle w:val="DevConfigGray"/>
        </w:rPr>
        <w:t xml:space="preserve">-ta mop </w:t>
      </w:r>
      <w:proofErr w:type="spellStart"/>
      <w:r w:rsidRPr="00282801">
        <w:rPr>
          <w:rStyle w:val="DevConfigGray"/>
        </w:rPr>
        <w:t>udptn</w:t>
      </w:r>
      <w:proofErr w:type="spellEnd"/>
      <w:r w:rsidRPr="00282801">
        <w:rPr>
          <w:rStyle w:val="DevConfigGray"/>
        </w:rPr>
        <w:t xml:space="preserve"> v120 </w:t>
      </w:r>
      <w:proofErr w:type="spellStart"/>
      <w:r w:rsidRPr="00282801">
        <w:rPr>
          <w:rStyle w:val="DevConfigGray"/>
        </w:rPr>
        <w:t>ssh</w:t>
      </w:r>
      <w:proofErr w:type="spellEnd"/>
    </w:p>
    <w:p w14:paraId="6FEDC00D" w14:textId="77777777" w:rsidR="00282801" w:rsidRPr="00282801" w:rsidRDefault="00282801" w:rsidP="00282801">
      <w:pPr>
        <w:pStyle w:val="DevConfigs"/>
        <w:rPr>
          <w:rStyle w:val="DevConfigGray"/>
        </w:rPr>
      </w:pPr>
      <w:r w:rsidRPr="00282801">
        <w:rPr>
          <w:rStyle w:val="DevConfigGray"/>
        </w:rPr>
        <w:t xml:space="preserve"> </w:t>
      </w:r>
      <w:proofErr w:type="spellStart"/>
      <w:proofErr w:type="gramStart"/>
      <w:r w:rsidRPr="00282801">
        <w:rPr>
          <w:rStyle w:val="DevConfigGray"/>
        </w:rPr>
        <w:t>stopbits</w:t>
      </w:r>
      <w:proofErr w:type="spellEnd"/>
      <w:proofErr w:type="gramEnd"/>
      <w:r w:rsidRPr="00282801">
        <w:rPr>
          <w:rStyle w:val="DevConfigGray"/>
        </w:rPr>
        <w:t xml:space="preserve"> 1</w:t>
      </w:r>
    </w:p>
    <w:p w14:paraId="0EED994E" w14:textId="77777777" w:rsidR="00282801" w:rsidRPr="00282801" w:rsidRDefault="00282801" w:rsidP="00282801">
      <w:pPr>
        <w:pStyle w:val="DevConfigs"/>
        <w:rPr>
          <w:rStyle w:val="DevConfigGray"/>
        </w:rPr>
      </w:pPr>
      <w:proofErr w:type="gramStart"/>
      <w:r w:rsidRPr="00282801">
        <w:rPr>
          <w:rStyle w:val="DevConfigGray"/>
        </w:rPr>
        <w:t>line</w:t>
      </w:r>
      <w:proofErr w:type="gramEnd"/>
      <w:r w:rsidRPr="00282801">
        <w:rPr>
          <w:rStyle w:val="DevConfigGray"/>
        </w:rPr>
        <w:t xml:space="preserve"> </w:t>
      </w:r>
      <w:proofErr w:type="spellStart"/>
      <w:r w:rsidRPr="00282801">
        <w:rPr>
          <w:rStyle w:val="DevConfigGray"/>
        </w:rPr>
        <w:t>vty</w:t>
      </w:r>
      <w:proofErr w:type="spellEnd"/>
      <w:r w:rsidRPr="00282801">
        <w:rPr>
          <w:rStyle w:val="DevConfigGray"/>
        </w:rPr>
        <w:t xml:space="preserve"> 0 4</w:t>
      </w:r>
    </w:p>
    <w:p w14:paraId="4C1EEC13"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login</w:t>
      </w:r>
      <w:proofErr w:type="gramEnd"/>
    </w:p>
    <w:p w14:paraId="59536B38" w14:textId="77777777" w:rsidR="00282801" w:rsidRPr="00282801" w:rsidRDefault="00282801" w:rsidP="00282801">
      <w:pPr>
        <w:pStyle w:val="DevConfigs"/>
        <w:rPr>
          <w:rStyle w:val="DevConfigGray"/>
        </w:rPr>
      </w:pPr>
      <w:r w:rsidRPr="00282801">
        <w:rPr>
          <w:rStyle w:val="DevConfigGray"/>
        </w:rPr>
        <w:t xml:space="preserve"> </w:t>
      </w:r>
      <w:proofErr w:type="gramStart"/>
      <w:r w:rsidRPr="00282801">
        <w:rPr>
          <w:rStyle w:val="DevConfigGray"/>
        </w:rPr>
        <w:t>transport</w:t>
      </w:r>
      <w:proofErr w:type="gramEnd"/>
      <w:r w:rsidRPr="00282801">
        <w:rPr>
          <w:rStyle w:val="DevConfigGray"/>
        </w:rPr>
        <w:t xml:space="preserve"> input none</w:t>
      </w:r>
    </w:p>
    <w:p w14:paraId="704526C5" w14:textId="77777777" w:rsidR="00282801" w:rsidRPr="00282801" w:rsidRDefault="00282801" w:rsidP="00282801">
      <w:pPr>
        <w:pStyle w:val="DevConfigs"/>
        <w:rPr>
          <w:rStyle w:val="DevConfigGray"/>
        </w:rPr>
      </w:pPr>
      <w:r w:rsidRPr="00282801">
        <w:rPr>
          <w:rStyle w:val="DevConfigGray"/>
        </w:rPr>
        <w:lastRenderedPageBreak/>
        <w:t>!</w:t>
      </w:r>
    </w:p>
    <w:p w14:paraId="27ED5532" w14:textId="77777777" w:rsidR="00282801" w:rsidRPr="00282801" w:rsidRDefault="00282801" w:rsidP="00282801">
      <w:pPr>
        <w:pStyle w:val="DevConfigs"/>
        <w:rPr>
          <w:rStyle w:val="DevConfigGray"/>
        </w:rPr>
      </w:pPr>
      <w:proofErr w:type="gramStart"/>
      <w:r w:rsidRPr="00282801">
        <w:rPr>
          <w:rStyle w:val="DevConfigGray"/>
        </w:rPr>
        <w:t>scheduler</w:t>
      </w:r>
      <w:proofErr w:type="gramEnd"/>
      <w:r w:rsidRPr="00282801">
        <w:rPr>
          <w:rStyle w:val="DevConfigGray"/>
        </w:rPr>
        <w:t xml:space="preserve"> allocate 20000 1000</w:t>
      </w:r>
    </w:p>
    <w:p w14:paraId="56EA1BEE" w14:textId="77777777" w:rsidR="00282801" w:rsidRPr="00282801" w:rsidRDefault="00282801" w:rsidP="00282801">
      <w:pPr>
        <w:pStyle w:val="DevConfigs"/>
        <w:rPr>
          <w:rStyle w:val="DevConfigGray"/>
        </w:rPr>
      </w:pPr>
      <w:r w:rsidRPr="00282801">
        <w:rPr>
          <w:rStyle w:val="DevConfigGray"/>
        </w:rPr>
        <w:t>!</w:t>
      </w:r>
    </w:p>
    <w:p w14:paraId="13A78B2F" w14:textId="6E3E5F36" w:rsidR="00282801" w:rsidRPr="00282801" w:rsidRDefault="00282801" w:rsidP="00282801">
      <w:pPr>
        <w:pStyle w:val="DevConfigs"/>
        <w:rPr>
          <w:rStyle w:val="DevConfigGray"/>
        </w:rPr>
      </w:pPr>
      <w:proofErr w:type="gramStart"/>
      <w:r w:rsidRPr="00282801">
        <w:rPr>
          <w:rStyle w:val="DevConfigGray"/>
        </w:rPr>
        <w:t>end</w:t>
      </w:r>
      <w:proofErr w:type="gramEnd"/>
    </w:p>
    <w:p w14:paraId="4AD0B1FD" w14:textId="6C148DF5" w:rsidR="00282801" w:rsidRDefault="00013C67" w:rsidP="00282801">
      <w:pPr>
        <w:pStyle w:val="LabSection"/>
        <w:numPr>
          <w:ilvl w:val="0"/>
          <w:numId w:val="7"/>
        </w:numPr>
        <w:rPr>
          <w:rStyle w:val="LabSectionGray"/>
        </w:rPr>
      </w:pPr>
      <w:r>
        <w:rPr>
          <w:rStyle w:val="LabSectionGray"/>
        </w:rPr>
        <w:t>Router Gateway</w:t>
      </w:r>
    </w:p>
    <w:p w14:paraId="43E628B4" w14:textId="6FCA3010" w:rsidR="00282801" w:rsidRPr="00B0070E" w:rsidRDefault="00282801" w:rsidP="00B0070E">
      <w:pPr>
        <w:pStyle w:val="DevConfigs"/>
        <w:rPr>
          <w:rStyle w:val="DevConfigGray"/>
        </w:rPr>
      </w:pPr>
      <w:r w:rsidRPr="00B0070E">
        <w:rPr>
          <w:rStyle w:val="DevConfigGray"/>
        </w:rPr>
        <w:t xml:space="preserve">Gateway# </w:t>
      </w:r>
      <w:r w:rsidRPr="00354ACF">
        <w:rPr>
          <w:rStyle w:val="DevConfigGray"/>
          <w:b/>
        </w:rPr>
        <w:t>show run</w:t>
      </w:r>
    </w:p>
    <w:p w14:paraId="75A991C4" w14:textId="77777777" w:rsidR="00282801" w:rsidRPr="00B0070E" w:rsidRDefault="00282801" w:rsidP="00B0070E">
      <w:pPr>
        <w:pStyle w:val="DevConfigs"/>
        <w:rPr>
          <w:rStyle w:val="DevConfigGray"/>
        </w:rPr>
      </w:pPr>
      <w:r w:rsidRPr="00B0070E">
        <w:rPr>
          <w:rStyle w:val="DevConfigGray"/>
        </w:rPr>
        <w:t>Building configuration...</w:t>
      </w:r>
    </w:p>
    <w:p w14:paraId="054A01EB" w14:textId="77777777" w:rsidR="00282801" w:rsidRPr="00B0070E" w:rsidRDefault="00282801" w:rsidP="00B0070E">
      <w:pPr>
        <w:pStyle w:val="DevConfigs"/>
        <w:rPr>
          <w:rStyle w:val="DevConfigGray"/>
        </w:rPr>
      </w:pPr>
    </w:p>
    <w:p w14:paraId="033855A3" w14:textId="77777777" w:rsidR="00282801" w:rsidRPr="00B0070E" w:rsidRDefault="00282801" w:rsidP="00B0070E">
      <w:pPr>
        <w:pStyle w:val="DevConfigs"/>
        <w:rPr>
          <w:rStyle w:val="DevConfigGray"/>
        </w:rPr>
      </w:pPr>
      <w:r w:rsidRPr="00B0070E">
        <w:rPr>
          <w:rStyle w:val="DevConfigGray"/>
        </w:rPr>
        <w:t xml:space="preserve">Current </w:t>
      </w:r>
      <w:proofErr w:type="gramStart"/>
      <w:r w:rsidRPr="00B0070E">
        <w:rPr>
          <w:rStyle w:val="DevConfigGray"/>
        </w:rPr>
        <w:t>configuration :</w:t>
      </w:r>
      <w:proofErr w:type="gramEnd"/>
      <w:r w:rsidRPr="00B0070E">
        <w:rPr>
          <w:rStyle w:val="DevConfigGray"/>
        </w:rPr>
        <w:t xml:space="preserve"> 1524 bytes</w:t>
      </w:r>
    </w:p>
    <w:p w14:paraId="211CE727" w14:textId="77777777" w:rsidR="00282801" w:rsidRPr="00B0070E" w:rsidRDefault="00282801" w:rsidP="00B0070E">
      <w:pPr>
        <w:pStyle w:val="DevConfigs"/>
        <w:rPr>
          <w:rStyle w:val="DevConfigGray"/>
        </w:rPr>
      </w:pPr>
      <w:r w:rsidRPr="00B0070E">
        <w:rPr>
          <w:rStyle w:val="DevConfigGray"/>
        </w:rPr>
        <w:t>!</w:t>
      </w:r>
    </w:p>
    <w:p w14:paraId="6CDC8A0C" w14:textId="77777777" w:rsidR="00282801" w:rsidRPr="00B0070E" w:rsidRDefault="00282801" w:rsidP="00B0070E">
      <w:pPr>
        <w:pStyle w:val="DevConfigs"/>
        <w:rPr>
          <w:rStyle w:val="DevConfigGray"/>
        </w:rPr>
      </w:pPr>
      <w:proofErr w:type="gramStart"/>
      <w:r w:rsidRPr="00B0070E">
        <w:rPr>
          <w:rStyle w:val="DevConfigGray"/>
        </w:rPr>
        <w:t>version</w:t>
      </w:r>
      <w:proofErr w:type="gramEnd"/>
      <w:r w:rsidRPr="00B0070E">
        <w:rPr>
          <w:rStyle w:val="DevConfigGray"/>
        </w:rPr>
        <w:t xml:space="preserve"> 15.4</w:t>
      </w:r>
    </w:p>
    <w:p w14:paraId="63A8E81E" w14:textId="77777777" w:rsidR="00282801" w:rsidRPr="00B0070E" w:rsidRDefault="00282801" w:rsidP="00B0070E">
      <w:pPr>
        <w:pStyle w:val="DevConfigs"/>
        <w:rPr>
          <w:rStyle w:val="DevConfigGray"/>
        </w:rPr>
      </w:pPr>
      <w:proofErr w:type="gramStart"/>
      <w:r w:rsidRPr="00B0070E">
        <w:rPr>
          <w:rStyle w:val="DevConfigGray"/>
        </w:rPr>
        <w:t>service</w:t>
      </w:r>
      <w:proofErr w:type="gramEnd"/>
      <w:r w:rsidRPr="00B0070E">
        <w:rPr>
          <w:rStyle w:val="DevConfigGray"/>
        </w:rPr>
        <w:t xml:space="preserve"> timestamps debug </w:t>
      </w:r>
      <w:proofErr w:type="spellStart"/>
      <w:r w:rsidRPr="00B0070E">
        <w:rPr>
          <w:rStyle w:val="DevConfigGray"/>
        </w:rPr>
        <w:t>datetime</w:t>
      </w:r>
      <w:proofErr w:type="spellEnd"/>
      <w:r w:rsidRPr="00B0070E">
        <w:rPr>
          <w:rStyle w:val="DevConfigGray"/>
        </w:rPr>
        <w:t xml:space="preserve"> </w:t>
      </w:r>
      <w:proofErr w:type="spellStart"/>
      <w:r w:rsidRPr="00B0070E">
        <w:rPr>
          <w:rStyle w:val="DevConfigGray"/>
        </w:rPr>
        <w:t>msec</w:t>
      </w:r>
      <w:proofErr w:type="spellEnd"/>
    </w:p>
    <w:p w14:paraId="61DDA72E" w14:textId="77777777" w:rsidR="00282801" w:rsidRPr="00B0070E" w:rsidRDefault="00282801" w:rsidP="00B0070E">
      <w:pPr>
        <w:pStyle w:val="DevConfigs"/>
        <w:rPr>
          <w:rStyle w:val="DevConfigGray"/>
        </w:rPr>
      </w:pPr>
      <w:proofErr w:type="gramStart"/>
      <w:r w:rsidRPr="00B0070E">
        <w:rPr>
          <w:rStyle w:val="DevConfigGray"/>
        </w:rPr>
        <w:t>service</w:t>
      </w:r>
      <w:proofErr w:type="gramEnd"/>
      <w:r w:rsidRPr="00B0070E">
        <w:rPr>
          <w:rStyle w:val="DevConfigGray"/>
        </w:rPr>
        <w:t xml:space="preserve"> timestamps log </w:t>
      </w:r>
      <w:proofErr w:type="spellStart"/>
      <w:r w:rsidRPr="00B0070E">
        <w:rPr>
          <w:rStyle w:val="DevConfigGray"/>
        </w:rPr>
        <w:t>datetime</w:t>
      </w:r>
      <w:proofErr w:type="spellEnd"/>
      <w:r w:rsidRPr="00B0070E">
        <w:rPr>
          <w:rStyle w:val="DevConfigGray"/>
        </w:rPr>
        <w:t xml:space="preserve"> </w:t>
      </w:r>
      <w:proofErr w:type="spellStart"/>
      <w:r w:rsidRPr="00B0070E">
        <w:rPr>
          <w:rStyle w:val="DevConfigGray"/>
        </w:rPr>
        <w:t>msec</w:t>
      </w:r>
      <w:proofErr w:type="spellEnd"/>
    </w:p>
    <w:p w14:paraId="0F637937" w14:textId="77777777" w:rsidR="00282801" w:rsidRPr="00B0070E" w:rsidRDefault="00282801" w:rsidP="00B0070E">
      <w:pPr>
        <w:pStyle w:val="DevConfigs"/>
        <w:rPr>
          <w:rStyle w:val="DevConfigGray"/>
        </w:rPr>
      </w:pPr>
      <w:proofErr w:type="gramStart"/>
      <w:r w:rsidRPr="00B0070E">
        <w:rPr>
          <w:rStyle w:val="DevConfigGray"/>
        </w:rPr>
        <w:t>no</w:t>
      </w:r>
      <w:proofErr w:type="gramEnd"/>
      <w:r w:rsidRPr="00B0070E">
        <w:rPr>
          <w:rStyle w:val="DevConfigGray"/>
        </w:rPr>
        <w:t xml:space="preserve"> service password-encryption</w:t>
      </w:r>
    </w:p>
    <w:p w14:paraId="762DDCDD" w14:textId="77777777" w:rsidR="00282801" w:rsidRPr="00B0070E" w:rsidRDefault="00282801" w:rsidP="00B0070E">
      <w:pPr>
        <w:pStyle w:val="DevConfigs"/>
        <w:rPr>
          <w:rStyle w:val="DevConfigGray"/>
        </w:rPr>
      </w:pPr>
      <w:r w:rsidRPr="00B0070E">
        <w:rPr>
          <w:rStyle w:val="DevConfigGray"/>
        </w:rPr>
        <w:t>!</w:t>
      </w:r>
    </w:p>
    <w:p w14:paraId="587EF8BA" w14:textId="77777777" w:rsidR="00282801" w:rsidRPr="00B0070E" w:rsidRDefault="00282801" w:rsidP="00B0070E">
      <w:pPr>
        <w:pStyle w:val="DevConfigs"/>
        <w:rPr>
          <w:rStyle w:val="DevConfigGray"/>
        </w:rPr>
      </w:pPr>
      <w:proofErr w:type="gramStart"/>
      <w:r w:rsidRPr="00B0070E">
        <w:rPr>
          <w:rStyle w:val="DevConfigGray"/>
        </w:rPr>
        <w:t>hostname</w:t>
      </w:r>
      <w:proofErr w:type="gramEnd"/>
      <w:r w:rsidRPr="00B0070E">
        <w:rPr>
          <w:rStyle w:val="DevConfigGray"/>
        </w:rPr>
        <w:t xml:space="preserve"> Gateway</w:t>
      </w:r>
    </w:p>
    <w:p w14:paraId="1A18EDE2" w14:textId="77777777" w:rsidR="00282801" w:rsidRPr="00B0070E" w:rsidRDefault="00282801" w:rsidP="00B0070E">
      <w:pPr>
        <w:pStyle w:val="DevConfigs"/>
        <w:rPr>
          <w:rStyle w:val="DevConfigGray"/>
        </w:rPr>
      </w:pPr>
      <w:r w:rsidRPr="00B0070E">
        <w:rPr>
          <w:rStyle w:val="DevConfigGray"/>
        </w:rPr>
        <w:t>!</w:t>
      </w:r>
    </w:p>
    <w:p w14:paraId="496AC9AC" w14:textId="77777777" w:rsidR="00282801" w:rsidRPr="00B0070E" w:rsidRDefault="00282801" w:rsidP="00B0070E">
      <w:pPr>
        <w:pStyle w:val="DevConfigs"/>
        <w:rPr>
          <w:rStyle w:val="DevConfigGray"/>
        </w:rPr>
      </w:pPr>
      <w:proofErr w:type="gramStart"/>
      <w:r w:rsidRPr="00B0070E">
        <w:rPr>
          <w:rStyle w:val="DevConfigGray"/>
        </w:rPr>
        <w:t>boot-start-marker</w:t>
      </w:r>
      <w:proofErr w:type="gramEnd"/>
    </w:p>
    <w:p w14:paraId="20C7ABC5" w14:textId="77777777" w:rsidR="00282801" w:rsidRPr="00B0070E" w:rsidRDefault="00282801" w:rsidP="00B0070E">
      <w:pPr>
        <w:pStyle w:val="DevConfigs"/>
        <w:rPr>
          <w:rStyle w:val="DevConfigGray"/>
        </w:rPr>
      </w:pPr>
      <w:proofErr w:type="gramStart"/>
      <w:r w:rsidRPr="00B0070E">
        <w:rPr>
          <w:rStyle w:val="DevConfigGray"/>
        </w:rPr>
        <w:t>boot-end-marker</w:t>
      </w:r>
      <w:proofErr w:type="gramEnd"/>
    </w:p>
    <w:p w14:paraId="271567B4" w14:textId="77777777" w:rsidR="00282801" w:rsidRPr="00B0070E" w:rsidRDefault="00282801" w:rsidP="00B0070E">
      <w:pPr>
        <w:pStyle w:val="DevConfigs"/>
        <w:rPr>
          <w:rStyle w:val="DevConfigGray"/>
        </w:rPr>
      </w:pPr>
      <w:r w:rsidRPr="00B0070E">
        <w:rPr>
          <w:rStyle w:val="DevConfigGray"/>
        </w:rPr>
        <w:t>!</w:t>
      </w:r>
    </w:p>
    <w:p w14:paraId="0CBF0659" w14:textId="77777777" w:rsidR="00282801" w:rsidRPr="00B0070E" w:rsidRDefault="00282801" w:rsidP="00B0070E">
      <w:pPr>
        <w:pStyle w:val="DevConfigs"/>
        <w:rPr>
          <w:rStyle w:val="DevConfigGray"/>
        </w:rPr>
      </w:pP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aaa</w:t>
      </w:r>
      <w:proofErr w:type="spellEnd"/>
      <w:r w:rsidRPr="00B0070E">
        <w:rPr>
          <w:rStyle w:val="DevConfigGray"/>
        </w:rPr>
        <w:t xml:space="preserve"> new-model</w:t>
      </w:r>
    </w:p>
    <w:p w14:paraId="1763308B" w14:textId="77777777" w:rsidR="00282801" w:rsidRPr="00B0070E" w:rsidRDefault="00282801" w:rsidP="00B0070E">
      <w:pPr>
        <w:pStyle w:val="DevConfigs"/>
        <w:rPr>
          <w:rStyle w:val="DevConfigGray"/>
        </w:rPr>
      </w:pPr>
      <w:proofErr w:type="gramStart"/>
      <w:r w:rsidRPr="00B0070E">
        <w:rPr>
          <w:rStyle w:val="DevConfigGray"/>
        </w:rPr>
        <w:t>memory-size</w:t>
      </w:r>
      <w:proofErr w:type="gramEnd"/>
      <w:r w:rsidRPr="00B0070E">
        <w:rPr>
          <w:rStyle w:val="DevConfigGray"/>
        </w:rPr>
        <w:t xml:space="preserve"> </w:t>
      </w:r>
      <w:proofErr w:type="spellStart"/>
      <w:r w:rsidRPr="00B0070E">
        <w:rPr>
          <w:rStyle w:val="DevConfigGray"/>
        </w:rPr>
        <w:t>iomem</w:t>
      </w:r>
      <w:proofErr w:type="spellEnd"/>
      <w:r w:rsidRPr="00B0070E">
        <w:rPr>
          <w:rStyle w:val="DevConfigGray"/>
        </w:rPr>
        <w:t xml:space="preserve"> 15</w:t>
      </w:r>
    </w:p>
    <w:p w14:paraId="5349FE6A" w14:textId="77777777" w:rsidR="00282801" w:rsidRPr="00B0070E" w:rsidRDefault="00282801" w:rsidP="00B0070E">
      <w:pPr>
        <w:pStyle w:val="DevConfigs"/>
        <w:rPr>
          <w:rStyle w:val="DevConfigGray"/>
        </w:rPr>
      </w:pPr>
      <w:r w:rsidRPr="00B0070E">
        <w:rPr>
          <w:rStyle w:val="DevConfigGray"/>
        </w:rPr>
        <w:t>!</w:t>
      </w:r>
    </w:p>
    <w:p w14:paraId="14C3E70A" w14:textId="77777777" w:rsidR="00282801" w:rsidRPr="00B0070E" w:rsidRDefault="00282801" w:rsidP="00B0070E">
      <w:pPr>
        <w:pStyle w:val="DevConfigs"/>
        <w:rPr>
          <w:rStyle w:val="DevConfigGray"/>
        </w:rPr>
      </w:pP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ip</w:t>
      </w:r>
      <w:proofErr w:type="spellEnd"/>
      <w:r w:rsidRPr="00B0070E">
        <w:rPr>
          <w:rStyle w:val="DevConfigGray"/>
        </w:rPr>
        <w:t xml:space="preserve"> domain lookup</w:t>
      </w:r>
    </w:p>
    <w:p w14:paraId="3A833A22" w14:textId="77777777" w:rsidR="00282801" w:rsidRPr="00B0070E" w:rsidRDefault="00282801" w:rsidP="00B0070E">
      <w:pPr>
        <w:pStyle w:val="DevConfigs"/>
        <w:rPr>
          <w:rStyle w:val="DevConfigGray"/>
        </w:rPr>
      </w:pPr>
      <w:proofErr w:type="spellStart"/>
      <w:proofErr w:type="gramStart"/>
      <w:r w:rsidRPr="00B0070E">
        <w:rPr>
          <w:rStyle w:val="DevConfigGray"/>
        </w:rPr>
        <w:t>ip</w:t>
      </w:r>
      <w:proofErr w:type="spellEnd"/>
      <w:proofErr w:type="gramEnd"/>
      <w:r w:rsidRPr="00B0070E">
        <w:rPr>
          <w:rStyle w:val="DevConfigGray"/>
        </w:rPr>
        <w:t xml:space="preserve"> </w:t>
      </w:r>
      <w:proofErr w:type="spellStart"/>
      <w:r w:rsidRPr="00B0070E">
        <w:rPr>
          <w:rStyle w:val="DevConfigGray"/>
        </w:rPr>
        <w:t>cef</w:t>
      </w:r>
      <w:proofErr w:type="spellEnd"/>
    </w:p>
    <w:p w14:paraId="5759F97A" w14:textId="77777777" w:rsidR="00282801" w:rsidRPr="00B0070E" w:rsidRDefault="00282801" w:rsidP="00B0070E">
      <w:pPr>
        <w:pStyle w:val="DevConfigs"/>
        <w:rPr>
          <w:rStyle w:val="DevConfigGray"/>
        </w:rPr>
      </w:pPr>
      <w:proofErr w:type="gramStart"/>
      <w:r w:rsidRPr="00B0070E">
        <w:rPr>
          <w:rStyle w:val="DevConfigGray"/>
        </w:rPr>
        <w:t>no</w:t>
      </w:r>
      <w:proofErr w:type="gramEnd"/>
      <w:r w:rsidRPr="00B0070E">
        <w:rPr>
          <w:rStyle w:val="DevConfigGray"/>
        </w:rPr>
        <w:t xml:space="preserve"> ipv6 </w:t>
      </w:r>
      <w:proofErr w:type="spellStart"/>
      <w:r w:rsidRPr="00B0070E">
        <w:rPr>
          <w:rStyle w:val="DevConfigGray"/>
        </w:rPr>
        <w:t>cef</w:t>
      </w:r>
      <w:proofErr w:type="spellEnd"/>
    </w:p>
    <w:p w14:paraId="31C48FF8" w14:textId="77777777" w:rsidR="00282801" w:rsidRPr="00B0070E" w:rsidRDefault="00282801" w:rsidP="00B0070E">
      <w:pPr>
        <w:pStyle w:val="DevConfigs"/>
        <w:rPr>
          <w:rStyle w:val="DevConfigGray"/>
        </w:rPr>
      </w:pPr>
      <w:r w:rsidRPr="00B0070E">
        <w:rPr>
          <w:rStyle w:val="DevConfigGray"/>
        </w:rPr>
        <w:t>!</w:t>
      </w:r>
    </w:p>
    <w:p w14:paraId="5CD3DDFB" w14:textId="77777777" w:rsidR="00282801" w:rsidRPr="00B0070E" w:rsidRDefault="00282801" w:rsidP="00B0070E">
      <w:pPr>
        <w:pStyle w:val="DevConfigs"/>
        <w:rPr>
          <w:rStyle w:val="DevConfigGray"/>
        </w:rPr>
      </w:pPr>
      <w:proofErr w:type="gramStart"/>
      <w:r w:rsidRPr="00B0070E">
        <w:rPr>
          <w:rStyle w:val="DevConfigGray"/>
        </w:rPr>
        <w:t>multilink</w:t>
      </w:r>
      <w:proofErr w:type="gramEnd"/>
      <w:r w:rsidRPr="00B0070E">
        <w:rPr>
          <w:rStyle w:val="DevConfigGray"/>
        </w:rPr>
        <w:t xml:space="preserve"> bundle-name authenticated</w:t>
      </w:r>
    </w:p>
    <w:p w14:paraId="46F7CB90" w14:textId="77777777" w:rsidR="00282801" w:rsidRPr="00B0070E" w:rsidRDefault="00282801" w:rsidP="00B0070E">
      <w:pPr>
        <w:pStyle w:val="DevConfigs"/>
        <w:rPr>
          <w:rStyle w:val="DevConfigGray"/>
        </w:rPr>
      </w:pPr>
      <w:r w:rsidRPr="00B0070E">
        <w:rPr>
          <w:rStyle w:val="DevConfigGray"/>
        </w:rPr>
        <w:t>!</w:t>
      </w:r>
    </w:p>
    <w:p w14:paraId="2B4923F0" w14:textId="77777777" w:rsidR="00282801" w:rsidRPr="00B0070E" w:rsidRDefault="00282801" w:rsidP="00B0070E">
      <w:pPr>
        <w:pStyle w:val="DevConfigs"/>
        <w:rPr>
          <w:rStyle w:val="DevConfigGray"/>
        </w:rPr>
      </w:pPr>
      <w:proofErr w:type="spellStart"/>
      <w:proofErr w:type="gramStart"/>
      <w:r w:rsidRPr="00B0070E">
        <w:rPr>
          <w:rStyle w:val="DevConfigGray"/>
        </w:rPr>
        <w:t>cts</w:t>
      </w:r>
      <w:proofErr w:type="spellEnd"/>
      <w:proofErr w:type="gramEnd"/>
      <w:r w:rsidRPr="00B0070E">
        <w:rPr>
          <w:rStyle w:val="DevConfigGray"/>
        </w:rPr>
        <w:t xml:space="preserve"> logging verbose</w:t>
      </w:r>
    </w:p>
    <w:p w14:paraId="2FF472C0" w14:textId="77777777" w:rsidR="00282801" w:rsidRPr="00B0070E" w:rsidRDefault="00282801" w:rsidP="00B0070E">
      <w:pPr>
        <w:pStyle w:val="DevConfigs"/>
        <w:rPr>
          <w:rStyle w:val="DevConfigGray"/>
        </w:rPr>
      </w:pPr>
      <w:r w:rsidRPr="00B0070E">
        <w:rPr>
          <w:rStyle w:val="DevConfigGray"/>
        </w:rPr>
        <w:t>!</w:t>
      </w:r>
    </w:p>
    <w:p w14:paraId="62871E06" w14:textId="77777777" w:rsidR="00282801" w:rsidRPr="00B0070E" w:rsidRDefault="00282801" w:rsidP="00B0070E">
      <w:pPr>
        <w:pStyle w:val="DevConfigs"/>
        <w:rPr>
          <w:rStyle w:val="DevConfigGray"/>
        </w:rPr>
      </w:pPr>
      <w:proofErr w:type="gramStart"/>
      <w:r w:rsidRPr="00B0070E">
        <w:rPr>
          <w:rStyle w:val="DevConfigGray"/>
        </w:rPr>
        <w:t>redundancy</w:t>
      </w:r>
      <w:proofErr w:type="gramEnd"/>
    </w:p>
    <w:p w14:paraId="219530AB" w14:textId="77777777" w:rsidR="00282801" w:rsidRPr="00B0070E" w:rsidRDefault="00282801" w:rsidP="00B0070E">
      <w:pPr>
        <w:pStyle w:val="DevConfigs"/>
        <w:rPr>
          <w:rStyle w:val="DevConfigGray"/>
        </w:rPr>
      </w:pPr>
      <w:r w:rsidRPr="00B0070E">
        <w:rPr>
          <w:rStyle w:val="DevConfigGray"/>
        </w:rPr>
        <w:t>!</w:t>
      </w:r>
    </w:p>
    <w:p w14:paraId="7378DCFF" w14:textId="77777777" w:rsidR="00282801" w:rsidRPr="00B0070E" w:rsidRDefault="00282801" w:rsidP="00B0070E">
      <w:pPr>
        <w:pStyle w:val="DevConfigs"/>
        <w:rPr>
          <w:rStyle w:val="DevConfigGray"/>
        </w:rPr>
      </w:pPr>
      <w:proofErr w:type="spellStart"/>
      <w:proofErr w:type="gramStart"/>
      <w:r w:rsidRPr="00B0070E">
        <w:rPr>
          <w:rStyle w:val="DevConfigGray"/>
        </w:rPr>
        <w:t>lldp</w:t>
      </w:r>
      <w:proofErr w:type="spellEnd"/>
      <w:proofErr w:type="gramEnd"/>
      <w:r w:rsidRPr="00B0070E">
        <w:rPr>
          <w:rStyle w:val="DevConfigGray"/>
        </w:rPr>
        <w:t xml:space="preserve"> run</w:t>
      </w:r>
    </w:p>
    <w:p w14:paraId="7EC30A69" w14:textId="77777777" w:rsidR="00282801" w:rsidRPr="00B0070E" w:rsidRDefault="00282801" w:rsidP="00B0070E">
      <w:pPr>
        <w:pStyle w:val="DevConfigs"/>
        <w:rPr>
          <w:rStyle w:val="DevConfigGray"/>
        </w:rPr>
      </w:pPr>
      <w:r w:rsidRPr="00B0070E">
        <w:rPr>
          <w:rStyle w:val="DevConfigGray"/>
        </w:rPr>
        <w:t>!</w:t>
      </w:r>
    </w:p>
    <w:p w14:paraId="75C3E35D" w14:textId="77777777" w:rsidR="00282801" w:rsidRPr="00B0070E" w:rsidRDefault="00282801"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Embedded-Service-Engine0/0</w:t>
      </w:r>
    </w:p>
    <w:p w14:paraId="76F66B41"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ip</w:t>
      </w:r>
      <w:proofErr w:type="spellEnd"/>
      <w:r w:rsidRPr="00B0070E">
        <w:rPr>
          <w:rStyle w:val="DevConfigGray"/>
        </w:rPr>
        <w:t xml:space="preserve"> address</w:t>
      </w:r>
    </w:p>
    <w:p w14:paraId="667DA235"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shutdown</w:t>
      </w:r>
      <w:proofErr w:type="gramEnd"/>
    </w:p>
    <w:p w14:paraId="7CC4C65C" w14:textId="77777777" w:rsidR="00282801" w:rsidRPr="00B0070E" w:rsidRDefault="00282801" w:rsidP="00B0070E">
      <w:pPr>
        <w:pStyle w:val="DevConfigs"/>
        <w:rPr>
          <w:rStyle w:val="DevConfigGray"/>
        </w:rPr>
      </w:pPr>
      <w:r w:rsidRPr="00B0070E">
        <w:rPr>
          <w:rStyle w:val="DevConfigGray"/>
        </w:rPr>
        <w:t>!</w:t>
      </w:r>
    </w:p>
    <w:p w14:paraId="23FAA1F9" w14:textId="77777777" w:rsidR="00282801" w:rsidRPr="00B0070E" w:rsidRDefault="00282801"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GigabitEthernet0/0</w:t>
      </w:r>
    </w:p>
    <w:p w14:paraId="61248C52"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ip</w:t>
      </w:r>
      <w:proofErr w:type="spellEnd"/>
      <w:r w:rsidRPr="00B0070E">
        <w:rPr>
          <w:rStyle w:val="DevConfigGray"/>
        </w:rPr>
        <w:t xml:space="preserve"> address</w:t>
      </w:r>
    </w:p>
    <w:p w14:paraId="52280ED6"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shutdown</w:t>
      </w:r>
      <w:proofErr w:type="gramEnd"/>
    </w:p>
    <w:p w14:paraId="65CE1AE8"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duplex</w:t>
      </w:r>
      <w:proofErr w:type="gramEnd"/>
      <w:r w:rsidRPr="00B0070E">
        <w:rPr>
          <w:rStyle w:val="DevConfigGray"/>
        </w:rPr>
        <w:t xml:space="preserve"> auto</w:t>
      </w:r>
    </w:p>
    <w:p w14:paraId="2EEB1717"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speed</w:t>
      </w:r>
      <w:proofErr w:type="gramEnd"/>
      <w:r w:rsidRPr="00B0070E">
        <w:rPr>
          <w:rStyle w:val="DevConfigGray"/>
        </w:rPr>
        <w:t xml:space="preserve"> auto</w:t>
      </w:r>
    </w:p>
    <w:p w14:paraId="0BE19AE9" w14:textId="77777777" w:rsidR="00282801" w:rsidRPr="00B0070E" w:rsidRDefault="00282801" w:rsidP="00B0070E">
      <w:pPr>
        <w:pStyle w:val="DevConfigs"/>
        <w:rPr>
          <w:rStyle w:val="DevConfigGray"/>
        </w:rPr>
      </w:pPr>
      <w:r w:rsidRPr="00B0070E">
        <w:rPr>
          <w:rStyle w:val="DevConfigGray"/>
        </w:rPr>
        <w:t>!</w:t>
      </w:r>
    </w:p>
    <w:p w14:paraId="6900900B" w14:textId="77777777" w:rsidR="00282801" w:rsidRPr="00B0070E" w:rsidRDefault="00282801"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GigabitEthernet0/1</w:t>
      </w:r>
    </w:p>
    <w:p w14:paraId="55A2E710" w14:textId="77777777" w:rsidR="00282801" w:rsidRPr="00B0070E" w:rsidRDefault="00282801" w:rsidP="00B0070E">
      <w:pPr>
        <w:pStyle w:val="DevConfigs"/>
        <w:rPr>
          <w:rStyle w:val="DevConfigGray"/>
        </w:rPr>
      </w:pPr>
      <w:r w:rsidRPr="00B0070E">
        <w:rPr>
          <w:rStyle w:val="DevConfigGray"/>
        </w:rPr>
        <w:t xml:space="preserve"> </w:t>
      </w:r>
      <w:proofErr w:type="spellStart"/>
      <w:proofErr w:type="gramStart"/>
      <w:r w:rsidRPr="00B0070E">
        <w:rPr>
          <w:rStyle w:val="DevConfigGray"/>
        </w:rPr>
        <w:t>ip</w:t>
      </w:r>
      <w:proofErr w:type="spellEnd"/>
      <w:proofErr w:type="gramEnd"/>
      <w:r w:rsidRPr="00B0070E">
        <w:rPr>
          <w:rStyle w:val="DevConfigGray"/>
        </w:rPr>
        <w:t xml:space="preserve"> address 192.168.1.254 255.255.255.0</w:t>
      </w:r>
    </w:p>
    <w:p w14:paraId="65872E52" w14:textId="77777777" w:rsidR="00282801" w:rsidRPr="00B0070E" w:rsidRDefault="00282801" w:rsidP="00B0070E">
      <w:pPr>
        <w:pStyle w:val="DevConfigs"/>
        <w:rPr>
          <w:rStyle w:val="DevConfigGray"/>
        </w:rPr>
      </w:pPr>
      <w:r w:rsidRPr="00B0070E">
        <w:rPr>
          <w:rStyle w:val="DevConfigGray"/>
        </w:rPr>
        <w:t xml:space="preserve"> </w:t>
      </w:r>
      <w:proofErr w:type="spellStart"/>
      <w:proofErr w:type="gramStart"/>
      <w:r w:rsidRPr="00B0070E">
        <w:rPr>
          <w:rStyle w:val="DevConfigGray"/>
        </w:rPr>
        <w:t>ip</w:t>
      </w:r>
      <w:proofErr w:type="spellEnd"/>
      <w:proofErr w:type="gramEnd"/>
      <w:r w:rsidRPr="00B0070E">
        <w:rPr>
          <w:rStyle w:val="DevConfigGray"/>
        </w:rPr>
        <w:t xml:space="preserve"> </w:t>
      </w:r>
      <w:proofErr w:type="spellStart"/>
      <w:r w:rsidRPr="00B0070E">
        <w:rPr>
          <w:rStyle w:val="DevConfigGray"/>
        </w:rPr>
        <w:t>nat</w:t>
      </w:r>
      <w:proofErr w:type="spellEnd"/>
      <w:r w:rsidRPr="00B0070E">
        <w:rPr>
          <w:rStyle w:val="DevConfigGray"/>
        </w:rPr>
        <w:t xml:space="preserve"> inside</w:t>
      </w:r>
    </w:p>
    <w:p w14:paraId="0E08F402" w14:textId="77777777" w:rsidR="00282801" w:rsidRPr="00B0070E" w:rsidRDefault="00282801" w:rsidP="00B0070E">
      <w:pPr>
        <w:pStyle w:val="DevConfigs"/>
        <w:rPr>
          <w:rStyle w:val="DevConfigGray"/>
        </w:rPr>
      </w:pPr>
      <w:r w:rsidRPr="00B0070E">
        <w:rPr>
          <w:rStyle w:val="DevConfigGray"/>
        </w:rPr>
        <w:lastRenderedPageBreak/>
        <w:t xml:space="preserve"> </w:t>
      </w:r>
      <w:proofErr w:type="spellStart"/>
      <w:proofErr w:type="gramStart"/>
      <w:r w:rsidRPr="00B0070E">
        <w:rPr>
          <w:rStyle w:val="DevConfigGray"/>
        </w:rPr>
        <w:t>ip</w:t>
      </w:r>
      <w:proofErr w:type="spellEnd"/>
      <w:proofErr w:type="gramEnd"/>
      <w:r w:rsidRPr="00B0070E">
        <w:rPr>
          <w:rStyle w:val="DevConfigGray"/>
        </w:rPr>
        <w:t xml:space="preserve"> virtual-reassembly in</w:t>
      </w:r>
    </w:p>
    <w:p w14:paraId="088599A4"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duplex</w:t>
      </w:r>
      <w:proofErr w:type="gramEnd"/>
      <w:r w:rsidRPr="00B0070E">
        <w:rPr>
          <w:rStyle w:val="DevConfigGray"/>
        </w:rPr>
        <w:t xml:space="preserve"> auto</w:t>
      </w:r>
    </w:p>
    <w:p w14:paraId="0863E2CD"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speed</w:t>
      </w:r>
      <w:proofErr w:type="gramEnd"/>
      <w:r w:rsidRPr="00B0070E">
        <w:rPr>
          <w:rStyle w:val="DevConfigGray"/>
        </w:rPr>
        <w:t xml:space="preserve"> auto</w:t>
      </w:r>
    </w:p>
    <w:p w14:paraId="7B008B1D" w14:textId="77777777" w:rsidR="00282801" w:rsidRPr="00B0070E" w:rsidRDefault="00282801" w:rsidP="00B0070E">
      <w:pPr>
        <w:pStyle w:val="DevConfigs"/>
        <w:rPr>
          <w:rStyle w:val="DevConfigGray"/>
        </w:rPr>
      </w:pPr>
      <w:r w:rsidRPr="00B0070E">
        <w:rPr>
          <w:rStyle w:val="DevConfigGray"/>
        </w:rPr>
        <w:t>!</w:t>
      </w:r>
    </w:p>
    <w:p w14:paraId="5EE5E406" w14:textId="77777777" w:rsidR="00282801" w:rsidRPr="00B0070E" w:rsidRDefault="00282801"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Serial0/0/0</w:t>
      </w:r>
    </w:p>
    <w:p w14:paraId="3469AA33"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ip</w:t>
      </w:r>
      <w:proofErr w:type="spellEnd"/>
      <w:r w:rsidRPr="00B0070E">
        <w:rPr>
          <w:rStyle w:val="DevConfigGray"/>
        </w:rPr>
        <w:t xml:space="preserve"> address</w:t>
      </w:r>
    </w:p>
    <w:p w14:paraId="54B32F35"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shutdown</w:t>
      </w:r>
      <w:proofErr w:type="gramEnd"/>
    </w:p>
    <w:p w14:paraId="7926E56F"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clock</w:t>
      </w:r>
      <w:proofErr w:type="gramEnd"/>
      <w:r w:rsidRPr="00B0070E">
        <w:rPr>
          <w:rStyle w:val="DevConfigGray"/>
        </w:rPr>
        <w:t xml:space="preserve"> rate 125000</w:t>
      </w:r>
    </w:p>
    <w:p w14:paraId="643CC3B7" w14:textId="77777777" w:rsidR="00282801" w:rsidRPr="00B0070E" w:rsidRDefault="00282801" w:rsidP="00B0070E">
      <w:pPr>
        <w:pStyle w:val="DevConfigs"/>
        <w:rPr>
          <w:rStyle w:val="DevConfigGray"/>
        </w:rPr>
      </w:pPr>
      <w:r w:rsidRPr="00B0070E">
        <w:rPr>
          <w:rStyle w:val="DevConfigGray"/>
        </w:rPr>
        <w:t>!</w:t>
      </w:r>
    </w:p>
    <w:p w14:paraId="0A2D2F02" w14:textId="77777777" w:rsidR="00282801" w:rsidRPr="00B0070E" w:rsidRDefault="00282801"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Serial0/0/1</w:t>
      </w:r>
    </w:p>
    <w:p w14:paraId="027105F2" w14:textId="77777777" w:rsidR="00282801" w:rsidRPr="00B0070E" w:rsidRDefault="00282801" w:rsidP="00B0070E">
      <w:pPr>
        <w:pStyle w:val="DevConfigs"/>
        <w:rPr>
          <w:rStyle w:val="DevConfigGray"/>
        </w:rPr>
      </w:pPr>
      <w:r w:rsidRPr="00B0070E">
        <w:rPr>
          <w:rStyle w:val="DevConfigGray"/>
        </w:rPr>
        <w:t xml:space="preserve"> </w:t>
      </w:r>
      <w:proofErr w:type="spellStart"/>
      <w:proofErr w:type="gramStart"/>
      <w:r w:rsidRPr="00B0070E">
        <w:rPr>
          <w:rStyle w:val="DevConfigGray"/>
        </w:rPr>
        <w:t>ip</w:t>
      </w:r>
      <w:proofErr w:type="spellEnd"/>
      <w:proofErr w:type="gramEnd"/>
      <w:r w:rsidRPr="00B0070E">
        <w:rPr>
          <w:rStyle w:val="DevConfigGray"/>
        </w:rPr>
        <w:t xml:space="preserve"> address 209.165.200.226 255.255.255.252</w:t>
      </w:r>
    </w:p>
    <w:p w14:paraId="44FDBA74" w14:textId="77777777" w:rsidR="00282801" w:rsidRPr="00B0070E" w:rsidRDefault="00282801" w:rsidP="00B0070E">
      <w:pPr>
        <w:pStyle w:val="DevConfigs"/>
        <w:rPr>
          <w:rStyle w:val="DevConfigGray"/>
        </w:rPr>
      </w:pPr>
      <w:r w:rsidRPr="00B0070E">
        <w:rPr>
          <w:rStyle w:val="DevConfigGray"/>
        </w:rPr>
        <w:t xml:space="preserve"> </w:t>
      </w:r>
      <w:proofErr w:type="spellStart"/>
      <w:proofErr w:type="gramStart"/>
      <w:r w:rsidRPr="00B0070E">
        <w:rPr>
          <w:rStyle w:val="DevConfigGray"/>
        </w:rPr>
        <w:t>ip</w:t>
      </w:r>
      <w:proofErr w:type="spellEnd"/>
      <w:proofErr w:type="gramEnd"/>
      <w:r w:rsidRPr="00B0070E">
        <w:rPr>
          <w:rStyle w:val="DevConfigGray"/>
        </w:rPr>
        <w:t xml:space="preserve"> </w:t>
      </w:r>
      <w:proofErr w:type="spellStart"/>
      <w:r w:rsidRPr="00B0070E">
        <w:rPr>
          <w:rStyle w:val="DevConfigGray"/>
        </w:rPr>
        <w:t>nat</w:t>
      </w:r>
      <w:proofErr w:type="spellEnd"/>
      <w:r w:rsidRPr="00B0070E">
        <w:rPr>
          <w:rStyle w:val="DevConfigGray"/>
        </w:rPr>
        <w:t xml:space="preserve"> outside</w:t>
      </w:r>
    </w:p>
    <w:p w14:paraId="54E6CE0E" w14:textId="77777777" w:rsidR="00282801" w:rsidRPr="00B0070E" w:rsidRDefault="00282801" w:rsidP="00B0070E">
      <w:pPr>
        <w:pStyle w:val="DevConfigs"/>
        <w:rPr>
          <w:rStyle w:val="DevConfigGray"/>
        </w:rPr>
      </w:pPr>
      <w:r w:rsidRPr="00B0070E">
        <w:rPr>
          <w:rStyle w:val="DevConfigGray"/>
        </w:rPr>
        <w:t xml:space="preserve"> </w:t>
      </w:r>
      <w:proofErr w:type="spellStart"/>
      <w:proofErr w:type="gramStart"/>
      <w:r w:rsidRPr="00B0070E">
        <w:rPr>
          <w:rStyle w:val="DevConfigGray"/>
        </w:rPr>
        <w:t>ip</w:t>
      </w:r>
      <w:proofErr w:type="spellEnd"/>
      <w:proofErr w:type="gramEnd"/>
      <w:r w:rsidRPr="00B0070E">
        <w:rPr>
          <w:rStyle w:val="DevConfigGray"/>
        </w:rPr>
        <w:t xml:space="preserve"> virtual-reassembly in</w:t>
      </w:r>
    </w:p>
    <w:p w14:paraId="357BDEBB"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cdp</w:t>
      </w:r>
      <w:proofErr w:type="spellEnd"/>
      <w:r w:rsidRPr="00B0070E">
        <w:rPr>
          <w:rStyle w:val="DevConfigGray"/>
        </w:rPr>
        <w:t xml:space="preserve"> enable</w:t>
      </w:r>
    </w:p>
    <w:p w14:paraId="6C1C7822" w14:textId="77777777" w:rsidR="00282801" w:rsidRPr="00B0070E" w:rsidRDefault="00282801" w:rsidP="00B0070E">
      <w:pPr>
        <w:pStyle w:val="DevConfigs"/>
        <w:rPr>
          <w:rStyle w:val="DevConfigGray"/>
        </w:rPr>
      </w:pPr>
      <w:r w:rsidRPr="00B0070E">
        <w:rPr>
          <w:rStyle w:val="DevConfigGray"/>
        </w:rPr>
        <w:t>!</w:t>
      </w:r>
    </w:p>
    <w:p w14:paraId="1B39A624" w14:textId="77777777" w:rsidR="00282801" w:rsidRPr="00B0070E" w:rsidRDefault="00282801" w:rsidP="00B0070E">
      <w:pPr>
        <w:pStyle w:val="DevConfigs"/>
        <w:rPr>
          <w:rStyle w:val="DevConfigGray"/>
        </w:rPr>
      </w:pPr>
      <w:proofErr w:type="spellStart"/>
      <w:proofErr w:type="gramStart"/>
      <w:r w:rsidRPr="00B0070E">
        <w:rPr>
          <w:rStyle w:val="DevConfigGray"/>
        </w:rPr>
        <w:t>ip</w:t>
      </w:r>
      <w:proofErr w:type="spellEnd"/>
      <w:proofErr w:type="gramEnd"/>
      <w:r w:rsidRPr="00B0070E">
        <w:rPr>
          <w:rStyle w:val="DevConfigGray"/>
        </w:rPr>
        <w:t xml:space="preserve"> forward-protocol </w:t>
      </w:r>
      <w:proofErr w:type="spellStart"/>
      <w:r w:rsidRPr="00B0070E">
        <w:rPr>
          <w:rStyle w:val="DevConfigGray"/>
        </w:rPr>
        <w:t>nd</w:t>
      </w:r>
      <w:proofErr w:type="spellEnd"/>
    </w:p>
    <w:p w14:paraId="0DA77B3D" w14:textId="77777777" w:rsidR="00282801" w:rsidRPr="00B0070E" w:rsidRDefault="00282801" w:rsidP="00B0070E">
      <w:pPr>
        <w:pStyle w:val="DevConfigs"/>
        <w:rPr>
          <w:rStyle w:val="DevConfigGray"/>
        </w:rPr>
      </w:pPr>
      <w:r w:rsidRPr="00B0070E">
        <w:rPr>
          <w:rStyle w:val="DevConfigGray"/>
        </w:rPr>
        <w:t>!</w:t>
      </w:r>
    </w:p>
    <w:p w14:paraId="6D2F8390" w14:textId="77777777" w:rsidR="00282801" w:rsidRPr="00B0070E" w:rsidRDefault="00282801" w:rsidP="00B0070E">
      <w:pPr>
        <w:pStyle w:val="DevConfigs"/>
        <w:rPr>
          <w:rStyle w:val="DevConfigGray"/>
        </w:rPr>
      </w:pP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ip</w:t>
      </w:r>
      <w:proofErr w:type="spellEnd"/>
      <w:r w:rsidRPr="00B0070E">
        <w:rPr>
          <w:rStyle w:val="DevConfigGray"/>
        </w:rPr>
        <w:t xml:space="preserve"> http server</w:t>
      </w:r>
    </w:p>
    <w:p w14:paraId="52D71230" w14:textId="77777777" w:rsidR="00282801" w:rsidRPr="00B0070E" w:rsidRDefault="00282801" w:rsidP="00B0070E">
      <w:pPr>
        <w:pStyle w:val="DevConfigs"/>
        <w:rPr>
          <w:rStyle w:val="DevConfigGray"/>
        </w:rPr>
      </w:pP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ip</w:t>
      </w:r>
      <w:proofErr w:type="spellEnd"/>
      <w:r w:rsidRPr="00B0070E">
        <w:rPr>
          <w:rStyle w:val="DevConfigGray"/>
        </w:rPr>
        <w:t xml:space="preserve"> http secure-server</w:t>
      </w:r>
    </w:p>
    <w:p w14:paraId="1FE1A46A" w14:textId="77777777" w:rsidR="00282801" w:rsidRPr="00B0070E" w:rsidRDefault="00282801" w:rsidP="00B0070E">
      <w:pPr>
        <w:pStyle w:val="DevConfigs"/>
        <w:rPr>
          <w:rStyle w:val="DevConfigGray"/>
        </w:rPr>
      </w:pPr>
      <w:r w:rsidRPr="00B0070E">
        <w:rPr>
          <w:rStyle w:val="DevConfigGray"/>
        </w:rPr>
        <w:t>!</w:t>
      </w:r>
    </w:p>
    <w:p w14:paraId="2E6D3C58" w14:textId="77777777" w:rsidR="00282801" w:rsidRPr="00B0070E" w:rsidRDefault="00282801" w:rsidP="00B0070E">
      <w:pPr>
        <w:pStyle w:val="DevConfigs"/>
        <w:rPr>
          <w:rStyle w:val="DevConfigGray"/>
        </w:rPr>
      </w:pPr>
      <w:proofErr w:type="spellStart"/>
      <w:proofErr w:type="gramStart"/>
      <w:r w:rsidRPr="00B0070E">
        <w:rPr>
          <w:rStyle w:val="DevConfigGray"/>
        </w:rPr>
        <w:t>ip</w:t>
      </w:r>
      <w:proofErr w:type="spellEnd"/>
      <w:proofErr w:type="gramEnd"/>
      <w:r w:rsidRPr="00B0070E">
        <w:rPr>
          <w:rStyle w:val="DevConfigGray"/>
        </w:rPr>
        <w:t xml:space="preserve"> </w:t>
      </w:r>
      <w:proofErr w:type="spellStart"/>
      <w:r w:rsidRPr="00B0070E">
        <w:rPr>
          <w:rStyle w:val="DevConfigGray"/>
        </w:rPr>
        <w:t>nat</w:t>
      </w:r>
      <w:proofErr w:type="spellEnd"/>
      <w:r w:rsidRPr="00B0070E">
        <w:rPr>
          <w:rStyle w:val="DevConfigGray"/>
        </w:rPr>
        <w:t xml:space="preserve"> inside source list 1 interface Serial0/0/1 overload</w:t>
      </w:r>
    </w:p>
    <w:p w14:paraId="2FB0BA89" w14:textId="77777777" w:rsidR="00282801" w:rsidRPr="00B0070E" w:rsidRDefault="00282801" w:rsidP="00B0070E">
      <w:pPr>
        <w:pStyle w:val="DevConfigs"/>
        <w:rPr>
          <w:rStyle w:val="DevConfigGray"/>
        </w:rPr>
      </w:pPr>
      <w:r w:rsidRPr="00B0070E">
        <w:rPr>
          <w:rStyle w:val="DevConfigGray"/>
        </w:rPr>
        <w:t>!</w:t>
      </w:r>
    </w:p>
    <w:p w14:paraId="28C616D6" w14:textId="77777777" w:rsidR="00282801" w:rsidRPr="00B0070E" w:rsidRDefault="00282801" w:rsidP="00B0070E">
      <w:pPr>
        <w:pStyle w:val="DevConfigs"/>
        <w:rPr>
          <w:rStyle w:val="DevConfigGray"/>
        </w:rPr>
      </w:pPr>
      <w:proofErr w:type="gramStart"/>
      <w:r w:rsidRPr="00B0070E">
        <w:rPr>
          <w:rStyle w:val="DevConfigGray"/>
        </w:rPr>
        <w:t>access-list</w:t>
      </w:r>
      <w:proofErr w:type="gramEnd"/>
      <w:r w:rsidRPr="00B0070E">
        <w:rPr>
          <w:rStyle w:val="DevConfigGray"/>
        </w:rPr>
        <w:t xml:space="preserve"> 1 permit 192.168.1.0 0.0.0.255</w:t>
      </w:r>
    </w:p>
    <w:p w14:paraId="5266EB61" w14:textId="77777777" w:rsidR="00282801" w:rsidRPr="00B0070E" w:rsidRDefault="00282801" w:rsidP="00B0070E">
      <w:pPr>
        <w:pStyle w:val="DevConfigs"/>
        <w:rPr>
          <w:rStyle w:val="DevConfigGray"/>
        </w:rPr>
      </w:pPr>
      <w:r w:rsidRPr="00B0070E">
        <w:rPr>
          <w:rStyle w:val="DevConfigGray"/>
        </w:rPr>
        <w:t>!</w:t>
      </w:r>
    </w:p>
    <w:p w14:paraId="5160C7B2" w14:textId="77777777" w:rsidR="00282801" w:rsidRPr="00B0070E" w:rsidRDefault="00282801" w:rsidP="00B0070E">
      <w:pPr>
        <w:pStyle w:val="DevConfigs"/>
        <w:rPr>
          <w:rStyle w:val="DevConfigGray"/>
        </w:rPr>
      </w:pPr>
      <w:proofErr w:type="gramStart"/>
      <w:r w:rsidRPr="00B0070E">
        <w:rPr>
          <w:rStyle w:val="DevConfigGray"/>
        </w:rPr>
        <w:t>control-plane</w:t>
      </w:r>
      <w:proofErr w:type="gramEnd"/>
    </w:p>
    <w:p w14:paraId="08D9E13E" w14:textId="77777777" w:rsidR="00282801" w:rsidRPr="00B0070E" w:rsidRDefault="00282801" w:rsidP="00B0070E">
      <w:pPr>
        <w:pStyle w:val="DevConfigs"/>
        <w:rPr>
          <w:rStyle w:val="DevConfigGray"/>
        </w:rPr>
      </w:pPr>
      <w:r w:rsidRPr="00B0070E">
        <w:rPr>
          <w:rStyle w:val="DevConfigGray"/>
        </w:rPr>
        <w:t>!</w:t>
      </w:r>
    </w:p>
    <w:p w14:paraId="1C07E5B4" w14:textId="77777777" w:rsidR="00282801" w:rsidRPr="00B0070E" w:rsidRDefault="00282801" w:rsidP="00B0070E">
      <w:pPr>
        <w:pStyle w:val="DevConfigs"/>
        <w:rPr>
          <w:rStyle w:val="DevConfigGray"/>
        </w:rPr>
      </w:pPr>
      <w:proofErr w:type="gramStart"/>
      <w:r w:rsidRPr="00B0070E">
        <w:rPr>
          <w:rStyle w:val="DevConfigGray"/>
        </w:rPr>
        <w:t>line</w:t>
      </w:r>
      <w:proofErr w:type="gramEnd"/>
      <w:r w:rsidRPr="00B0070E">
        <w:rPr>
          <w:rStyle w:val="DevConfigGray"/>
        </w:rPr>
        <w:t xml:space="preserve"> con 0</w:t>
      </w:r>
    </w:p>
    <w:p w14:paraId="7603EB80" w14:textId="77777777" w:rsidR="00282801" w:rsidRPr="00B0070E" w:rsidRDefault="00282801" w:rsidP="00B0070E">
      <w:pPr>
        <w:pStyle w:val="DevConfigs"/>
        <w:rPr>
          <w:rStyle w:val="DevConfigGray"/>
        </w:rPr>
      </w:pPr>
      <w:proofErr w:type="gramStart"/>
      <w:r w:rsidRPr="00B0070E">
        <w:rPr>
          <w:rStyle w:val="DevConfigGray"/>
        </w:rPr>
        <w:t>line</w:t>
      </w:r>
      <w:proofErr w:type="gramEnd"/>
      <w:r w:rsidRPr="00B0070E">
        <w:rPr>
          <w:rStyle w:val="DevConfigGray"/>
        </w:rPr>
        <w:t xml:space="preserve"> aux 0</w:t>
      </w:r>
    </w:p>
    <w:p w14:paraId="0F6E87C9" w14:textId="77777777" w:rsidR="00282801" w:rsidRPr="00B0070E" w:rsidRDefault="00282801" w:rsidP="00B0070E">
      <w:pPr>
        <w:pStyle w:val="DevConfigs"/>
        <w:rPr>
          <w:rStyle w:val="DevConfigGray"/>
        </w:rPr>
      </w:pPr>
      <w:proofErr w:type="gramStart"/>
      <w:r w:rsidRPr="00B0070E">
        <w:rPr>
          <w:rStyle w:val="DevConfigGray"/>
        </w:rPr>
        <w:t>line</w:t>
      </w:r>
      <w:proofErr w:type="gramEnd"/>
      <w:r w:rsidRPr="00B0070E">
        <w:rPr>
          <w:rStyle w:val="DevConfigGray"/>
        </w:rPr>
        <w:t xml:space="preserve"> 2</w:t>
      </w:r>
    </w:p>
    <w:p w14:paraId="1E5BEE48"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no</w:t>
      </w:r>
      <w:proofErr w:type="gramEnd"/>
      <w:r w:rsidRPr="00B0070E">
        <w:rPr>
          <w:rStyle w:val="DevConfigGray"/>
        </w:rPr>
        <w:t xml:space="preserve"> activation-character</w:t>
      </w:r>
    </w:p>
    <w:p w14:paraId="47D105D7"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no</w:t>
      </w:r>
      <w:proofErr w:type="gramEnd"/>
      <w:r w:rsidRPr="00B0070E">
        <w:rPr>
          <w:rStyle w:val="DevConfigGray"/>
        </w:rPr>
        <w:t xml:space="preserve"> exec</w:t>
      </w:r>
    </w:p>
    <w:p w14:paraId="38D9E019"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transport</w:t>
      </w:r>
      <w:proofErr w:type="gramEnd"/>
      <w:r w:rsidRPr="00B0070E">
        <w:rPr>
          <w:rStyle w:val="DevConfigGray"/>
        </w:rPr>
        <w:t xml:space="preserve"> preferred none</w:t>
      </w:r>
    </w:p>
    <w:p w14:paraId="1976F481"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transport</w:t>
      </w:r>
      <w:proofErr w:type="gramEnd"/>
      <w:r w:rsidRPr="00B0070E">
        <w:rPr>
          <w:rStyle w:val="DevConfigGray"/>
        </w:rPr>
        <w:t xml:space="preserve"> output pad telnet rlogin </w:t>
      </w:r>
      <w:proofErr w:type="spellStart"/>
      <w:r w:rsidRPr="00B0070E">
        <w:rPr>
          <w:rStyle w:val="DevConfigGray"/>
        </w:rPr>
        <w:t>lapb</w:t>
      </w:r>
      <w:proofErr w:type="spellEnd"/>
      <w:r w:rsidRPr="00B0070E">
        <w:rPr>
          <w:rStyle w:val="DevConfigGray"/>
        </w:rPr>
        <w:t xml:space="preserve">-ta mop </w:t>
      </w:r>
      <w:proofErr w:type="spellStart"/>
      <w:r w:rsidRPr="00B0070E">
        <w:rPr>
          <w:rStyle w:val="DevConfigGray"/>
        </w:rPr>
        <w:t>udptn</w:t>
      </w:r>
      <w:proofErr w:type="spellEnd"/>
      <w:r w:rsidRPr="00B0070E">
        <w:rPr>
          <w:rStyle w:val="DevConfigGray"/>
        </w:rPr>
        <w:t xml:space="preserve"> v120 </w:t>
      </w:r>
      <w:proofErr w:type="spellStart"/>
      <w:r w:rsidRPr="00B0070E">
        <w:rPr>
          <w:rStyle w:val="DevConfigGray"/>
        </w:rPr>
        <w:t>ssh</w:t>
      </w:r>
      <w:proofErr w:type="spellEnd"/>
    </w:p>
    <w:p w14:paraId="038EAF0A" w14:textId="77777777" w:rsidR="00282801" w:rsidRPr="00B0070E" w:rsidRDefault="00282801" w:rsidP="00B0070E">
      <w:pPr>
        <w:pStyle w:val="DevConfigs"/>
        <w:rPr>
          <w:rStyle w:val="DevConfigGray"/>
        </w:rPr>
      </w:pPr>
      <w:r w:rsidRPr="00B0070E">
        <w:rPr>
          <w:rStyle w:val="DevConfigGray"/>
        </w:rPr>
        <w:t xml:space="preserve"> </w:t>
      </w:r>
      <w:proofErr w:type="spellStart"/>
      <w:proofErr w:type="gramStart"/>
      <w:r w:rsidRPr="00B0070E">
        <w:rPr>
          <w:rStyle w:val="DevConfigGray"/>
        </w:rPr>
        <w:t>stopbits</w:t>
      </w:r>
      <w:proofErr w:type="spellEnd"/>
      <w:proofErr w:type="gramEnd"/>
      <w:r w:rsidRPr="00B0070E">
        <w:rPr>
          <w:rStyle w:val="DevConfigGray"/>
        </w:rPr>
        <w:t xml:space="preserve"> 1</w:t>
      </w:r>
    </w:p>
    <w:p w14:paraId="13DDD2A0" w14:textId="77777777" w:rsidR="00282801" w:rsidRPr="00B0070E" w:rsidRDefault="00282801" w:rsidP="00B0070E">
      <w:pPr>
        <w:pStyle w:val="DevConfigs"/>
        <w:rPr>
          <w:rStyle w:val="DevConfigGray"/>
        </w:rPr>
      </w:pPr>
      <w:proofErr w:type="gramStart"/>
      <w:r w:rsidRPr="00B0070E">
        <w:rPr>
          <w:rStyle w:val="DevConfigGray"/>
        </w:rPr>
        <w:t>line</w:t>
      </w:r>
      <w:proofErr w:type="gramEnd"/>
      <w:r w:rsidRPr="00B0070E">
        <w:rPr>
          <w:rStyle w:val="DevConfigGray"/>
        </w:rPr>
        <w:t xml:space="preserve"> </w:t>
      </w:r>
      <w:proofErr w:type="spellStart"/>
      <w:r w:rsidRPr="00B0070E">
        <w:rPr>
          <w:rStyle w:val="DevConfigGray"/>
        </w:rPr>
        <w:t>vty</w:t>
      </w:r>
      <w:proofErr w:type="spellEnd"/>
      <w:r w:rsidRPr="00B0070E">
        <w:rPr>
          <w:rStyle w:val="DevConfigGray"/>
        </w:rPr>
        <w:t xml:space="preserve"> 0 4</w:t>
      </w:r>
    </w:p>
    <w:p w14:paraId="3FE5FC3F"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login</w:t>
      </w:r>
      <w:proofErr w:type="gramEnd"/>
    </w:p>
    <w:p w14:paraId="750AD899" w14:textId="77777777" w:rsidR="00282801" w:rsidRPr="00B0070E" w:rsidRDefault="00282801" w:rsidP="00B0070E">
      <w:pPr>
        <w:pStyle w:val="DevConfigs"/>
        <w:rPr>
          <w:rStyle w:val="DevConfigGray"/>
        </w:rPr>
      </w:pPr>
      <w:r w:rsidRPr="00B0070E">
        <w:rPr>
          <w:rStyle w:val="DevConfigGray"/>
        </w:rPr>
        <w:t xml:space="preserve"> </w:t>
      </w:r>
      <w:proofErr w:type="gramStart"/>
      <w:r w:rsidRPr="00B0070E">
        <w:rPr>
          <w:rStyle w:val="DevConfigGray"/>
        </w:rPr>
        <w:t>transport</w:t>
      </w:r>
      <w:proofErr w:type="gramEnd"/>
      <w:r w:rsidRPr="00B0070E">
        <w:rPr>
          <w:rStyle w:val="DevConfigGray"/>
        </w:rPr>
        <w:t xml:space="preserve"> input none</w:t>
      </w:r>
    </w:p>
    <w:p w14:paraId="3C244C02" w14:textId="77777777" w:rsidR="00282801" w:rsidRPr="00B0070E" w:rsidRDefault="00282801" w:rsidP="00B0070E">
      <w:pPr>
        <w:pStyle w:val="DevConfigs"/>
        <w:rPr>
          <w:rStyle w:val="DevConfigGray"/>
        </w:rPr>
      </w:pPr>
      <w:r w:rsidRPr="00B0070E">
        <w:rPr>
          <w:rStyle w:val="DevConfigGray"/>
        </w:rPr>
        <w:t>!</w:t>
      </w:r>
    </w:p>
    <w:p w14:paraId="5784CE41" w14:textId="77777777" w:rsidR="00282801" w:rsidRPr="00B0070E" w:rsidRDefault="00282801" w:rsidP="00B0070E">
      <w:pPr>
        <w:pStyle w:val="DevConfigs"/>
        <w:rPr>
          <w:rStyle w:val="DevConfigGray"/>
        </w:rPr>
      </w:pPr>
      <w:proofErr w:type="gramStart"/>
      <w:r w:rsidRPr="00B0070E">
        <w:rPr>
          <w:rStyle w:val="DevConfigGray"/>
        </w:rPr>
        <w:t>scheduler</w:t>
      </w:r>
      <w:proofErr w:type="gramEnd"/>
      <w:r w:rsidRPr="00B0070E">
        <w:rPr>
          <w:rStyle w:val="DevConfigGray"/>
        </w:rPr>
        <w:t xml:space="preserve"> allocate 20000 1000</w:t>
      </w:r>
    </w:p>
    <w:p w14:paraId="1CE9722D" w14:textId="77777777" w:rsidR="00282801" w:rsidRPr="00B0070E" w:rsidRDefault="00282801" w:rsidP="00B0070E">
      <w:pPr>
        <w:pStyle w:val="DevConfigs"/>
        <w:rPr>
          <w:rStyle w:val="DevConfigGray"/>
        </w:rPr>
      </w:pPr>
      <w:r w:rsidRPr="00B0070E">
        <w:rPr>
          <w:rStyle w:val="DevConfigGray"/>
        </w:rPr>
        <w:t>!</w:t>
      </w:r>
    </w:p>
    <w:p w14:paraId="4D031920" w14:textId="61961957" w:rsidR="00B0070E" w:rsidRDefault="00B0070E" w:rsidP="00282801">
      <w:pPr>
        <w:pStyle w:val="BodyText1"/>
        <w:rPr>
          <w:rStyle w:val="DevConfigGray"/>
        </w:rPr>
      </w:pPr>
      <w:proofErr w:type="gramStart"/>
      <w:r>
        <w:rPr>
          <w:rStyle w:val="DevConfigGray"/>
        </w:rPr>
        <w:t>e</w:t>
      </w:r>
      <w:r w:rsidR="00282801" w:rsidRPr="00282801">
        <w:rPr>
          <w:rStyle w:val="DevConfigGray"/>
        </w:rPr>
        <w:t>nd</w:t>
      </w:r>
      <w:proofErr w:type="gramEnd"/>
    </w:p>
    <w:p w14:paraId="49EB5846" w14:textId="0AE7B5E6" w:rsidR="00013C67" w:rsidRDefault="00013C67" w:rsidP="00B0070E">
      <w:pPr>
        <w:pStyle w:val="LabSection"/>
        <w:rPr>
          <w:rStyle w:val="LabSectionGray"/>
        </w:rPr>
      </w:pPr>
      <w:r w:rsidRPr="00B0070E">
        <w:rPr>
          <w:rStyle w:val="LabSectionGray"/>
        </w:rPr>
        <w:t>Switch S1</w:t>
      </w:r>
    </w:p>
    <w:p w14:paraId="75E3B6C5" w14:textId="45AF7AD6" w:rsidR="00B0070E" w:rsidRPr="00B0070E" w:rsidRDefault="00B0070E" w:rsidP="00B0070E">
      <w:pPr>
        <w:pStyle w:val="DevConfigs"/>
        <w:rPr>
          <w:rStyle w:val="DevConfigGray"/>
        </w:rPr>
      </w:pPr>
      <w:r w:rsidRPr="00B0070E">
        <w:rPr>
          <w:rStyle w:val="DevConfigGray"/>
        </w:rPr>
        <w:t xml:space="preserve">S1# </w:t>
      </w:r>
      <w:r w:rsidRPr="00B0070E">
        <w:rPr>
          <w:rStyle w:val="DevConfigGray"/>
          <w:b/>
        </w:rPr>
        <w:t>show run</w:t>
      </w:r>
    </w:p>
    <w:p w14:paraId="3BE796BB" w14:textId="77777777" w:rsidR="00B0070E" w:rsidRPr="00B0070E" w:rsidRDefault="00B0070E" w:rsidP="00B0070E">
      <w:pPr>
        <w:pStyle w:val="DevConfigs"/>
        <w:rPr>
          <w:rStyle w:val="DevConfigGray"/>
        </w:rPr>
      </w:pPr>
      <w:r w:rsidRPr="00B0070E">
        <w:rPr>
          <w:rStyle w:val="DevConfigGray"/>
        </w:rPr>
        <w:t>Building configuration...</w:t>
      </w:r>
    </w:p>
    <w:p w14:paraId="3E8E64D1" w14:textId="77777777" w:rsidR="00B0070E" w:rsidRPr="00B0070E" w:rsidRDefault="00B0070E" w:rsidP="00B0070E">
      <w:pPr>
        <w:pStyle w:val="DevConfigs"/>
        <w:rPr>
          <w:rStyle w:val="DevConfigGray"/>
        </w:rPr>
      </w:pPr>
    </w:p>
    <w:p w14:paraId="77BE7A71" w14:textId="77777777" w:rsidR="00B0070E" w:rsidRPr="00B0070E" w:rsidRDefault="00B0070E" w:rsidP="00B0070E">
      <w:pPr>
        <w:pStyle w:val="DevConfigs"/>
        <w:rPr>
          <w:rStyle w:val="DevConfigGray"/>
        </w:rPr>
      </w:pPr>
      <w:r w:rsidRPr="00B0070E">
        <w:rPr>
          <w:rStyle w:val="DevConfigGray"/>
        </w:rPr>
        <w:t xml:space="preserve">Current </w:t>
      </w:r>
      <w:proofErr w:type="gramStart"/>
      <w:r w:rsidRPr="00B0070E">
        <w:rPr>
          <w:rStyle w:val="DevConfigGray"/>
        </w:rPr>
        <w:t>configuration :</w:t>
      </w:r>
      <w:proofErr w:type="gramEnd"/>
      <w:r w:rsidRPr="00B0070E">
        <w:rPr>
          <w:rStyle w:val="DevConfigGray"/>
        </w:rPr>
        <w:t xml:space="preserve"> 1308 bytes</w:t>
      </w:r>
    </w:p>
    <w:p w14:paraId="616C3D0E" w14:textId="77777777" w:rsidR="00B0070E" w:rsidRPr="00B0070E" w:rsidRDefault="00B0070E" w:rsidP="00B0070E">
      <w:pPr>
        <w:pStyle w:val="DevConfigs"/>
        <w:rPr>
          <w:rStyle w:val="DevConfigGray"/>
        </w:rPr>
      </w:pPr>
      <w:r w:rsidRPr="00B0070E">
        <w:rPr>
          <w:rStyle w:val="DevConfigGray"/>
        </w:rPr>
        <w:t>!</w:t>
      </w:r>
    </w:p>
    <w:p w14:paraId="5A6D2867" w14:textId="77777777" w:rsidR="00B0070E" w:rsidRPr="00B0070E" w:rsidRDefault="00B0070E" w:rsidP="00B0070E">
      <w:pPr>
        <w:pStyle w:val="DevConfigs"/>
        <w:rPr>
          <w:rStyle w:val="DevConfigGray"/>
        </w:rPr>
      </w:pPr>
      <w:proofErr w:type="gramStart"/>
      <w:r w:rsidRPr="00B0070E">
        <w:rPr>
          <w:rStyle w:val="DevConfigGray"/>
        </w:rPr>
        <w:t>version</w:t>
      </w:r>
      <w:proofErr w:type="gramEnd"/>
      <w:r w:rsidRPr="00B0070E">
        <w:rPr>
          <w:rStyle w:val="DevConfigGray"/>
        </w:rPr>
        <w:t xml:space="preserve"> 15.0</w:t>
      </w:r>
    </w:p>
    <w:p w14:paraId="28B3EF4E" w14:textId="77777777" w:rsidR="00B0070E" w:rsidRPr="00B0070E" w:rsidRDefault="00B0070E" w:rsidP="00B0070E">
      <w:pPr>
        <w:pStyle w:val="DevConfigs"/>
        <w:rPr>
          <w:rStyle w:val="DevConfigGray"/>
        </w:rPr>
      </w:pPr>
      <w:proofErr w:type="gramStart"/>
      <w:r w:rsidRPr="00B0070E">
        <w:rPr>
          <w:rStyle w:val="DevConfigGray"/>
        </w:rPr>
        <w:lastRenderedPageBreak/>
        <w:t>no</w:t>
      </w:r>
      <w:proofErr w:type="gramEnd"/>
      <w:r w:rsidRPr="00B0070E">
        <w:rPr>
          <w:rStyle w:val="DevConfigGray"/>
        </w:rPr>
        <w:t xml:space="preserve"> service pad</w:t>
      </w:r>
    </w:p>
    <w:p w14:paraId="19F04ECB" w14:textId="77777777" w:rsidR="00B0070E" w:rsidRPr="00B0070E" w:rsidRDefault="00B0070E" w:rsidP="00B0070E">
      <w:pPr>
        <w:pStyle w:val="DevConfigs"/>
        <w:rPr>
          <w:rStyle w:val="DevConfigGray"/>
        </w:rPr>
      </w:pPr>
      <w:proofErr w:type="gramStart"/>
      <w:r w:rsidRPr="00B0070E">
        <w:rPr>
          <w:rStyle w:val="DevConfigGray"/>
        </w:rPr>
        <w:t>service</w:t>
      </w:r>
      <w:proofErr w:type="gramEnd"/>
      <w:r w:rsidRPr="00B0070E">
        <w:rPr>
          <w:rStyle w:val="DevConfigGray"/>
        </w:rPr>
        <w:t xml:space="preserve"> timestamps debug </w:t>
      </w:r>
      <w:proofErr w:type="spellStart"/>
      <w:r w:rsidRPr="00B0070E">
        <w:rPr>
          <w:rStyle w:val="DevConfigGray"/>
        </w:rPr>
        <w:t>datetime</w:t>
      </w:r>
      <w:proofErr w:type="spellEnd"/>
      <w:r w:rsidRPr="00B0070E">
        <w:rPr>
          <w:rStyle w:val="DevConfigGray"/>
        </w:rPr>
        <w:t xml:space="preserve"> </w:t>
      </w:r>
      <w:proofErr w:type="spellStart"/>
      <w:r w:rsidRPr="00B0070E">
        <w:rPr>
          <w:rStyle w:val="DevConfigGray"/>
        </w:rPr>
        <w:t>msec</w:t>
      </w:r>
      <w:proofErr w:type="spellEnd"/>
    </w:p>
    <w:p w14:paraId="330B71DA" w14:textId="77777777" w:rsidR="00B0070E" w:rsidRPr="00B0070E" w:rsidRDefault="00B0070E" w:rsidP="00B0070E">
      <w:pPr>
        <w:pStyle w:val="DevConfigs"/>
        <w:rPr>
          <w:rStyle w:val="DevConfigGray"/>
        </w:rPr>
      </w:pPr>
      <w:proofErr w:type="gramStart"/>
      <w:r w:rsidRPr="00B0070E">
        <w:rPr>
          <w:rStyle w:val="DevConfigGray"/>
        </w:rPr>
        <w:t>service</w:t>
      </w:r>
      <w:proofErr w:type="gramEnd"/>
      <w:r w:rsidRPr="00B0070E">
        <w:rPr>
          <w:rStyle w:val="DevConfigGray"/>
        </w:rPr>
        <w:t xml:space="preserve"> timestamps log </w:t>
      </w:r>
      <w:proofErr w:type="spellStart"/>
      <w:r w:rsidRPr="00B0070E">
        <w:rPr>
          <w:rStyle w:val="DevConfigGray"/>
        </w:rPr>
        <w:t>datetime</w:t>
      </w:r>
      <w:proofErr w:type="spellEnd"/>
      <w:r w:rsidRPr="00B0070E">
        <w:rPr>
          <w:rStyle w:val="DevConfigGray"/>
        </w:rPr>
        <w:t xml:space="preserve"> </w:t>
      </w:r>
      <w:proofErr w:type="spellStart"/>
      <w:r w:rsidRPr="00B0070E">
        <w:rPr>
          <w:rStyle w:val="DevConfigGray"/>
        </w:rPr>
        <w:t>msec</w:t>
      </w:r>
      <w:proofErr w:type="spellEnd"/>
    </w:p>
    <w:p w14:paraId="591B8333" w14:textId="77777777" w:rsidR="00B0070E" w:rsidRPr="00B0070E" w:rsidRDefault="00B0070E" w:rsidP="00B0070E">
      <w:pPr>
        <w:pStyle w:val="DevConfigs"/>
        <w:rPr>
          <w:rStyle w:val="DevConfigGray"/>
        </w:rPr>
      </w:pPr>
      <w:proofErr w:type="gramStart"/>
      <w:r w:rsidRPr="00B0070E">
        <w:rPr>
          <w:rStyle w:val="DevConfigGray"/>
        </w:rPr>
        <w:t>no</w:t>
      </w:r>
      <w:proofErr w:type="gramEnd"/>
      <w:r w:rsidRPr="00B0070E">
        <w:rPr>
          <w:rStyle w:val="DevConfigGray"/>
        </w:rPr>
        <w:t xml:space="preserve"> service password-encryption</w:t>
      </w:r>
    </w:p>
    <w:p w14:paraId="0F850E8D" w14:textId="77777777" w:rsidR="00B0070E" w:rsidRPr="00B0070E" w:rsidRDefault="00B0070E" w:rsidP="00B0070E">
      <w:pPr>
        <w:pStyle w:val="DevConfigs"/>
        <w:rPr>
          <w:rStyle w:val="DevConfigGray"/>
        </w:rPr>
      </w:pPr>
      <w:r w:rsidRPr="00B0070E">
        <w:rPr>
          <w:rStyle w:val="DevConfigGray"/>
        </w:rPr>
        <w:t>!</w:t>
      </w:r>
    </w:p>
    <w:p w14:paraId="7E8BF496" w14:textId="77777777" w:rsidR="00B0070E" w:rsidRPr="00B0070E" w:rsidRDefault="00B0070E" w:rsidP="00B0070E">
      <w:pPr>
        <w:pStyle w:val="DevConfigs"/>
        <w:rPr>
          <w:rStyle w:val="DevConfigGray"/>
        </w:rPr>
      </w:pPr>
      <w:proofErr w:type="gramStart"/>
      <w:r w:rsidRPr="00B0070E">
        <w:rPr>
          <w:rStyle w:val="DevConfigGray"/>
        </w:rPr>
        <w:t>hostname</w:t>
      </w:r>
      <w:proofErr w:type="gramEnd"/>
      <w:r w:rsidRPr="00B0070E">
        <w:rPr>
          <w:rStyle w:val="DevConfigGray"/>
        </w:rPr>
        <w:t xml:space="preserve"> S1</w:t>
      </w:r>
    </w:p>
    <w:p w14:paraId="5A3315A0" w14:textId="77777777" w:rsidR="00B0070E" w:rsidRPr="00B0070E" w:rsidRDefault="00B0070E" w:rsidP="00B0070E">
      <w:pPr>
        <w:pStyle w:val="DevConfigs"/>
        <w:rPr>
          <w:rStyle w:val="DevConfigGray"/>
        </w:rPr>
      </w:pPr>
      <w:r w:rsidRPr="00B0070E">
        <w:rPr>
          <w:rStyle w:val="DevConfigGray"/>
        </w:rPr>
        <w:t>!</w:t>
      </w:r>
    </w:p>
    <w:p w14:paraId="74D19422" w14:textId="77777777" w:rsidR="00B0070E" w:rsidRPr="00B0070E" w:rsidRDefault="00B0070E" w:rsidP="00B0070E">
      <w:pPr>
        <w:pStyle w:val="DevConfigs"/>
        <w:rPr>
          <w:rStyle w:val="DevConfigGray"/>
        </w:rPr>
      </w:pPr>
      <w:proofErr w:type="gramStart"/>
      <w:r w:rsidRPr="00B0070E">
        <w:rPr>
          <w:rStyle w:val="DevConfigGray"/>
        </w:rPr>
        <w:t>boot-start-marker</w:t>
      </w:r>
      <w:proofErr w:type="gramEnd"/>
    </w:p>
    <w:p w14:paraId="272CC39B" w14:textId="77777777" w:rsidR="00B0070E" w:rsidRPr="00B0070E" w:rsidRDefault="00B0070E" w:rsidP="00B0070E">
      <w:pPr>
        <w:pStyle w:val="DevConfigs"/>
        <w:rPr>
          <w:rStyle w:val="DevConfigGray"/>
        </w:rPr>
      </w:pPr>
      <w:proofErr w:type="gramStart"/>
      <w:r w:rsidRPr="00B0070E">
        <w:rPr>
          <w:rStyle w:val="DevConfigGray"/>
        </w:rPr>
        <w:t>boot-end-marker</w:t>
      </w:r>
      <w:proofErr w:type="gramEnd"/>
    </w:p>
    <w:p w14:paraId="7B58D078" w14:textId="77777777" w:rsidR="00B0070E" w:rsidRPr="00B0070E" w:rsidRDefault="00B0070E" w:rsidP="00B0070E">
      <w:pPr>
        <w:pStyle w:val="DevConfigs"/>
        <w:rPr>
          <w:rStyle w:val="DevConfigGray"/>
        </w:rPr>
      </w:pPr>
      <w:r w:rsidRPr="00B0070E">
        <w:rPr>
          <w:rStyle w:val="DevConfigGray"/>
        </w:rPr>
        <w:t>!</w:t>
      </w:r>
    </w:p>
    <w:p w14:paraId="29AEFAC9" w14:textId="77777777" w:rsidR="00B0070E" w:rsidRPr="00B0070E" w:rsidRDefault="00B0070E" w:rsidP="00B0070E">
      <w:pPr>
        <w:pStyle w:val="DevConfigs"/>
        <w:rPr>
          <w:rStyle w:val="DevConfigGray"/>
        </w:rPr>
      </w:pP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aaa</w:t>
      </w:r>
      <w:proofErr w:type="spellEnd"/>
      <w:r w:rsidRPr="00B0070E">
        <w:rPr>
          <w:rStyle w:val="DevConfigGray"/>
        </w:rPr>
        <w:t xml:space="preserve"> new-model</w:t>
      </w:r>
    </w:p>
    <w:p w14:paraId="38D7BAE6" w14:textId="77777777" w:rsidR="00B0070E" w:rsidRPr="00B0070E" w:rsidRDefault="00B0070E" w:rsidP="00B0070E">
      <w:pPr>
        <w:pStyle w:val="DevConfigs"/>
        <w:rPr>
          <w:rStyle w:val="DevConfigGray"/>
        </w:rPr>
      </w:pPr>
      <w:proofErr w:type="gramStart"/>
      <w:r w:rsidRPr="00B0070E">
        <w:rPr>
          <w:rStyle w:val="DevConfigGray"/>
        </w:rPr>
        <w:t>system</w:t>
      </w:r>
      <w:proofErr w:type="gramEnd"/>
      <w:r w:rsidRPr="00B0070E">
        <w:rPr>
          <w:rStyle w:val="DevConfigGray"/>
        </w:rPr>
        <w:t xml:space="preserve"> </w:t>
      </w:r>
      <w:proofErr w:type="spellStart"/>
      <w:r w:rsidRPr="00B0070E">
        <w:rPr>
          <w:rStyle w:val="DevConfigGray"/>
        </w:rPr>
        <w:t>mtu</w:t>
      </w:r>
      <w:proofErr w:type="spellEnd"/>
      <w:r w:rsidRPr="00B0070E">
        <w:rPr>
          <w:rStyle w:val="DevConfigGray"/>
        </w:rPr>
        <w:t xml:space="preserve"> routing 1500</w:t>
      </w:r>
    </w:p>
    <w:p w14:paraId="4729E724" w14:textId="77777777" w:rsidR="00B0070E" w:rsidRPr="00B0070E" w:rsidRDefault="00B0070E" w:rsidP="00B0070E">
      <w:pPr>
        <w:pStyle w:val="DevConfigs"/>
        <w:rPr>
          <w:rStyle w:val="DevConfigGray"/>
        </w:rPr>
      </w:pPr>
      <w:r w:rsidRPr="00B0070E">
        <w:rPr>
          <w:rStyle w:val="DevConfigGray"/>
        </w:rPr>
        <w:t>!</w:t>
      </w:r>
    </w:p>
    <w:p w14:paraId="2EA9D092" w14:textId="77777777" w:rsidR="00B0070E" w:rsidRPr="00B0070E" w:rsidRDefault="00B0070E" w:rsidP="00B0070E">
      <w:pPr>
        <w:pStyle w:val="DevConfigs"/>
        <w:rPr>
          <w:rStyle w:val="DevConfigGray"/>
        </w:rPr>
      </w:pPr>
      <w:proofErr w:type="gramStart"/>
      <w:r w:rsidRPr="00B0070E">
        <w:rPr>
          <w:rStyle w:val="DevConfigGray"/>
        </w:rPr>
        <w:t>spanning-tree</w:t>
      </w:r>
      <w:proofErr w:type="gramEnd"/>
      <w:r w:rsidRPr="00B0070E">
        <w:rPr>
          <w:rStyle w:val="DevConfigGray"/>
        </w:rPr>
        <w:t xml:space="preserve"> mode </w:t>
      </w:r>
      <w:proofErr w:type="spellStart"/>
      <w:r w:rsidRPr="00B0070E">
        <w:rPr>
          <w:rStyle w:val="DevConfigGray"/>
        </w:rPr>
        <w:t>pvst</w:t>
      </w:r>
      <w:proofErr w:type="spellEnd"/>
    </w:p>
    <w:p w14:paraId="43B341D0" w14:textId="77777777" w:rsidR="00B0070E" w:rsidRPr="00B0070E" w:rsidRDefault="00B0070E" w:rsidP="00B0070E">
      <w:pPr>
        <w:pStyle w:val="DevConfigs"/>
        <w:rPr>
          <w:rStyle w:val="DevConfigGray"/>
        </w:rPr>
      </w:pPr>
      <w:proofErr w:type="gramStart"/>
      <w:r w:rsidRPr="00B0070E">
        <w:rPr>
          <w:rStyle w:val="DevConfigGray"/>
        </w:rPr>
        <w:t>spanning-tree</w:t>
      </w:r>
      <w:proofErr w:type="gramEnd"/>
      <w:r w:rsidRPr="00B0070E">
        <w:rPr>
          <w:rStyle w:val="DevConfigGray"/>
        </w:rPr>
        <w:t xml:space="preserve"> extend system-id</w:t>
      </w:r>
    </w:p>
    <w:p w14:paraId="4EF09B0F" w14:textId="77777777" w:rsidR="00B0070E" w:rsidRPr="00B0070E" w:rsidRDefault="00B0070E" w:rsidP="00B0070E">
      <w:pPr>
        <w:pStyle w:val="DevConfigs"/>
        <w:rPr>
          <w:rStyle w:val="DevConfigGray"/>
        </w:rPr>
      </w:pPr>
      <w:r w:rsidRPr="00B0070E">
        <w:rPr>
          <w:rStyle w:val="DevConfigGray"/>
        </w:rPr>
        <w:t>!</w:t>
      </w:r>
    </w:p>
    <w:p w14:paraId="7F7967C3" w14:textId="77777777" w:rsidR="00B0070E" w:rsidRPr="00B0070E" w:rsidRDefault="00B0070E" w:rsidP="00B0070E">
      <w:pPr>
        <w:pStyle w:val="DevConfigs"/>
        <w:rPr>
          <w:rStyle w:val="DevConfigGray"/>
        </w:rPr>
      </w:pPr>
      <w:proofErr w:type="spellStart"/>
      <w:proofErr w:type="gramStart"/>
      <w:r w:rsidRPr="00B0070E">
        <w:rPr>
          <w:rStyle w:val="DevConfigGray"/>
        </w:rPr>
        <w:t>vlan</w:t>
      </w:r>
      <w:proofErr w:type="spellEnd"/>
      <w:proofErr w:type="gramEnd"/>
      <w:r w:rsidRPr="00B0070E">
        <w:rPr>
          <w:rStyle w:val="DevConfigGray"/>
        </w:rPr>
        <w:t xml:space="preserve"> internal allocation policy ascending</w:t>
      </w:r>
    </w:p>
    <w:p w14:paraId="6F8E9175" w14:textId="77777777" w:rsidR="00B0070E" w:rsidRPr="00B0070E" w:rsidRDefault="00B0070E" w:rsidP="00B0070E">
      <w:pPr>
        <w:pStyle w:val="DevConfigs"/>
        <w:rPr>
          <w:rStyle w:val="DevConfigGray"/>
        </w:rPr>
      </w:pPr>
      <w:proofErr w:type="spellStart"/>
      <w:proofErr w:type="gramStart"/>
      <w:r w:rsidRPr="00B0070E">
        <w:rPr>
          <w:rStyle w:val="DevConfigGray"/>
        </w:rPr>
        <w:t>lldp</w:t>
      </w:r>
      <w:proofErr w:type="spellEnd"/>
      <w:proofErr w:type="gramEnd"/>
      <w:r w:rsidRPr="00B0070E">
        <w:rPr>
          <w:rStyle w:val="DevConfigGray"/>
        </w:rPr>
        <w:t xml:space="preserve"> run</w:t>
      </w:r>
    </w:p>
    <w:p w14:paraId="4B6F2BD1" w14:textId="77777777" w:rsidR="00B0070E" w:rsidRPr="00B0070E" w:rsidRDefault="00B0070E" w:rsidP="00B0070E">
      <w:pPr>
        <w:pStyle w:val="DevConfigs"/>
        <w:rPr>
          <w:rStyle w:val="DevConfigGray"/>
        </w:rPr>
      </w:pPr>
      <w:r w:rsidRPr="00B0070E">
        <w:rPr>
          <w:rStyle w:val="DevConfigGray"/>
        </w:rPr>
        <w:t>!</w:t>
      </w:r>
    </w:p>
    <w:p w14:paraId="187F81E0"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w:t>
      </w:r>
    </w:p>
    <w:p w14:paraId="7944B925" w14:textId="77777777" w:rsidR="00B0070E" w:rsidRPr="00B0070E" w:rsidRDefault="00B0070E" w:rsidP="00B0070E">
      <w:pPr>
        <w:pStyle w:val="DevConfigs"/>
        <w:rPr>
          <w:rStyle w:val="DevConfigGray"/>
        </w:rPr>
      </w:pPr>
      <w:r w:rsidRPr="00B0070E">
        <w:rPr>
          <w:rStyle w:val="DevConfigGray"/>
        </w:rPr>
        <w:t>!</w:t>
      </w:r>
    </w:p>
    <w:p w14:paraId="5C7FB973"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w:t>
      </w:r>
    </w:p>
    <w:p w14:paraId="2AFA581B" w14:textId="77777777" w:rsidR="00B0070E" w:rsidRPr="00B0070E" w:rsidRDefault="00B0070E" w:rsidP="00B0070E">
      <w:pPr>
        <w:pStyle w:val="DevConfigs"/>
        <w:rPr>
          <w:rStyle w:val="DevConfigGray"/>
        </w:rPr>
      </w:pPr>
      <w:r w:rsidRPr="00B0070E">
        <w:rPr>
          <w:rStyle w:val="DevConfigGray"/>
        </w:rPr>
        <w:t>!</w:t>
      </w:r>
    </w:p>
    <w:p w14:paraId="6112C9CA"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FastEthernet0/3</w:t>
      </w:r>
    </w:p>
    <w:p w14:paraId="713E852E" w14:textId="77777777" w:rsidR="00B0070E" w:rsidRPr="00B0070E" w:rsidRDefault="00B0070E" w:rsidP="00B0070E">
      <w:pPr>
        <w:pStyle w:val="DevConfigs"/>
        <w:rPr>
          <w:rStyle w:val="DevConfigGray"/>
        </w:rPr>
      </w:pPr>
      <w:r w:rsidRPr="00B0070E">
        <w:rPr>
          <w:rStyle w:val="DevConfigGray"/>
        </w:rPr>
        <w:t>!</w:t>
      </w:r>
    </w:p>
    <w:p w14:paraId="06883A1D"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FastEthernet0/4</w:t>
      </w:r>
    </w:p>
    <w:p w14:paraId="332A1C83" w14:textId="77777777" w:rsidR="00B0070E" w:rsidRPr="00B0070E" w:rsidRDefault="00B0070E" w:rsidP="00B0070E">
      <w:pPr>
        <w:pStyle w:val="DevConfigs"/>
        <w:rPr>
          <w:rStyle w:val="DevConfigGray"/>
        </w:rPr>
      </w:pPr>
      <w:r w:rsidRPr="00B0070E">
        <w:rPr>
          <w:rStyle w:val="DevConfigGray"/>
        </w:rPr>
        <w:t>!</w:t>
      </w:r>
    </w:p>
    <w:p w14:paraId="7194AD58"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FastEthernet0/5</w:t>
      </w:r>
    </w:p>
    <w:p w14:paraId="6FCB0E6A" w14:textId="77777777" w:rsidR="00B0070E" w:rsidRPr="00B0070E" w:rsidRDefault="00B0070E" w:rsidP="00B0070E">
      <w:pPr>
        <w:pStyle w:val="DevConfigs"/>
        <w:rPr>
          <w:rStyle w:val="DevConfigGray"/>
        </w:rPr>
      </w:pPr>
      <w:r w:rsidRPr="00B0070E">
        <w:rPr>
          <w:rStyle w:val="DevConfigGray"/>
        </w:rPr>
        <w:t>!</w:t>
      </w:r>
    </w:p>
    <w:p w14:paraId="5BF4E5AD"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FastEthernet0/6</w:t>
      </w:r>
    </w:p>
    <w:p w14:paraId="5D1C10B6" w14:textId="77777777" w:rsidR="00B0070E" w:rsidRPr="00B0070E" w:rsidRDefault="00B0070E" w:rsidP="00B0070E">
      <w:pPr>
        <w:pStyle w:val="DevConfigs"/>
        <w:rPr>
          <w:rStyle w:val="DevConfigGray"/>
        </w:rPr>
      </w:pPr>
      <w:r w:rsidRPr="00B0070E">
        <w:rPr>
          <w:rStyle w:val="DevConfigGray"/>
        </w:rPr>
        <w:t>!</w:t>
      </w:r>
    </w:p>
    <w:p w14:paraId="18BA016B"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FastEthernet0/7</w:t>
      </w:r>
    </w:p>
    <w:p w14:paraId="32D51D8B" w14:textId="77777777" w:rsidR="00B0070E" w:rsidRPr="00B0070E" w:rsidRDefault="00B0070E" w:rsidP="00B0070E">
      <w:pPr>
        <w:pStyle w:val="DevConfigs"/>
        <w:rPr>
          <w:rStyle w:val="DevConfigGray"/>
        </w:rPr>
      </w:pPr>
      <w:r w:rsidRPr="00B0070E">
        <w:rPr>
          <w:rStyle w:val="DevConfigGray"/>
        </w:rPr>
        <w:t>!</w:t>
      </w:r>
    </w:p>
    <w:p w14:paraId="34DB35C3"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FastEthernet0/8</w:t>
      </w:r>
    </w:p>
    <w:p w14:paraId="58AA52A1" w14:textId="77777777" w:rsidR="00B0070E" w:rsidRPr="00B0070E" w:rsidRDefault="00B0070E" w:rsidP="00B0070E">
      <w:pPr>
        <w:pStyle w:val="DevConfigs"/>
        <w:rPr>
          <w:rStyle w:val="DevConfigGray"/>
        </w:rPr>
      </w:pPr>
      <w:r w:rsidRPr="00B0070E">
        <w:rPr>
          <w:rStyle w:val="DevConfigGray"/>
        </w:rPr>
        <w:t>!</w:t>
      </w:r>
    </w:p>
    <w:p w14:paraId="1930CDB2"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FastEthernet0/9</w:t>
      </w:r>
    </w:p>
    <w:p w14:paraId="004FEC07" w14:textId="77777777" w:rsidR="00B0070E" w:rsidRPr="00B0070E" w:rsidRDefault="00B0070E" w:rsidP="00B0070E">
      <w:pPr>
        <w:pStyle w:val="DevConfigs"/>
        <w:rPr>
          <w:rStyle w:val="DevConfigGray"/>
        </w:rPr>
      </w:pPr>
      <w:r w:rsidRPr="00B0070E">
        <w:rPr>
          <w:rStyle w:val="DevConfigGray"/>
        </w:rPr>
        <w:t>!</w:t>
      </w:r>
    </w:p>
    <w:p w14:paraId="151E6B2A"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FastEthernet0/10</w:t>
      </w:r>
    </w:p>
    <w:p w14:paraId="4B01DA96" w14:textId="77777777" w:rsidR="00B0070E" w:rsidRPr="00B0070E" w:rsidRDefault="00B0070E" w:rsidP="00B0070E">
      <w:pPr>
        <w:pStyle w:val="DevConfigs"/>
        <w:rPr>
          <w:rStyle w:val="DevConfigGray"/>
        </w:rPr>
      </w:pPr>
      <w:r w:rsidRPr="00B0070E">
        <w:rPr>
          <w:rStyle w:val="DevConfigGray"/>
        </w:rPr>
        <w:t>!</w:t>
      </w:r>
    </w:p>
    <w:p w14:paraId="212B9AC5"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FastEthernet0/11</w:t>
      </w:r>
    </w:p>
    <w:p w14:paraId="20DD414C" w14:textId="77777777" w:rsidR="00B0070E" w:rsidRPr="00B0070E" w:rsidRDefault="00B0070E" w:rsidP="00B0070E">
      <w:pPr>
        <w:pStyle w:val="DevConfigs"/>
        <w:rPr>
          <w:rStyle w:val="DevConfigGray"/>
        </w:rPr>
      </w:pPr>
      <w:r w:rsidRPr="00B0070E">
        <w:rPr>
          <w:rStyle w:val="DevConfigGray"/>
        </w:rPr>
        <w:t>!</w:t>
      </w:r>
    </w:p>
    <w:p w14:paraId="631ED042"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FastEthernet0/12</w:t>
      </w:r>
    </w:p>
    <w:p w14:paraId="3028510A" w14:textId="77777777" w:rsidR="00B0070E" w:rsidRPr="00B0070E" w:rsidRDefault="00B0070E" w:rsidP="00B0070E">
      <w:pPr>
        <w:pStyle w:val="DevConfigs"/>
        <w:rPr>
          <w:rStyle w:val="DevConfigGray"/>
        </w:rPr>
      </w:pPr>
      <w:r w:rsidRPr="00B0070E">
        <w:rPr>
          <w:rStyle w:val="DevConfigGray"/>
        </w:rPr>
        <w:t>!</w:t>
      </w:r>
    </w:p>
    <w:p w14:paraId="15B9B70A"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FastEthernet0/13</w:t>
      </w:r>
    </w:p>
    <w:p w14:paraId="10AFBC46" w14:textId="77777777" w:rsidR="00B0070E" w:rsidRPr="00B0070E" w:rsidRDefault="00B0070E" w:rsidP="00B0070E">
      <w:pPr>
        <w:pStyle w:val="DevConfigs"/>
        <w:rPr>
          <w:rStyle w:val="DevConfigGray"/>
        </w:rPr>
      </w:pPr>
      <w:r w:rsidRPr="00B0070E">
        <w:rPr>
          <w:rStyle w:val="DevConfigGray"/>
        </w:rPr>
        <w:t>!</w:t>
      </w:r>
    </w:p>
    <w:p w14:paraId="40D68167"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FastEthernet0/14</w:t>
      </w:r>
    </w:p>
    <w:p w14:paraId="002F1A33" w14:textId="77777777" w:rsidR="00B0070E" w:rsidRPr="00B0070E" w:rsidRDefault="00B0070E" w:rsidP="00B0070E">
      <w:pPr>
        <w:pStyle w:val="DevConfigs"/>
        <w:rPr>
          <w:rStyle w:val="DevConfigGray"/>
        </w:rPr>
      </w:pPr>
      <w:r w:rsidRPr="00B0070E">
        <w:rPr>
          <w:rStyle w:val="DevConfigGray"/>
        </w:rPr>
        <w:t>!</w:t>
      </w:r>
    </w:p>
    <w:p w14:paraId="2A0CB879"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FastEthernet0/15</w:t>
      </w:r>
    </w:p>
    <w:p w14:paraId="450DB84D" w14:textId="77777777" w:rsidR="00B0070E" w:rsidRPr="00B0070E" w:rsidRDefault="00B0070E" w:rsidP="00B0070E">
      <w:pPr>
        <w:pStyle w:val="DevConfigs"/>
        <w:rPr>
          <w:rStyle w:val="DevConfigGray"/>
        </w:rPr>
      </w:pPr>
      <w:r w:rsidRPr="00B0070E">
        <w:rPr>
          <w:rStyle w:val="DevConfigGray"/>
        </w:rPr>
        <w:t>!</w:t>
      </w:r>
    </w:p>
    <w:p w14:paraId="3A6428A1" w14:textId="77777777" w:rsidR="00B0070E" w:rsidRPr="00B0070E" w:rsidRDefault="00B0070E" w:rsidP="00B0070E">
      <w:pPr>
        <w:pStyle w:val="DevConfigs"/>
        <w:rPr>
          <w:rStyle w:val="DevConfigGray"/>
        </w:rPr>
      </w:pPr>
      <w:proofErr w:type="gramStart"/>
      <w:r w:rsidRPr="00B0070E">
        <w:rPr>
          <w:rStyle w:val="DevConfigGray"/>
        </w:rPr>
        <w:lastRenderedPageBreak/>
        <w:t>interface</w:t>
      </w:r>
      <w:proofErr w:type="gramEnd"/>
      <w:r w:rsidRPr="00B0070E">
        <w:rPr>
          <w:rStyle w:val="DevConfigGray"/>
        </w:rPr>
        <w:t xml:space="preserve"> FastEthernet0/16</w:t>
      </w:r>
    </w:p>
    <w:p w14:paraId="2F778D58" w14:textId="77777777" w:rsidR="00B0070E" w:rsidRPr="00B0070E" w:rsidRDefault="00B0070E" w:rsidP="00B0070E">
      <w:pPr>
        <w:pStyle w:val="DevConfigs"/>
        <w:rPr>
          <w:rStyle w:val="DevConfigGray"/>
        </w:rPr>
      </w:pPr>
      <w:r w:rsidRPr="00B0070E">
        <w:rPr>
          <w:rStyle w:val="DevConfigGray"/>
        </w:rPr>
        <w:t>!</w:t>
      </w:r>
    </w:p>
    <w:p w14:paraId="18762F2E"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FastEthernet0/17</w:t>
      </w:r>
    </w:p>
    <w:p w14:paraId="08FCB2C2" w14:textId="77777777" w:rsidR="00B0070E" w:rsidRPr="00B0070E" w:rsidRDefault="00B0070E" w:rsidP="00B0070E">
      <w:pPr>
        <w:pStyle w:val="DevConfigs"/>
        <w:rPr>
          <w:rStyle w:val="DevConfigGray"/>
        </w:rPr>
      </w:pPr>
      <w:r w:rsidRPr="00B0070E">
        <w:rPr>
          <w:rStyle w:val="DevConfigGray"/>
        </w:rPr>
        <w:t>!</w:t>
      </w:r>
    </w:p>
    <w:p w14:paraId="6162750C"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FastEthernet0/18</w:t>
      </w:r>
    </w:p>
    <w:p w14:paraId="19312C85" w14:textId="77777777" w:rsidR="00B0070E" w:rsidRPr="00B0070E" w:rsidRDefault="00B0070E" w:rsidP="00B0070E">
      <w:pPr>
        <w:pStyle w:val="DevConfigs"/>
        <w:rPr>
          <w:rStyle w:val="DevConfigGray"/>
        </w:rPr>
      </w:pPr>
      <w:r w:rsidRPr="00B0070E">
        <w:rPr>
          <w:rStyle w:val="DevConfigGray"/>
        </w:rPr>
        <w:t>!</w:t>
      </w:r>
    </w:p>
    <w:p w14:paraId="0E85B805"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FastEthernet0/19</w:t>
      </w:r>
    </w:p>
    <w:p w14:paraId="3AF15928" w14:textId="77777777" w:rsidR="00B0070E" w:rsidRPr="00B0070E" w:rsidRDefault="00B0070E" w:rsidP="00B0070E">
      <w:pPr>
        <w:pStyle w:val="DevConfigs"/>
        <w:rPr>
          <w:rStyle w:val="DevConfigGray"/>
        </w:rPr>
      </w:pPr>
      <w:r w:rsidRPr="00B0070E">
        <w:rPr>
          <w:rStyle w:val="DevConfigGray"/>
        </w:rPr>
        <w:t>!</w:t>
      </w:r>
    </w:p>
    <w:p w14:paraId="57F615FE"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FastEthernet0/20</w:t>
      </w:r>
    </w:p>
    <w:p w14:paraId="16B68F89" w14:textId="77777777" w:rsidR="00B0070E" w:rsidRPr="00B0070E" w:rsidRDefault="00B0070E" w:rsidP="00B0070E">
      <w:pPr>
        <w:pStyle w:val="DevConfigs"/>
        <w:rPr>
          <w:rStyle w:val="DevConfigGray"/>
        </w:rPr>
      </w:pPr>
      <w:r w:rsidRPr="00B0070E">
        <w:rPr>
          <w:rStyle w:val="DevConfigGray"/>
        </w:rPr>
        <w:t>!</w:t>
      </w:r>
    </w:p>
    <w:p w14:paraId="74AD4193"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FastEthernet0/21</w:t>
      </w:r>
    </w:p>
    <w:p w14:paraId="35B99732" w14:textId="77777777" w:rsidR="00B0070E" w:rsidRPr="00B0070E" w:rsidRDefault="00B0070E" w:rsidP="00B0070E">
      <w:pPr>
        <w:pStyle w:val="DevConfigs"/>
        <w:rPr>
          <w:rStyle w:val="DevConfigGray"/>
        </w:rPr>
      </w:pPr>
      <w:r w:rsidRPr="00B0070E">
        <w:rPr>
          <w:rStyle w:val="DevConfigGray"/>
        </w:rPr>
        <w:t>!</w:t>
      </w:r>
    </w:p>
    <w:p w14:paraId="2BEA1722"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FastEthernet0/22</w:t>
      </w:r>
    </w:p>
    <w:p w14:paraId="4E862F25" w14:textId="77777777" w:rsidR="00B0070E" w:rsidRPr="00B0070E" w:rsidRDefault="00B0070E" w:rsidP="00B0070E">
      <w:pPr>
        <w:pStyle w:val="DevConfigs"/>
        <w:rPr>
          <w:rStyle w:val="DevConfigGray"/>
        </w:rPr>
      </w:pPr>
      <w:r w:rsidRPr="00B0070E">
        <w:rPr>
          <w:rStyle w:val="DevConfigGray"/>
        </w:rPr>
        <w:t>!</w:t>
      </w:r>
    </w:p>
    <w:p w14:paraId="0CCB7656"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FastEthernet0/23</w:t>
      </w:r>
    </w:p>
    <w:p w14:paraId="74877730" w14:textId="77777777" w:rsidR="00B0070E" w:rsidRPr="00B0070E" w:rsidRDefault="00B0070E" w:rsidP="00B0070E">
      <w:pPr>
        <w:pStyle w:val="DevConfigs"/>
        <w:rPr>
          <w:rStyle w:val="DevConfigGray"/>
        </w:rPr>
      </w:pPr>
      <w:r w:rsidRPr="00B0070E">
        <w:rPr>
          <w:rStyle w:val="DevConfigGray"/>
        </w:rPr>
        <w:t>!</w:t>
      </w:r>
    </w:p>
    <w:p w14:paraId="0BF46440"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FastEthernet0/24</w:t>
      </w:r>
    </w:p>
    <w:p w14:paraId="39B6AFCF" w14:textId="77777777" w:rsidR="00B0070E" w:rsidRPr="00B0070E" w:rsidRDefault="00B0070E" w:rsidP="00B0070E">
      <w:pPr>
        <w:pStyle w:val="DevConfigs"/>
        <w:rPr>
          <w:rStyle w:val="DevConfigGray"/>
        </w:rPr>
      </w:pPr>
      <w:r w:rsidRPr="00B0070E">
        <w:rPr>
          <w:rStyle w:val="DevConfigGray"/>
        </w:rPr>
        <w:t>!</w:t>
      </w:r>
    </w:p>
    <w:p w14:paraId="308379C2"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GigabitEthernet0/1</w:t>
      </w:r>
    </w:p>
    <w:p w14:paraId="3EE2CDFC" w14:textId="77777777" w:rsidR="00B0070E" w:rsidRPr="00B0070E" w:rsidRDefault="00B0070E" w:rsidP="00B0070E">
      <w:pPr>
        <w:pStyle w:val="DevConfigs"/>
        <w:rPr>
          <w:rStyle w:val="DevConfigGray"/>
        </w:rPr>
      </w:pPr>
      <w:r w:rsidRPr="00B0070E">
        <w:rPr>
          <w:rStyle w:val="DevConfigGray"/>
        </w:rPr>
        <w:t>!</w:t>
      </w:r>
    </w:p>
    <w:p w14:paraId="1E051377"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GigabitEthernet0/2</w:t>
      </w:r>
    </w:p>
    <w:p w14:paraId="43C88AAE" w14:textId="77777777" w:rsidR="00B0070E" w:rsidRPr="00B0070E" w:rsidRDefault="00B0070E" w:rsidP="00B0070E">
      <w:pPr>
        <w:pStyle w:val="DevConfigs"/>
        <w:rPr>
          <w:rStyle w:val="DevConfigGray"/>
        </w:rPr>
      </w:pPr>
      <w:r w:rsidRPr="00B0070E">
        <w:rPr>
          <w:rStyle w:val="DevConfigGray"/>
        </w:rPr>
        <w:t>!</w:t>
      </w:r>
    </w:p>
    <w:p w14:paraId="7F7D15DD"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Vlan1</w:t>
      </w:r>
    </w:p>
    <w:p w14:paraId="7CBCCB9F" w14:textId="77777777" w:rsidR="00B0070E" w:rsidRPr="00B0070E" w:rsidRDefault="00B0070E" w:rsidP="00B0070E">
      <w:pPr>
        <w:pStyle w:val="DevConfigs"/>
        <w:rPr>
          <w:rStyle w:val="DevConfigGray"/>
        </w:rPr>
      </w:pPr>
      <w:r w:rsidRPr="00B0070E">
        <w:rPr>
          <w:rStyle w:val="DevConfigGray"/>
        </w:rPr>
        <w:t xml:space="preserve"> </w:t>
      </w: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ip</w:t>
      </w:r>
      <w:proofErr w:type="spellEnd"/>
      <w:r w:rsidRPr="00B0070E">
        <w:rPr>
          <w:rStyle w:val="DevConfigGray"/>
        </w:rPr>
        <w:t xml:space="preserve"> address</w:t>
      </w:r>
    </w:p>
    <w:p w14:paraId="71DC9B34" w14:textId="77777777" w:rsidR="00B0070E" w:rsidRPr="00B0070E" w:rsidRDefault="00B0070E" w:rsidP="00B0070E">
      <w:pPr>
        <w:pStyle w:val="DevConfigs"/>
        <w:rPr>
          <w:rStyle w:val="DevConfigGray"/>
        </w:rPr>
      </w:pPr>
      <w:r w:rsidRPr="00B0070E">
        <w:rPr>
          <w:rStyle w:val="DevConfigGray"/>
        </w:rPr>
        <w:t>!</w:t>
      </w:r>
    </w:p>
    <w:p w14:paraId="373B1141" w14:textId="77777777" w:rsidR="00B0070E" w:rsidRPr="00B0070E" w:rsidRDefault="00B0070E" w:rsidP="00B0070E">
      <w:pPr>
        <w:pStyle w:val="DevConfigs"/>
        <w:rPr>
          <w:rStyle w:val="DevConfigGray"/>
        </w:rPr>
      </w:pPr>
      <w:proofErr w:type="spellStart"/>
      <w:proofErr w:type="gramStart"/>
      <w:r w:rsidRPr="00B0070E">
        <w:rPr>
          <w:rStyle w:val="DevConfigGray"/>
        </w:rPr>
        <w:t>ip</w:t>
      </w:r>
      <w:proofErr w:type="spellEnd"/>
      <w:proofErr w:type="gramEnd"/>
      <w:r w:rsidRPr="00B0070E">
        <w:rPr>
          <w:rStyle w:val="DevConfigGray"/>
        </w:rPr>
        <w:t xml:space="preserve"> http server</w:t>
      </w:r>
    </w:p>
    <w:p w14:paraId="7011ABB9" w14:textId="77777777" w:rsidR="00B0070E" w:rsidRPr="00B0070E" w:rsidRDefault="00B0070E" w:rsidP="00B0070E">
      <w:pPr>
        <w:pStyle w:val="DevConfigs"/>
        <w:rPr>
          <w:rStyle w:val="DevConfigGray"/>
        </w:rPr>
      </w:pPr>
      <w:proofErr w:type="spellStart"/>
      <w:proofErr w:type="gramStart"/>
      <w:r w:rsidRPr="00B0070E">
        <w:rPr>
          <w:rStyle w:val="DevConfigGray"/>
        </w:rPr>
        <w:t>ip</w:t>
      </w:r>
      <w:proofErr w:type="spellEnd"/>
      <w:proofErr w:type="gramEnd"/>
      <w:r w:rsidRPr="00B0070E">
        <w:rPr>
          <w:rStyle w:val="DevConfigGray"/>
        </w:rPr>
        <w:t xml:space="preserve"> http secure-server</w:t>
      </w:r>
    </w:p>
    <w:p w14:paraId="2198F009" w14:textId="77777777" w:rsidR="00B0070E" w:rsidRPr="00B0070E" w:rsidRDefault="00B0070E" w:rsidP="00B0070E">
      <w:pPr>
        <w:pStyle w:val="DevConfigs"/>
        <w:rPr>
          <w:rStyle w:val="DevConfigGray"/>
        </w:rPr>
      </w:pPr>
      <w:r w:rsidRPr="00B0070E">
        <w:rPr>
          <w:rStyle w:val="DevConfigGray"/>
        </w:rPr>
        <w:t>!</w:t>
      </w:r>
    </w:p>
    <w:p w14:paraId="033D4F08" w14:textId="77777777" w:rsidR="00B0070E" w:rsidRPr="00B0070E" w:rsidRDefault="00B0070E" w:rsidP="00B0070E">
      <w:pPr>
        <w:pStyle w:val="DevConfigs"/>
        <w:rPr>
          <w:rStyle w:val="DevConfigGray"/>
        </w:rPr>
      </w:pPr>
      <w:proofErr w:type="gramStart"/>
      <w:r w:rsidRPr="00B0070E">
        <w:rPr>
          <w:rStyle w:val="DevConfigGray"/>
        </w:rPr>
        <w:t>line</w:t>
      </w:r>
      <w:proofErr w:type="gramEnd"/>
      <w:r w:rsidRPr="00B0070E">
        <w:rPr>
          <w:rStyle w:val="DevConfigGray"/>
        </w:rPr>
        <w:t xml:space="preserve"> con 0</w:t>
      </w:r>
    </w:p>
    <w:p w14:paraId="620D9D80" w14:textId="77777777" w:rsidR="00B0070E" w:rsidRPr="00B0070E" w:rsidRDefault="00B0070E" w:rsidP="00B0070E">
      <w:pPr>
        <w:pStyle w:val="DevConfigs"/>
        <w:rPr>
          <w:rStyle w:val="DevConfigGray"/>
        </w:rPr>
      </w:pPr>
      <w:proofErr w:type="gramStart"/>
      <w:r w:rsidRPr="00B0070E">
        <w:rPr>
          <w:rStyle w:val="DevConfigGray"/>
        </w:rPr>
        <w:t>line</w:t>
      </w:r>
      <w:proofErr w:type="gramEnd"/>
      <w:r w:rsidRPr="00B0070E">
        <w:rPr>
          <w:rStyle w:val="DevConfigGray"/>
        </w:rPr>
        <w:t xml:space="preserve"> </w:t>
      </w:r>
      <w:proofErr w:type="spellStart"/>
      <w:r w:rsidRPr="00B0070E">
        <w:rPr>
          <w:rStyle w:val="DevConfigGray"/>
        </w:rPr>
        <w:t>vty</w:t>
      </w:r>
      <w:proofErr w:type="spellEnd"/>
      <w:r w:rsidRPr="00B0070E">
        <w:rPr>
          <w:rStyle w:val="DevConfigGray"/>
        </w:rPr>
        <w:t xml:space="preserve"> 5 15</w:t>
      </w:r>
    </w:p>
    <w:p w14:paraId="3F602F2A" w14:textId="77777777" w:rsidR="00B0070E" w:rsidRPr="00B0070E" w:rsidRDefault="00B0070E" w:rsidP="00B0070E">
      <w:pPr>
        <w:pStyle w:val="DevConfigs"/>
        <w:rPr>
          <w:rStyle w:val="DevConfigGray"/>
        </w:rPr>
      </w:pPr>
      <w:r w:rsidRPr="00B0070E">
        <w:rPr>
          <w:rStyle w:val="DevConfigGray"/>
        </w:rPr>
        <w:t>!</w:t>
      </w:r>
    </w:p>
    <w:p w14:paraId="2940FDDC" w14:textId="67FE2BCE" w:rsidR="00B0070E" w:rsidRPr="00B0070E" w:rsidRDefault="00B0070E" w:rsidP="00B0070E">
      <w:pPr>
        <w:pStyle w:val="DevConfigs"/>
      </w:pPr>
      <w:proofErr w:type="gramStart"/>
      <w:r w:rsidRPr="00B0070E">
        <w:rPr>
          <w:rStyle w:val="DevConfigGray"/>
        </w:rPr>
        <w:t>end</w:t>
      </w:r>
      <w:proofErr w:type="gramEnd"/>
    </w:p>
    <w:p w14:paraId="5AA0A2B8" w14:textId="53325B1A" w:rsidR="00013C67" w:rsidRDefault="00013C67" w:rsidP="00B0070E">
      <w:pPr>
        <w:pStyle w:val="LabSection"/>
        <w:rPr>
          <w:rStyle w:val="LabSectionGray"/>
        </w:rPr>
      </w:pPr>
      <w:r w:rsidRPr="00B0070E">
        <w:rPr>
          <w:rStyle w:val="LabSectionGray"/>
        </w:rPr>
        <w:t>Switch S2</w:t>
      </w:r>
    </w:p>
    <w:p w14:paraId="6BB6688D" w14:textId="3C8AE3BB" w:rsidR="00B0070E" w:rsidRPr="00B0070E" w:rsidRDefault="00B0070E" w:rsidP="00B0070E">
      <w:pPr>
        <w:pStyle w:val="DevConfigs"/>
        <w:rPr>
          <w:rStyle w:val="DevConfigGray"/>
        </w:rPr>
      </w:pPr>
      <w:r w:rsidRPr="00B0070E">
        <w:rPr>
          <w:rStyle w:val="DevConfigGray"/>
        </w:rPr>
        <w:t xml:space="preserve">S2# </w:t>
      </w:r>
      <w:r w:rsidRPr="00B0070E">
        <w:rPr>
          <w:rStyle w:val="DevConfigGray"/>
          <w:b/>
        </w:rPr>
        <w:t>show run</w:t>
      </w:r>
    </w:p>
    <w:p w14:paraId="4FD5D98A" w14:textId="77777777" w:rsidR="00B0070E" w:rsidRPr="00B0070E" w:rsidRDefault="00B0070E" w:rsidP="00B0070E">
      <w:pPr>
        <w:pStyle w:val="DevConfigs"/>
        <w:rPr>
          <w:rStyle w:val="DevConfigGray"/>
        </w:rPr>
      </w:pPr>
      <w:r w:rsidRPr="00B0070E">
        <w:rPr>
          <w:rStyle w:val="DevConfigGray"/>
        </w:rPr>
        <w:t>Building configuration...</w:t>
      </w:r>
    </w:p>
    <w:p w14:paraId="5A0767C3" w14:textId="77777777" w:rsidR="00B0070E" w:rsidRPr="00B0070E" w:rsidRDefault="00B0070E" w:rsidP="00B0070E">
      <w:pPr>
        <w:pStyle w:val="DevConfigs"/>
        <w:rPr>
          <w:rStyle w:val="DevConfigGray"/>
        </w:rPr>
      </w:pPr>
    </w:p>
    <w:p w14:paraId="69247B81" w14:textId="77777777" w:rsidR="00B0070E" w:rsidRPr="00B0070E" w:rsidRDefault="00B0070E" w:rsidP="00B0070E">
      <w:pPr>
        <w:pStyle w:val="DevConfigs"/>
        <w:rPr>
          <w:rStyle w:val="DevConfigGray"/>
        </w:rPr>
      </w:pPr>
      <w:r w:rsidRPr="00B0070E">
        <w:rPr>
          <w:rStyle w:val="DevConfigGray"/>
        </w:rPr>
        <w:t xml:space="preserve">Current </w:t>
      </w:r>
      <w:proofErr w:type="gramStart"/>
      <w:r w:rsidRPr="00B0070E">
        <w:rPr>
          <w:rStyle w:val="DevConfigGray"/>
        </w:rPr>
        <w:t>configuration :</w:t>
      </w:r>
      <w:proofErr w:type="gramEnd"/>
      <w:r w:rsidRPr="00B0070E">
        <w:rPr>
          <w:rStyle w:val="DevConfigGray"/>
        </w:rPr>
        <w:t xml:space="preserve"> 1308 bytes</w:t>
      </w:r>
    </w:p>
    <w:p w14:paraId="44D88A1E" w14:textId="77777777" w:rsidR="00B0070E" w:rsidRPr="00B0070E" w:rsidRDefault="00B0070E" w:rsidP="00B0070E">
      <w:pPr>
        <w:pStyle w:val="DevConfigs"/>
        <w:rPr>
          <w:rStyle w:val="DevConfigGray"/>
        </w:rPr>
      </w:pPr>
      <w:r w:rsidRPr="00B0070E">
        <w:rPr>
          <w:rStyle w:val="DevConfigGray"/>
        </w:rPr>
        <w:t>!</w:t>
      </w:r>
    </w:p>
    <w:p w14:paraId="4237860E" w14:textId="77777777" w:rsidR="00B0070E" w:rsidRPr="00B0070E" w:rsidRDefault="00B0070E" w:rsidP="00B0070E">
      <w:pPr>
        <w:pStyle w:val="DevConfigs"/>
        <w:rPr>
          <w:rStyle w:val="DevConfigGray"/>
        </w:rPr>
      </w:pPr>
      <w:proofErr w:type="gramStart"/>
      <w:r w:rsidRPr="00B0070E">
        <w:rPr>
          <w:rStyle w:val="DevConfigGray"/>
        </w:rPr>
        <w:t>version</w:t>
      </w:r>
      <w:proofErr w:type="gramEnd"/>
      <w:r w:rsidRPr="00B0070E">
        <w:rPr>
          <w:rStyle w:val="DevConfigGray"/>
        </w:rPr>
        <w:t xml:space="preserve"> 15.0</w:t>
      </w:r>
    </w:p>
    <w:p w14:paraId="671E8E44" w14:textId="77777777" w:rsidR="00B0070E" w:rsidRPr="00B0070E" w:rsidRDefault="00B0070E" w:rsidP="00B0070E">
      <w:pPr>
        <w:pStyle w:val="DevConfigs"/>
        <w:rPr>
          <w:rStyle w:val="DevConfigGray"/>
        </w:rPr>
      </w:pPr>
      <w:proofErr w:type="gramStart"/>
      <w:r w:rsidRPr="00B0070E">
        <w:rPr>
          <w:rStyle w:val="DevConfigGray"/>
        </w:rPr>
        <w:t>no</w:t>
      </w:r>
      <w:proofErr w:type="gramEnd"/>
      <w:r w:rsidRPr="00B0070E">
        <w:rPr>
          <w:rStyle w:val="DevConfigGray"/>
        </w:rPr>
        <w:t xml:space="preserve"> service pad</w:t>
      </w:r>
    </w:p>
    <w:p w14:paraId="1A44B5F9" w14:textId="77777777" w:rsidR="00B0070E" w:rsidRPr="00B0070E" w:rsidRDefault="00B0070E" w:rsidP="00B0070E">
      <w:pPr>
        <w:pStyle w:val="DevConfigs"/>
        <w:rPr>
          <w:rStyle w:val="DevConfigGray"/>
        </w:rPr>
      </w:pPr>
      <w:proofErr w:type="gramStart"/>
      <w:r w:rsidRPr="00B0070E">
        <w:rPr>
          <w:rStyle w:val="DevConfigGray"/>
        </w:rPr>
        <w:t>service</w:t>
      </w:r>
      <w:proofErr w:type="gramEnd"/>
      <w:r w:rsidRPr="00B0070E">
        <w:rPr>
          <w:rStyle w:val="DevConfigGray"/>
        </w:rPr>
        <w:t xml:space="preserve"> timestamps debug </w:t>
      </w:r>
      <w:proofErr w:type="spellStart"/>
      <w:r w:rsidRPr="00B0070E">
        <w:rPr>
          <w:rStyle w:val="DevConfigGray"/>
        </w:rPr>
        <w:t>datetime</w:t>
      </w:r>
      <w:proofErr w:type="spellEnd"/>
      <w:r w:rsidRPr="00B0070E">
        <w:rPr>
          <w:rStyle w:val="DevConfigGray"/>
        </w:rPr>
        <w:t xml:space="preserve"> </w:t>
      </w:r>
      <w:proofErr w:type="spellStart"/>
      <w:r w:rsidRPr="00B0070E">
        <w:rPr>
          <w:rStyle w:val="DevConfigGray"/>
        </w:rPr>
        <w:t>msec</w:t>
      </w:r>
      <w:proofErr w:type="spellEnd"/>
    </w:p>
    <w:p w14:paraId="5905E12E" w14:textId="77777777" w:rsidR="00B0070E" w:rsidRPr="00B0070E" w:rsidRDefault="00B0070E" w:rsidP="00B0070E">
      <w:pPr>
        <w:pStyle w:val="DevConfigs"/>
        <w:rPr>
          <w:rStyle w:val="DevConfigGray"/>
        </w:rPr>
      </w:pPr>
      <w:proofErr w:type="gramStart"/>
      <w:r w:rsidRPr="00B0070E">
        <w:rPr>
          <w:rStyle w:val="DevConfigGray"/>
        </w:rPr>
        <w:t>service</w:t>
      </w:r>
      <w:proofErr w:type="gramEnd"/>
      <w:r w:rsidRPr="00B0070E">
        <w:rPr>
          <w:rStyle w:val="DevConfigGray"/>
        </w:rPr>
        <w:t xml:space="preserve"> timestamps log </w:t>
      </w:r>
      <w:proofErr w:type="spellStart"/>
      <w:r w:rsidRPr="00B0070E">
        <w:rPr>
          <w:rStyle w:val="DevConfigGray"/>
        </w:rPr>
        <w:t>datetime</w:t>
      </w:r>
      <w:proofErr w:type="spellEnd"/>
      <w:r w:rsidRPr="00B0070E">
        <w:rPr>
          <w:rStyle w:val="DevConfigGray"/>
        </w:rPr>
        <w:t xml:space="preserve"> </w:t>
      </w:r>
      <w:proofErr w:type="spellStart"/>
      <w:r w:rsidRPr="00B0070E">
        <w:rPr>
          <w:rStyle w:val="DevConfigGray"/>
        </w:rPr>
        <w:t>msec</w:t>
      </w:r>
      <w:proofErr w:type="spellEnd"/>
    </w:p>
    <w:p w14:paraId="519C85BD" w14:textId="77777777" w:rsidR="00B0070E" w:rsidRPr="00B0070E" w:rsidRDefault="00B0070E" w:rsidP="00B0070E">
      <w:pPr>
        <w:pStyle w:val="DevConfigs"/>
        <w:rPr>
          <w:rStyle w:val="DevConfigGray"/>
        </w:rPr>
      </w:pPr>
      <w:proofErr w:type="gramStart"/>
      <w:r w:rsidRPr="00B0070E">
        <w:rPr>
          <w:rStyle w:val="DevConfigGray"/>
        </w:rPr>
        <w:t>no</w:t>
      </w:r>
      <w:proofErr w:type="gramEnd"/>
      <w:r w:rsidRPr="00B0070E">
        <w:rPr>
          <w:rStyle w:val="DevConfigGray"/>
        </w:rPr>
        <w:t xml:space="preserve"> service password-encryption</w:t>
      </w:r>
    </w:p>
    <w:p w14:paraId="7CC3904E" w14:textId="77777777" w:rsidR="00B0070E" w:rsidRPr="00B0070E" w:rsidRDefault="00B0070E" w:rsidP="00B0070E">
      <w:pPr>
        <w:pStyle w:val="DevConfigs"/>
        <w:rPr>
          <w:rStyle w:val="DevConfigGray"/>
        </w:rPr>
      </w:pPr>
      <w:r w:rsidRPr="00B0070E">
        <w:rPr>
          <w:rStyle w:val="DevConfigGray"/>
        </w:rPr>
        <w:t>!</w:t>
      </w:r>
    </w:p>
    <w:p w14:paraId="7583E8B5" w14:textId="77777777" w:rsidR="00B0070E" w:rsidRPr="00B0070E" w:rsidRDefault="00B0070E" w:rsidP="00B0070E">
      <w:pPr>
        <w:pStyle w:val="DevConfigs"/>
        <w:rPr>
          <w:rStyle w:val="DevConfigGray"/>
        </w:rPr>
      </w:pPr>
      <w:proofErr w:type="gramStart"/>
      <w:r w:rsidRPr="00B0070E">
        <w:rPr>
          <w:rStyle w:val="DevConfigGray"/>
        </w:rPr>
        <w:t>hostname</w:t>
      </w:r>
      <w:proofErr w:type="gramEnd"/>
      <w:r w:rsidRPr="00B0070E">
        <w:rPr>
          <w:rStyle w:val="DevConfigGray"/>
        </w:rPr>
        <w:t xml:space="preserve"> S2</w:t>
      </w:r>
    </w:p>
    <w:p w14:paraId="60836901" w14:textId="77777777" w:rsidR="00B0070E" w:rsidRPr="00B0070E" w:rsidRDefault="00B0070E" w:rsidP="00B0070E">
      <w:pPr>
        <w:pStyle w:val="DevConfigs"/>
        <w:rPr>
          <w:rStyle w:val="DevConfigGray"/>
        </w:rPr>
      </w:pPr>
      <w:r w:rsidRPr="00B0070E">
        <w:rPr>
          <w:rStyle w:val="DevConfigGray"/>
        </w:rPr>
        <w:t>!</w:t>
      </w:r>
    </w:p>
    <w:p w14:paraId="2C6031F1" w14:textId="77777777" w:rsidR="00B0070E" w:rsidRPr="00B0070E" w:rsidRDefault="00B0070E" w:rsidP="00B0070E">
      <w:pPr>
        <w:pStyle w:val="DevConfigs"/>
        <w:rPr>
          <w:rStyle w:val="DevConfigGray"/>
        </w:rPr>
      </w:pPr>
      <w:proofErr w:type="gramStart"/>
      <w:r w:rsidRPr="00B0070E">
        <w:rPr>
          <w:rStyle w:val="DevConfigGray"/>
        </w:rPr>
        <w:t>boot-start-marker</w:t>
      </w:r>
      <w:proofErr w:type="gramEnd"/>
    </w:p>
    <w:p w14:paraId="0168B795" w14:textId="77777777" w:rsidR="00B0070E" w:rsidRPr="00B0070E" w:rsidRDefault="00B0070E" w:rsidP="00B0070E">
      <w:pPr>
        <w:pStyle w:val="DevConfigs"/>
        <w:rPr>
          <w:rStyle w:val="DevConfigGray"/>
        </w:rPr>
      </w:pPr>
      <w:proofErr w:type="gramStart"/>
      <w:r w:rsidRPr="00B0070E">
        <w:rPr>
          <w:rStyle w:val="DevConfigGray"/>
        </w:rPr>
        <w:t>boot-end-marker</w:t>
      </w:r>
      <w:proofErr w:type="gramEnd"/>
    </w:p>
    <w:p w14:paraId="2957781E" w14:textId="77777777" w:rsidR="00B0070E" w:rsidRPr="00B0070E" w:rsidRDefault="00B0070E" w:rsidP="00B0070E">
      <w:pPr>
        <w:pStyle w:val="DevConfigs"/>
        <w:rPr>
          <w:rStyle w:val="DevConfigGray"/>
        </w:rPr>
      </w:pPr>
      <w:r w:rsidRPr="00B0070E">
        <w:rPr>
          <w:rStyle w:val="DevConfigGray"/>
        </w:rPr>
        <w:lastRenderedPageBreak/>
        <w:t>!</w:t>
      </w:r>
    </w:p>
    <w:p w14:paraId="1119AA63" w14:textId="77777777" w:rsidR="00B0070E" w:rsidRPr="00B0070E" w:rsidRDefault="00B0070E" w:rsidP="00B0070E">
      <w:pPr>
        <w:pStyle w:val="DevConfigs"/>
        <w:rPr>
          <w:rStyle w:val="DevConfigGray"/>
        </w:rPr>
      </w:pP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aaa</w:t>
      </w:r>
      <w:proofErr w:type="spellEnd"/>
      <w:r w:rsidRPr="00B0070E">
        <w:rPr>
          <w:rStyle w:val="DevConfigGray"/>
        </w:rPr>
        <w:t xml:space="preserve"> new-model</w:t>
      </w:r>
    </w:p>
    <w:p w14:paraId="20AA4064" w14:textId="77777777" w:rsidR="00B0070E" w:rsidRPr="00B0070E" w:rsidRDefault="00B0070E" w:rsidP="00B0070E">
      <w:pPr>
        <w:pStyle w:val="DevConfigs"/>
        <w:rPr>
          <w:rStyle w:val="DevConfigGray"/>
        </w:rPr>
      </w:pPr>
      <w:proofErr w:type="gramStart"/>
      <w:r w:rsidRPr="00B0070E">
        <w:rPr>
          <w:rStyle w:val="DevConfigGray"/>
        </w:rPr>
        <w:t>system</w:t>
      </w:r>
      <w:proofErr w:type="gramEnd"/>
      <w:r w:rsidRPr="00B0070E">
        <w:rPr>
          <w:rStyle w:val="DevConfigGray"/>
        </w:rPr>
        <w:t xml:space="preserve"> </w:t>
      </w:r>
      <w:proofErr w:type="spellStart"/>
      <w:r w:rsidRPr="00B0070E">
        <w:rPr>
          <w:rStyle w:val="DevConfigGray"/>
        </w:rPr>
        <w:t>mtu</w:t>
      </w:r>
      <w:proofErr w:type="spellEnd"/>
      <w:r w:rsidRPr="00B0070E">
        <w:rPr>
          <w:rStyle w:val="DevConfigGray"/>
        </w:rPr>
        <w:t xml:space="preserve"> routing 1500</w:t>
      </w:r>
    </w:p>
    <w:p w14:paraId="7E92E050" w14:textId="77777777" w:rsidR="00B0070E" w:rsidRPr="00B0070E" w:rsidRDefault="00B0070E" w:rsidP="00B0070E">
      <w:pPr>
        <w:pStyle w:val="DevConfigs"/>
        <w:rPr>
          <w:rStyle w:val="DevConfigGray"/>
        </w:rPr>
      </w:pPr>
      <w:r w:rsidRPr="00B0070E">
        <w:rPr>
          <w:rStyle w:val="DevConfigGray"/>
        </w:rPr>
        <w:t>!</w:t>
      </w:r>
    </w:p>
    <w:p w14:paraId="63B4607C" w14:textId="77777777" w:rsidR="00B0070E" w:rsidRPr="00B0070E" w:rsidRDefault="00B0070E" w:rsidP="00B0070E">
      <w:pPr>
        <w:pStyle w:val="DevConfigs"/>
        <w:rPr>
          <w:rStyle w:val="DevConfigGray"/>
        </w:rPr>
      </w:pPr>
      <w:proofErr w:type="gramStart"/>
      <w:r w:rsidRPr="00B0070E">
        <w:rPr>
          <w:rStyle w:val="DevConfigGray"/>
        </w:rPr>
        <w:t>spanning-tree</w:t>
      </w:r>
      <w:proofErr w:type="gramEnd"/>
      <w:r w:rsidRPr="00B0070E">
        <w:rPr>
          <w:rStyle w:val="DevConfigGray"/>
        </w:rPr>
        <w:t xml:space="preserve"> mode </w:t>
      </w:r>
      <w:proofErr w:type="spellStart"/>
      <w:r w:rsidRPr="00B0070E">
        <w:rPr>
          <w:rStyle w:val="DevConfigGray"/>
        </w:rPr>
        <w:t>pvst</w:t>
      </w:r>
      <w:proofErr w:type="spellEnd"/>
    </w:p>
    <w:p w14:paraId="19E665F7" w14:textId="77777777" w:rsidR="00B0070E" w:rsidRPr="00B0070E" w:rsidRDefault="00B0070E" w:rsidP="00B0070E">
      <w:pPr>
        <w:pStyle w:val="DevConfigs"/>
        <w:rPr>
          <w:rStyle w:val="DevConfigGray"/>
        </w:rPr>
      </w:pPr>
      <w:proofErr w:type="gramStart"/>
      <w:r w:rsidRPr="00B0070E">
        <w:rPr>
          <w:rStyle w:val="DevConfigGray"/>
        </w:rPr>
        <w:t>spanning-tree</w:t>
      </w:r>
      <w:proofErr w:type="gramEnd"/>
      <w:r w:rsidRPr="00B0070E">
        <w:rPr>
          <w:rStyle w:val="DevConfigGray"/>
        </w:rPr>
        <w:t xml:space="preserve"> extend system-id</w:t>
      </w:r>
    </w:p>
    <w:p w14:paraId="36E2844E" w14:textId="77777777" w:rsidR="00B0070E" w:rsidRPr="00B0070E" w:rsidRDefault="00B0070E" w:rsidP="00B0070E">
      <w:pPr>
        <w:pStyle w:val="DevConfigs"/>
        <w:rPr>
          <w:rStyle w:val="DevConfigGray"/>
        </w:rPr>
      </w:pPr>
      <w:r w:rsidRPr="00B0070E">
        <w:rPr>
          <w:rStyle w:val="DevConfigGray"/>
        </w:rPr>
        <w:t>!</w:t>
      </w:r>
    </w:p>
    <w:p w14:paraId="2AFA7A6E" w14:textId="77777777" w:rsidR="00B0070E" w:rsidRPr="00B0070E" w:rsidRDefault="00B0070E" w:rsidP="00B0070E">
      <w:pPr>
        <w:pStyle w:val="DevConfigs"/>
        <w:rPr>
          <w:rStyle w:val="DevConfigGray"/>
        </w:rPr>
      </w:pPr>
      <w:proofErr w:type="spellStart"/>
      <w:proofErr w:type="gramStart"/>
      <w:r w:rsidRPr="00B0070E">
        <w:rPr>
          <w:rStyle w:val="DevConfigGray"/>
        </w:rPr>
        <w:t>vlan</w:t>
      </w:r>
      <w:proofErr w:type="spellEnd"/>
      <w:proofErr w:type="gramEnd"/>
      <w:r w:rsidRPr="00B0070E">
        <w:rPr>
          <w:rStyle w:val="DevConfigGray"/>
        </w:rPr>
        <w:t xml:space="preserve"> internal allocation policy ascending</w:t>
      </w:r>
    </w:p>
    <w:p w14:paraId="66379C7C" w14:textId="77777777" w:rsidR="00B0070E" w:rsidRPr="00B0070E" w:rsidRDefault="00B0070E" w:rsidP="00B0070E">
      <w:pPr>
        <w:pStyle w:val="DevConfigs"/>
        <w:rPr>
          <w:rStyle w:val="DevConfigGray"/>
        </w:rPr>
      </w:pPr>
      <w:proofErr w:type="spellStart"/>
      <w:proofErr w:type="gramStart"/>
      <w:r w:rsidRPr="00B0070E">
        <w:rPr>
          <w:rStyle w:val="DevConfigGray"/>
        </w:rPr>
        <w:t>lldp</w:t>
      </w:r>
      <w:proofErr w:type="spellEnd"/>
      <w:proofErr w:type="gramEnd"/>
      <w:r w:rsidRPr="00B0070E">
        <w:rPr>
          <w:rStyle w:val="DevConfigGray"/>
        </w:rPr>
        <w:t xml:space="preserve"> run</w:t>
      </w:r>
    </w:p>
    <w:p w14:paraId="56754459" w14:textId="77777777" w:rsidR="00B0070E" w:rsidRPr="00B0070E" w:rsidRDefault="00B0070E" w:rsidP="00B0070E">
      <w:pPr>
        <w:pStyle w:val="DevConfigs"/>
        <w:rPr>
          <w:rStyle w:val="DevConfigGray"/>
        </w:rPr>
      </w:pPr>
      <w:r w:rsidRPr="00B0070E">
        <w:rPr>
          <w:rStyle w:val="DevConfigGray"/>
        </w:rPr>
        <w:t>!</w:t>
      </w:r>
    </w:p>
    <w:p w14:paraId="6BCBE392"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w:t>
      </w:r>
    </w:p>
    <w:p w14:paraId="26FFE072" w14:textId="77777777" w:rsidR="00B0070E" w:rsidRPr="00B0070E" w:rsidRDefault="00B0070E" w:rsidP="00B0070E">
      <w:pPr>
        <w:pStyle w:val="DevConfigs"/>
        <w:rPr>
          <w:rStyle w:val="DevConfigGray"/>
        </w:rPr>
      </w:pPr>
      <w:r w:rsidRPr="00B0070E">
        <w:rPr>
          <w:rStyle w:val="DevConfigGray"/>
        </w:rPr>
        <w:t>!</w:t>
      </w:r>
    </w:p>
    <w:p w14:paraId="41524E94"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w:t>
      </w:r>
    </w:p>
    <w:p w14:paraId="0D9D6374" w14:textId="77777777" w:rsidR="00B0070E" w:rsidRPr="00B0070E" w:rsidRDefault="00B0070E" w:rsidP="00B0070E">
      <w:pPr>
        <w:pStyle w:val="DevConfigs"/>
        <w:rPr>
          <w:rStyle w:val="DevConfigGray"/>
        </w:rPr>
      </w:pPr>
      <w:r w:rsidRPr="00B0070E">
        <w:rPr>
          <w:rStyle w:val="DevConfigGray"/>
        </w:rPr>
        <w:t>!</w:t>
      </w:r>
    </w:p>
    <w:p w14:paraId="69FD0AE4"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FastEthernet0/3</w:t>
      </w:r>
    </w:p>
    <w:p w14:paraId="77629771" w14:textId="77777777" w:rsidR="00B0070E" w:rsidRPr="00B0070E" w:rsidRDefault="00B0070E" w:rsidP="00B0070E">
      <w:pPr>
        <w:pStyle w:val="DevConfigs"/>
        <w:rPr>
          <w:rStyle w:val="DevConfigGray"/>
        </w:rPr>
      </w:pPr>
      <w:r w:rsidRPr="00B0070E">
        <w:rPr>
          <w:rStyle w:val="DevConfigGray"/>
        </w:rPr>
        <w:t>!</w:t>
      </w:r>
    </w:p>
    <w:p w14:paraId="1C58B606"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FastEthernet0/4</w:t>
      </w:r>
    </w:p>
    <w:p w14:paraId="124BD448" w14:textId="77777777" w:rsidR="00B0070E" w:rsidRPr="00B0070E" w:rsidRDefault="00B0070E" w:rsidP="00B0070E">
      <w:pPr>
        <w:pStyle w:val="DevConfigs"/>
        <w:rPr>
          <w:rStyle w:val="DevConfigGray"/>
        </w:rPr>
      </w:pPr>
      <w:r w:rsidRPr="00B0070E">
        <w:rPr>
          <w:rStyle w:val="DevConfigGray"/>
        </w:rPr>
        <w:t>!</w:t>
      </w:r>
    </w:p>
    <w:p w14:paraId="021B884E"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FastEthernet0/5</w:t>
      </w:r>
    </w:p>
    <w:p w14:paraId="7548CA03" w14:textId="77777777" w:rsidR="00B0070E" w:rsidRPr="00B0070E" w:rsidRDefault="00B0070E" w:rsidP="00B0070E">
      <w:pPr>
        <w:pStyle w:val="DevConfigs"/>
        <w:rPr>
          <w:rStyle w:val="DevConfigGray"/>
        </w:rPr>
      </w:pPr>
      <w:r w:rsidRPr="00B0070E">
        <w:rPr>
          <w:rStyle w:val="DevConfigGray"/>
        </w:rPr>
        <w:t>!</w:t>
      </w:r>
    </w:p>
    <w:p w14:paraId="047ABF58"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FastEthernet0/6</w:t>
      </w:r>
    </w:p>
    <w:p w14:paraId="740B4CE3" w14:textId="77777777" w:rsidR="00B0070E" w:rsidRPr="00B0070E" w:rsidRDefault="00B0070E" w:rsidP="00B0070E">
      <w:pPr>
        <w:pStyle w:val="DevConfigs"/>
        <w:rPr>
          <w:rStyle w:val="DevConfigGray"/>
        </w:rPr>
      </w:pPr>
      <w:r w:rsidRPr="00B0070E">
        <w:rPr>
          <w:rStyle w:val="DevConfigGray"/>
        </w:rPr>
        <w:t>!</w:t>
      </w:r>
    </w:p>
    <w:p w14:paraId="709189F6"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FastEthernet0/7</w:t>
      </w:r>
    </w:p>
    <w:p w14:paraId="1A6698FB" w14:textId="77777777" w:rsidR="00B0070E" w:rsidRPr="00B0070E" w:rsidRDefault="00B0070E" w:rsidP="00B0070E">
      <w:pPr>
        <w:pStyle w:val="DevConfigs"/>
        <w:rPr>
          <w:rStyle w:val="DevConfigGray"/>
        </w:rPr>
      </w:pPr>
      <w:r w:rsidRPr="00B0070E">
        <w:rPr>
          <w:rStyle w:val="DevConfigGray"/>
        </w:rPr>
        <w:t>!</w:t>
      </w:r>
    </w:p>
    <w:p w14:paraId="6D079D56"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FastEthernet0/8</w:t>
      </w:r>
    </w:p>
    <w:p w14:paraId="582BE95F" w14:textId="77777777" w:rsidR="00B0070E" w:rsidRPr="00B0070E" w:rsidRDefault="00B0070E" w:rsidP="00B0070E">
      <w:pPr>
        <w:pStyle w:val="DevConfigs"/>
        <w:rPr>
          <w:rStyle w:val="DevConfigGray"/>
        </w:rPr>
      </w:pPr>
      <w:r w:rsidRPr="00B0070E">
        <w:rPr>
          <w:rStyle w:val="DevConfigGray"/>
        </w:rPr>
        <w:t>!</w:t>
      </w:r>
    </w:p>
    <w:p w14:paraId="27A4C88A"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FastEthernet0/9</w:t>
      </w:r>
    </w:p>
    <w:p w14:paraId="77AE269A" w14:textId="77777777" w:rsidR="00B0070E" w:rsidRPr="00B0070E" w:rsidRDefault="00B0070E" w:rsidP="00B0070E">
      <w:pPr>
        <w:pStyle w:val="DevConfigs"/>
        <w:rPr>
          <w:rStyle w:val="DevConfigGray"/>
        </w:rPr>
      </w:pPr>
      <w:r w:rsidRPr="00B0070E">
        <w:rPr>
          <w:rStyle w:val="DevConfigGray"/>
        </w:rPr>
        <w:t>!</w:t>
      </w:r>
    </w:p>
    <w:p w14:paraId="6F0BE54B"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FastEthernet0/10</w:t>
      </w:r>
    </w:p>
    <w:p w14:paraId="3668581F" w14:textId="77777777" w:rsidR="00B0070E" w:rsidRPr="00B0070E" w:rsidRDefault="00B0070E" w:rsidP="00B0070E">
      <w:pPr>
        <w:pStyle w:val="DevConfigs"/>
        <w:rPr>
          <w:rStyle w:val="DevConfigGray"/>
        </w:rPr>
      </w:pPr>
      <w:r w:rsidRPr="00B0070E">
        <w:rPr>
          <w:rStyle w:val="DevConfigGray"/>
        </w:rPr>
        <w:t>!</w:t>
      </w:r>
    </w:p>
    <w:p w14:paraId="5C096A10"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FastEthernet0/11</w:t>
      </w:r>
    </w:p>
    <w:p w14:paraId="7036C89E" w14:textId="77777777" w:rsidR="00B0070E" w:rsidRPr="00B0070E" w:rsidRDefault="00B0070E" w:rsidP="00B0070E">
      <w:pPr>
        <w:pStyle w:val="DevConfigs"/>
        <w:rPr>
          <w:rStyle w:val="DevConfigGray"/>
        </w:rPr>
      </w:pPr>
      <w:r w:rsidRPr="00B0070E">
        <w:rPr>
          <w:rStyle w:val="DevConfigGray"/>
        </w:rPr>
        <w:t>!</w:t>
      </w:r>
    </w:p>
    <w:p w14:paraId="00BB4951"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FastEthernet0/12</w:t>
      </w:r>
    </w:p>
    <w:p w14:paraId="2BF85BE7" w14:textId="77777777" w:rsidR="00B0070E" w:rsidRPr="00B0070E" w:rsidRDefault="00B0070E" w:rsidP="00B0070E">
      <w:pPr>
        <w:pStyle w:val="DevConfigs"/>
        <w:rPr>
          <w:rStyle w:val="DevConfigGray"/>
        </w:rPr>
      </w:pPr>
      <w:r w:rsidRPr="00B0070E">
        <w:rPr>
          <w:rStyle w:val="DevConfigGray"/>
        </w:rPr>
        <w:t>!</w:t>
      </w:r>
    </w:p>
    <w:p w14:paraId="71EA7E97"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FastEthernet0/13</w:t>
      </w:r>
    </w:p>
    <w:p w14:paraId="4C074BBF" w14:textId="77777777" w:rsidR="00B0070E" w:rsidRPr="00B0070E" w:rsidRDefault="00B0070E" w:rsidP="00B0070E">
      <w:pPr>
        <w:pStyle w:val="DevConfigs"/>
        <w:rPr>
          <w:rStyle w:val="DevConfigGray"/>
        </w:rPr>
      </w:pPr>
      <w:r w:rsidRPr="00B0070E">
        <w:rPr>
          <w:rStyle w:val="DevConfigGray"/>
        </w:rPr>
        <w:t>!</w:t>
      </w:r>
    </w:p>
    <w:p w14:paraId="4EF1BB5F"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FastEthernet0/14</w:t>
      </w:r>
    </w:p>
    <w:p w14:paraId="2AAE1550" w14:textId="77777777" w:rsidR="00B0070E" w:rsidRPr="00B0070E" w:rsidRDefault="00B0070E" w:rsidP="00B0070E">
      <w:pPr>
        <w:pStyle w:val="DevConfigs"/>
        <w:rPr>
          <w:rStyle w:val="DevConfigGray"/>
        </w:rPr>
      </w:pPr>
      <w:r w:rsidRPr="00B0070E">
        <w:rPr>
          <w:rStyle w:val="DevConfigGray"/>
        </w:rPr>
        <w:t>!</w:t>
      </w:r>
    </w:p>
    <w:p w14:paraId="737463D1"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FastEthernet0/15</w:t>
      </w:r>
    </w:p>
    <w:p w14:paraId="53264D40" w14:textId="77777777" w:rsidR="00B0070E" w:rsidRPr="00B0070E" w:rsidRDefault="00B0070E" w:rsidP="00B0070E">
      <w:pPr>
        <w:pStyle w:val="DevConfigs"/>
        <w:rPr>
          <w:rStyle w:val="DevConfigGray"/>
        </w:rPr>
      </w:pPr>
      <w:r w:rsidRPr="00B0070E">
        <w:rPr>
          <w:rStyle w:val="DevConfigGray"/>
        </w:rPr>
        <w:t>!</w:t>
      </w:r>
    </w:p>
    <w:p w14:paraId="7F6E61B2"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FastEthernet0/16</w:t>
      </w:r>
    </w:p>
    <w:p w14:paraId="48A6D483" w14:textId="77777777" w:rsidR="00B0070E" w:rsidRPr="00B0070E" w:rsidRDefault="00B0070E" w:rsidP="00B0070E">
      <w:pPr>
        <w:pStyle w:val="DevConfigs"/>
        <w:rPr>
          <w:rStyle w:val="DevConfigGray"/>
        </w:rPr>
      </w:pPr>
      <w:r w:rsidRPr="00B0070E">
        <w:rPr>
          <w:rStyle w:val="DevConfigGray"/>
        </w:rPr>
        <w:t>!</w:t>
      </w:r>
    </w:p>
    <w:p w14:paraId="43338054"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FastEthernet0/17</w:t>
      </w:r>
    </w:p>
    <w:p w14:paraId="29CEEF15" w14:textId="77777777" w:rsidR="00B0070E" w:rsidRPr="00B0070E" w:rsidRDefault="00B0070E" w:rsidP="00B0070E">
      <w:pPr>
        <w:pStyle w:val="DevConfigs"/>
        <w:rPr>
          <w:rStyle w:val="DevConfigGray"/>
        </w:rPr>
      </w:pPr>
      <w:r w:rsidRPr="00B0070E">
        <w:rPr>
          <w:rStyle w:val="DevConfigGray"/>
        </w:rPr>
        <w:t>!</w:t>
      </w:r>
    </w:p>
    <w:p w14:paraId="02B6C6EF"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FastEthernet0/18</w:t>
      </w:r>
    </w:p>
    <w:p w14:paraId="38FA6B2F" w14:textId="77777777" w:rsidR="00B0070E" w:rsidRPr="00B0070E" w:rsidRDefault="00B0070E" w:rsidP="00B0070E">
      <w:pPr>
        <w:pStyle w:val="DevConfigs"/>
        <w:rPr>
          <w:rStyle w:val="DevConfigGray"/>
        </w:rPr>
      </w:pPr>
      <w:r w:rsidRPr="00B0070E">
        <w:rPr>
          <w:rStyle w:val="DevConfigGray"/>
        </w:rPr>
        <w:t>!</w:t>
      </w:r>
    </w:p>
    <w:p w14:paraId="79EEB1EE"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FastEthernet0/19</w:t>
      </w:r>
    </w:p>
    <w:p w14:paraId="552CEFB8" w14:textId="77777777" w:rsidR="00B0070E" w:rsidRPr="00B0070E" w:rsidRDefault="00B0070E" w:rsidP="00B0070E">
      <w:pPr>
        <w:pStyle w:val="DevConfigs"/>
        <w:rPr>
          <w:rStyle w:val="DevConfigGray"/>
        </w:rPr>
      </w:pPr>
      <w:r w:rsidRPr="00B0070E">
        <w:rPr>
          <w:rStyle w:val="DevConfigGray"/>
        </w:rPr>
        <w:t>!</w:t>
      </w:r>
    </w:p>
    <w:p w14:paraId="37F55437"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FastEthernet0/20</w:t>
      </w:r>
    </w:p>
    <w:p w14:paraId="59AC8ACF" w14:textId="77777777" w:rsidR="00B0070E" w:rsidRPr="00B0070E" w:rsidRDefault="00B0070E" w:rsidP="00B0070E">
      <w:pPr>
        <w:pStyle w:val="DevConfigs"/>
        <w:rPr>
          <w:rStyle w:val="DevConfigGray"/>
        </w:rPr>
      </w:pPr>
      <w:r w:rsidRPr="00B0070E">
        <w:rPr>
          <w:rStyle w:val="DevConfigGray"/>
        </w:rPr>
        <w:lastRenderedPageBreak/>
        <w:t>!</w:t>
      </w:r>
    </w:p>
    <w:p w14:paraId="4B561651"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FastEthernet0/21</w:t>
      </w:r>
    </w:p>
    <w:p w14:paraId="40A30994" w14:textId="77777777" w:rsidR="00B0070E" w:rsidRPr="00B0070E" w:rsidRDefault="00B0070E" w:rsidP="00B0070E">
      <w:pPr>
        <w:pStyle w:val="DevConfigs"/>
        <w:rPr>
          <w:rStyle w:val="DevConfigGray"/>
        </w:rPr>
      </w:pPr>
      <w:r w:rsidRPr="00B0070E">
        <w:rPr>
          <w:rStyle w:val="DevConfigGray"/>
        </w:rPr>
        <w:t>!</w:t>
      </w:r>
    </w:p>
    <w:p w14:paraId="49B338AC"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FastEthernet0/22</w:t>
      </w:r>
    </w:p>
    <w:p w14:paraId="7B920A61" w14:textId="77777777" w:rsidR="00B0070E" w:rsidRPr="00B0070E" w:rsidRDefault="00B0070E" w:rsidP="00B0070E">
      <w:pPr>
        <w:pStyle w:val="DevConfigs"/>
        <w:rPr>
          <w:rStyle w:val="DevConfigGray"/>
        </w:rPr>
      </w:pPr>
      <w:r w:rsidRPr="00B0070E">
        <w:rPr>
          <w:rStyle w:val="DevConfigGray"/>
        </w:rPr>
        <w:t>!</w:t>
      </w:r>
    </w:p>
    <w:p w14:paraId="2CA51AA8"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FastEthernet0/23</w:t>
      </w:r>
    </w:p>
    <w:p w14:paraId="54FC7CC4" w14:textId="77777777" w:rsidR="00B0070E" w:rsidRPr="00B0070E" w:rsidRDefault="00B0070E" w:rsidP="00B0070E">
      <w:pPr>
        <w:pStyle w:val="DevConfigs"/>
        <w:rPr>
          <w:rStyle w:val="DevConfigGray"/>
        </w:rPr>
      </w:pPr>
      <w:r w:rsidRPr="00B0070E">
        <w:rPr>
          <w:rStyle w:val="DevConfigGray"/>
        </w:rPr>
        <w:t>!</w:t>
      </w:r>
    </w:p>
    <w:p w14:paraId="754B4DF5"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FastEthernet0/24</w:t>
      </w:r>
    </w:p>
    <w:p w14:paraId="64FA9947" w14:textId="77777777" w:rsidR="00B0070E" w:rsidRPr="00B0070E" w:rsidRDefault="00B0070E" w:rsidP="00B0070E">
      <w:pPr>
        <w:pStyle w:val="DevConfigs"/>
        <w:rPr>
          <w:rStyle w:val="DevConfigGray"/>
        </w:rPr>
      </w:pPr>
      <w:r w:rsidRPr="00B0070E">
        <w:rPr>
          <w:rStyle w:val="DevConfigGray"/>
        </w:rPr>
        <w:t>!</w:t>
      </w:r>
    </w:p>
    <w:p w14:paraId="7CD71A92"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GigabitEthernet0/1</w:t>
      </w:r>
    </w:p>
    <w:p w14:paraId="632354D0" w14:textId="77777777" w:rsidR="00B0070E" w:rsidRPr="00B0070E" w:rsidRDefault="00B0070E" w:rsidP="00B0070E">
      <w:pPr>
        <w:pStyle w:val="DevConfigs"/>
        <w:rPr>
          <w:rStyle w:val="DevConfigGray"/>
        </w:rPr>
      </w:pPr>
      <w:r w:rsidRPr="00B0070E">
        <w:rPr>
          <w:rStyle w:val="DevConfigGray"/>
        </w:rPr>
        <w:t>!</w:t>
      </w:r>
    </w:p>
    <w:p w14:paraId="5D79A07A"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GigabitEthernet0/2</w:t>
      </w:r>
    </w:p>
    <w:p w14:paraId="1E0E5E43" w14:textId="77777777" w:rsidR="00B0070E" w:rsidRPr="00B0070E" w:rsidRDefault="00B0070E" w:rsidP="00B0070E">
      <w:pPr>
        <w:pStyle w:val="DevConfigs"/>
        <w:rPr>
          <w:rStyle w:val="DevConfigGray"/>
        </w:rPr>
      </w:pPr>
      <w:r w:rsidRPr="00B0070E">
        <w:rPr>
          <w:rStyle w:val="DevConfigGray"/>
        </w:rPr>
        <w:t>!</w:t>
      </w:r>
    </w:p>
    <w:p w14:paraId="2842E012" w14:textId="77777777" w:rsidR="00B0070E" w:rsidRPr="00B0070E" w:rsidRDefault="00B0070E" w:rsidP="00B0070E">
      <w:pPr>
        <w:pStyle w:val="DevConfigs"/>
        <w:rPr>
          <w:rStyle w:val="DevConfigGray"/>
        </w:rPr>
      </w:pPr>
      <w:proofErr w:type="gramStart"/>
      <w:r w:rsidRPr="00B0070E">
        <w:rPr>
          <w:rStyle w:val="DevConfigGray"/>
        </w:rPr>
        <w:t>interface</w:t>
      </w:r>
      <w:proofErr w:type="gramEnd"/>
      <w:r w:rsidRPr="00B0070E">
        <w:rPr>
          <w:rStyle w:val="DevConfigGray"/>
        </w:rPr>
        <w:t xml:space="preserve"> Vlan1</w:t>
      </w:r>
    </w:p>
    <w:p w14:paraId="289AE111" w14:textId="77777777" w:rsidR="00B0070E" w:rsidRPr="00B0070E" w:rsidRDefault="00B0070E" w:rsidP="00B0070E">
      <w:pPr>
        <w:pStyle w:val="DevConfigs"/>
        <w:rPr>
          <w:rStyle w:val="DevConfigGray"/>
        </w:rPr>
      </w:pPr>
      <w:r w:rsidRPr="00B0070E">
        <w:rPr>
          <w:rStyle w:val="DevConfigGray"/>
        </w:rPr>
        <w:t xml:space="preserve"> </w:t>
      </w: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ip</w:t>
      </w:r>
      <w:proofErr w:type="spellEnd"/>
      <w:r w:rsidRPr="00B0070E">
        <w:rPr>
          <w:rStyle w:val="DevConfigGray"/>
        </w:rPr>
        <w:t xml:space="preserve"> address</w:t>
      </w:r>
    </w:p>
    <w:p w14:paraId="58B90A70" w14:textId="77777777" w:rsidR="00B0070E" w:rsidRPr="00B0070E" w:rsidRDefault="00B0070E" w:rsidP="00B0070E">
      <w:pPr>
        <w:pStyle w:val="DevConfigs"/>
        <w:rPr>
          <w:rStyle w:val="DevConfigGray"/>
        </w:rPr>
      </w:pPr>
      <w:r w:rsidRPr="00B0070E">
        <w:rPr>
          <w:rStyle w:val="DevConfigGray"/>
        </w:rPr>
        <w:t>!</w:t>
      </w:r>
    </w:p>
    <w:p w14:paraId="4DD24C8B" w14:textId="77777777" w:rsidR="00B0070E" w:rsidRPr="00B0070E" w:rsidRDefault="00B0070E" w:rsidP="00B0070E">
      <w:pPr>
        <w:pStyle w:val="DevConfigs"/>
        <w:rPr>
          <w:rStyle w:val="DevConfigGray"/>
        </w:rPr>
      </w:pPr>
      <w:proofErr w:type="spellStart"/>
      <w:proofErr w:type="gramStart"/>
      <w:r w:rsidRPr="00B0070E">
        <w:rPr>
          <w:rStyle w:val="DevConfigGray"/>
        </w:rPr>
        <w:t>ip</w:t>
      </w:r>
      <w:proofErr w:type="spellEnd"/>
      <w:proofErr w:type="gramEnd"/>
      <w:r w:rsidRPr="00B0070E">
        <w:rPr>
          <w:rStyle w:val="DevConfigGray"/>
        </w:rPr>
        <w:t xml:space="preserve"> http server</w:t>
      </w:r>
    </w:p>
    <w:p w14:paraId="17CF52E1" w14:textId="77777777" w:rsidR="00B0070E" w:rsidRPr="00B0070E" w:rsidRDefault="00B0070E" w:rsidP="00B0070E">
      <w:pPr>
        <w:pStyle w:val="DevConfigs"/>
        <w:rPr>
          <w:rStyle w:val="DevConfigGray"/>
        </w:rPr>
      </w:pPr>
      <w:proofErr w:type="spellStart"/>
      <w:proofErr w:type="gramStart"/>
      <w:r w:rsidRPr="00B0070E">
        <w:rPr>
          <w:rStyle w:val="DevConfigGray"/>
        </w:rPr>
        <w:t>ip</w:t>
      </w:r>
      <w:proofErr w:type="spellEnd"/>
      <w:proofErr w:type="gramEnd"/>
      <w:r w:rsidRPr="00B0070E">
        <w:rPr>
          <w:rStyle w:val="DevConfigGray"/>
        </w:rPr>
        <w:t xml:space="preserve"> http secure-server</w:t>
      </w:r>
    </w:p>
    <w:p w14:paraId="50FC8FEF" w14:textId="77777777" w:rsidR="00B0070E" w:rsidRPr="00B0070E" w:rsidRDefault="00B0070E" w:rsidP="00B0070E">
      <w:pPr>
        <w:pStyle w:val="DevConfigs"/>
        <w:rPr>
          <w:rStyle w:val="DevConfigGray"/>
        </w:rPr>
      </w:pPr>
      <w:r w:rsidRPr="00B0070E">
        <w:rPr>
          <w:rStyle w:val="DevConfigGray"/>
        </w:rPr>
        <w:t>!</w:t>
      </w:r>
    </w:p>
    <w:p w14:paraId="042A9666" w14:textId="77777777" w:rsidR="00B0070E" w:rsidRPr="00B0070E" w:rsidRDefault="00B0070E" w:rsidP="00B0070E">
      <w:pPr>
        <w:pStyle w:val="DevConfigs"/>
        <w:rPr>
          <w:rStyle w:val="DevConfigGray"/>
        </w:rPr>
      </w:pPr>
      <w:proofErr w:type="gramStart"/>
      <w:r w:rsidRPr="00B0070E">
        <w:rPr>
          <w:rStyle w:val="DevConfigGray"/>
        </w:rPr>
        <w:t>line</w:t>
      </w:r>
      <w:proofErr w:type="gramEnd"/>
      <w:r w:rsidRPr="00B0070E">
        <w:rPr>
          <w:rStyle w:val="DevConfigGray"/>
        </w:rPr>
        <w:t xml:space="preserve"> con 0</w:t>
      </w:r>
    </w:p>
    <w:p w14:paraId="70D880F9" w14:textId="77777777" w:rsidR="00B0070E" w:rsidRPr="00B0070E" w:rsidRDefault="00B0070E" w:rsidP="00B0070E">
      <w:pPr>
        <w:pStyle w:val="DevConfigs"/>
        <w:rPr>
          <w:rStyle w:val="DevConfigGray"/>
        </w:rPr>
      </w:pPr>
      <w:proofErr w:type="gramStart"/>
      <w:r w:rsidRPr="00B0070E">
        <w:rPr>
          <w:rStyle w:val="DevConfigGray"/>
        </w:rPr>
        <w:t>line</w:t>
      </w:r>
      <w:proofErr w:type="gramEnd"/>
      <w:r w:rsidRPr="00B0070E">
        <w:rPr>
          <w:rStyle w:val="DevConfigGray"/>
        </w:rPr>
        <w:t xml:space="preserve"> </w:t>
      </w:r>
      <w:proofErr w:type="spellStart"/>
      <w:r w:rsidRPr="00B0070E">
        <w:rPr>
          <w:rStyle w:val="DevConfigGray"/>
        </w:rPr>
        <w:t>vty</w:t>
      </w:r>
      <w:proofErr w:type="spellEnd"/>
      <w:r w:rsidRPr="00B0070E">
        <w:rPr>
          <w:rStyle w:val="DevConfigGray"/>
        </w:rPr>
        <w:t xml:space="preserve"> 5 15</w:t>
      </w:r>
    </w:p>
    <w:p w14:paraId="3CD8B9F5" w14:textId="77777777" w:rsidR="00B0070E" w:rsidRPr="00B0070E" w:rsidRDefault="00B0070E" w:rsidP="00B0070E">
      <w:pPr>
        <w:pStyle w:val="DevConfigs"/>
        <w:rPr>
          <w:rStyle w:val="DevConfigGray"/>
        </w:rPr>
      </w:pPr>
      <w:r w:rsidRPr="00B0070E">
        <w:rPr>
          <w:rStyle w:val="DevConfigGray"/>
        </w:rPr>
        <w:t>!</w:t>
      </w:r>
    </w:p>
    <w:p w14:paraId="23DCD1B2" w14:textId="4E12A684" w:rsidR="00B0070E" w:rsidRPr="00B0070E" w:rsidRDefault="00B0070E" w:rsidP="00B0070E">
      <w:pPr>
        <w:pStyle w:val="DevConfigs"/>
        <w:rPr>
          <w:rStyle w:val="DevConfigGray"/>
        </w:rPr>
      </w:pPr>
      <w:proofErr w:type="gramStart"/>
      <w:r w:rsidRPr="00B0070E">
        <w:rPr>
          <w:rStyle w:val="DevConfigGray"/>
        </w:rPr>
        <w:t>end</w:t>
      </w:r>
      <w:proofErr w:type="gramEnd"/>
    </w:p>
    <w:p w14:paraId="1B20C500" w14:textId="69656976" w:rsidR="00013C67" w:rsidRDefault="00013C67" w:rsidP="00B0070E">
      <w:pPr>
        <w:pStyle w:val="LabSection"/>
        <w:rPr>
          <w:rStyle w:val="LabSectionGray"/>
        </w:rPr>
      </w:pPr>
      <w:r w:rsidRPr="00B0070E">
        <w:rPr>
          <w:rStyle w:val="LabSectionGray"/>
        </w:rPr>
        <w:t>Switch S3</w:t>
      </w:r>
    </w:p>
    <w:p w14:paraId="5E01F47F" w14:textId="77777777" w:rsidR="00B0070E" w:rsidRPr="00D05AAE" w:rsidRDefault="00B0070E" w:rsidP="00D05AAE">
      <w:pPr>
        <w:pStyle w:val="DevConfigs"/>
        <w:rPr>
          <w:rStyle w:val="DevConfigGray"/>
        </w:rPr>
      </w:pPr>
      <w:r w:rsidRPr="00D05AAE">
        <w:rPr>
          <w:rStyle w:val="DevConfigGray"/>
        </w:rPr>
        <w:t xml:space="preserve">S3# </w:t>
      </w:r>
      <w:r w:rsidRPr="00D05AAE">
        <w:rPr>
          <w:rStyle w:val="DevConfigGray"/>
          <w:b/>
        </w:rPr>
        <w:t>show run</w:t>
      </w:r>
    </w:p>
    <w:p w14:paraId="0C0D835B" w14:textId="77777777" w:rsidR="00B0070E" w:rsidRPr="00D05AAE" w:rsidRDefault="00B0070E" w:rsidP="00D05AAE">
      <w:pPr>
        <w:pStyle w:val="DevConfigs"/>
        <w:rPr>
          <w:rStyle w:val="DevConfigGray"/>
        </w:rPr>
      </w:pPr>
      <w:r w:rsidRPr="00D05AAE">
        <w:rPr>
          <w:rStyle w:val="DevConfigGray"/>
        </w:rPr>
        <w:t>Building configuration...</w:t>
      </w:r>
    </w:p>
    <w:p w14:paraId="7D74FE04" w14:textId="77777777" w:rsidR="00B0070E" w:rsidRPr="00D05AAE" w:rsidRDefault="00B0070E" w:rsidP="00D05AAE">
      <w:pPr>
        <w:pStyle w:val="DevConfigs"/>
        <w:rPr>
          <w:rStyle w:val="DevConfigGray"/>
        </w:rPr>
      </w:pPr>
    </w:p>
    <w:p w14:paraId="0C41D5FE" w14:textId="77777777" w:rsidR="00B0070E" w:rsidRPr="00D05AAE" w:rsidRDefault="00B0070E" w:rsidP="00D05AAE">
      <w:pPr>
        <w:pStyle w:val="DevConfigs"/>
        <w:rPr>
          <w:rStyle w:val="DevConfigGray"/>
        </w:rPr>
      </w:pPr>
      <w:r w:rsidRPr="00D05AAE">
        <w:rPr>
          <w:rStyle w:val="DevConfigGray"/>
        </w:rPr>
        <w:t xml:space="preserve">Current </w:t>
      </w:r>
      <w:proofErr w:type="gramStart"/>
      <w:r w:rsidRPr="00D05AAE">
        <w:rPr>
          <w:rStyle w:val="DevConfigGray"/>
        </w:rPr>
        <w:t>configuration :</w:t>
      </w:r>
      <w:proofErr w:type="gramEnd"/>
      <w:r w:rsidRPr="00D05AAE">
        <w:rPr>
          <w:rStyle w:val="DevConfigGray"/>
        </w:rPr>
        <w:t xml:space="preserve"> 1364 bytes</w:t>
      </w:r>
    </w:p>
    <w:p w14:paraId="74C24381" w14:textId="77777777" w:rsidR="00B0070E" w:rsidRPr="00D05AAE" w:rsidRDefault="00B0070E" w:rsidP="00D05AAE">
      <w:pPr>
        <w:pStyle w:val="DevConfigs"/>
        <w:rPr>
          <w:rStyle w:val="DevConfigGray"/>
        </w:rPr>
      </w:pPr>
      <w:r w:rsidRPr="00D05AAE">
        <w:rPr>
          <w:rStyle w:val="DevConfigGray"/>
        </w:rPr>
        <w:t>!</w:t>
      </w:r>
    </w:p>
    <w:p w14:paraId="5BA498A8" w14:textId="77777777" w:rsidR="00B0070E" w:rsidRPr="00D05AAE" w:rsidRDefault="00B0070E" w:rsidP="00D05AAE">
      <w:pPr>
        <w:pStyle w:val="DevConfigs"/>
        <w:rPr>
          <w:rStyle w:val="DevConfigGray"/>
        </w:rPr>
      </w:pPr>
      <w:proofErr w:type="gramStart"/>
      <w:r w:rsidRPr="00D05AAE">
        <w:rPr>
          <w:rStyle w:val="DevConfigGray"/>
        </w:rPr>
        <w:t>version</w:t>
      </w:r>
      <w:proofErr w:type="gramEnd"/>
      <w:r w:rsidRPr="00D05AAE">
        <w:rPr>
          <w:rStyle w:val="DevConfigGray"/>
        </w:rPr>
        <w:t xml:space="preserve"> 15.0</w:t>
      </w:r>
    </w:p>
    <w:p w14:paraId="54815B58" w14:textId="77777777" w:rsidR="00B0070E" w:rsidRPr="00D05AAE" w:rsidRDefault="00B0070E" w:rsidP="00D05AAE">
      <w:pPr>
        <w:pStyle w:val="DevConfigs"/>
        <w:rPr>
          <w:rStyle w:val="DevConfigGray"/>
        </w:rPr>
      </w:pPr>
      <w:proofErr w:type="gramStart"/>
      <w:r w:rsidRPr="00D05AAE">
        <w:rPr>
          <w:rStyle w:val="DevConfigGray"/>
        </w:rPr>
        <w:t>no</w:t>
      </w:r>
      <w:proofErr w:type="gramEnd"/>
      <w:r w:rsidRPr="00D05AAE">
        <w:rPr>
          <w:rStyle w:val="DevConfigGray"/>
        </w:rPr>
        <w:t xml:space="preserve"> service pad</w:t>
      </w:r>
    </w:p>
    <w:p w14:paraId="019A118B" w14:textId="77777777" w:rsidR="00B0070E" w:rsidRPr="00D05AAE" w:rsidRDefault="00B0070E" w:rsidP="00D05AAE">
      <w:pPr>
        <w:pStyle w:val="DevConfigs"/>
        <w:rPr>
          <w:rStyle w:val="DevConfigGray"/>
        </w:rPr>
      </w:pPr>
      <w:proofErr w:type="gramStart"/>
      <w:r w:rsidRPr="00D05AAE">
        <w:rPr>
          <w:rStyle w:val="DevConfigGray"/>
        </w:rPr>
        <w:t>service</w:t>
      </w:r>
      <w:proofErr w:type="gramEnd"/>
      <w:r w:rsidRPr="00D05AAE">
        <w:rPr>
          <w:rStyle w:val="DevConfigGray"/>
        </w:rPr>
        <w:t xml:space="preserve"> timestamps debug </w:t>
      </w:r>
      <w:proofErr w:type="spellStart"/>
      <w:r w:rsidRPr="00D05AAE">
        <w:rPr>
          <w:rStyle w:val="DevConfigGray"/>
        </w:rPr>
        <w:t>datetime</w:t>
      </w:r>
      <w:proofErr w:type="spellEnd"/>
      <w:r w:rsidRPr="00D05AAE">
        <w:rPr>
          <w:rStyle w:val="DevConfigGray"/>
        </w:rPr>
        <w:t xml:space="preserve"> </w:t>
      </w:r>
      <w:proofErr w:type="spellStart"/>
      <w:r w:rsidRPr="00D05AAE">
        <w:rPr>
          <w:rStyle w:val="DevConfigGray"/>
        </w:rPr>
        <w:t>msec</w:t>
      </w:r>
      <w:proofErr w:type="spellEnd"/>
    </w:p>
    <w:p w14:paraId="0E9FBB6B" w14:textId="77777777" w:rsidR="00B0070E" w:rsidRPr="00D05AAE" w:rsidRDefault="00B0070E" w:rsidP="00D05AAE">
      <w:pPr>
        <w:pStyle w:val="DevConfigs"/>
        <w:rPr>
          <w:rStyle w:val="DevConfigGray"/>
        </w:rPr>
      </w:pPr>
      <w:proofErr w:type="gramStart"/>
      <w:r w:rsidRPr="00D05AAE">
        <w:rPr>
          <w:rStyle w:val="DevConfigGray"/>
        </w:rPr>
        <w:t>service</w:t>
      </w:r>
      <w:proofErr w:type="gramEnd"/>
      <w:r w:rsidRPr="00D05AAE">
        <w:rPr>
          <w:rStyle w:val="DevConfigGray"/>
        </w:rPr>
        <w:t xml:space="preserve"> timestamps log </w:t>
      </w:r>
      <w:proofErr w:type="spellStart"/>
      <w:r w:rsidRPr="00D05AAE">
        <w:rPr>
          <w:rStyle w:val="DevConfigGray"/>
        </w:rPr>
        <w:t>datetime</w:t>
      </w:r>
      <w:proofErr w:type="spellEnd"/>
      <w:r w:rsidRPr="00D05AAE">
        <w:rPr>
          <w:rStyle w:val="DevConfigGray"/>
        </w:rPr>
        <w:t xml:space="preserve"> </w:t>
      </w:r>
      <w:proofErr w:type="spellStart"/>
      <w:r w:rsidRPr="00D05AAE">
        <w:rPr>
          <w:rStyle w:val="DevConfigGray"/>
        </w:rPr>
        <w:t>msec</w:t>
      </w:r>
      <w:proofErr w:type="spellEnd"/>
    </w:p>
    <w:p w14:paraId="20E5BB03" w14:textId="77777777" w:rsidR="00B0070E" w:rsidRPr="00D05AAE" w:rsidRDefault="00B0070E" w:rsidP="00D05AAE">
      <w:pPr>
        <w:pStyle w:val="DevConfigs"/>
        <w:rPr>
          <w:rStyle w:val="DevConfigGray"/>
        </w:rPr>
      </w:pPr>
      <w:proofErr w:type="gramStart"/>
      <w:r w:rsidRPr="00D05AAE">
        <w:rPr>
          <w:rStyle w:val="DevConfigGray"/>
        </w:rPr>
        <w:t>no</w:t>
      </w:r>
      <w:proofErr w:type="gramEnd"/>
      <w:r w:rsidRPr="00D05AAE">
        <w:rPr>
          <w:rStyle w:val="DevConfigGray"/>
        </w:rPr>
        <w:t xml:space="preserve"> service password-encryption</w:t>
      </w:r>
    </w:p>
    <w:p w14:paraId="2844177A" w14:textId="77777777" w:rsidR="00B0070E" w:rsidRPr="00D05AAE" w:rsidRDefault="00B0070E" w:rsidP="00D05AAE">
      <w:pPr>
        <w:pStyle w:val="DevConfigs"/>
        <w:rPr>
          <w:rStyle w:val="DevConfigGray"/>
        </w:rPr>
      </w:pPr>
      <w:r w:rsidRPr="00D05AAE">
        <w:rPr>
          <w:rStyle w:val="DevConfigGray"/>
        </w:rPr>
        <w:t>!</w:t>
      </w:r>
    </w:p>
    <w:p w14:paraId="57457A0C" w14:textId="77777777" w:rsidR="00B0070E" w:rsidRPr="00D05AAE" w:rsidRDefault="00B0070E" w:rsidP="00D05AAE">
      <w:pPr>
        <w:pStyle w:val="DevConfigs"/>
        <w:rPr>
          <w:rStyle w:val="DevConfigGray"/>
        </w:rPr>
      </w:pPr>
      <w:proofErr w:type="gramStart"/>
      <w:r w:rsidRPr="00D05AAE">
        <w:rPr>
          <w:rStyle w:val="DevConfigGray"/>
        </w:rPr>
        <w:t>hostname</w:t>
      </w:r>
      <w:proofErr w:type="gramEnd"/>
      <w:r w:rsidRPr="00D05AAE">
        <w:rPr>
          <w:rStyle w:val="DevConfigGray"/>
        </w:rPr>
        <w:t xml:space="preserve"> S3</w:t>
      </w:r>
    </w:p>
    <w:p w14:paraId="1F6814F0" w14:textId="77777777" w:rsidR="00B0070E" w:rsidRPr="00D05AAE" w:rsidRDefault="00B0070E" w:rsidP="00D05AAE">
      <w:pPr>
        <w:pStyle w:val="DevConfigs"/>
        <w:rPr>
          <w:rStyle w:val="DevConfigGray"/>
        </w:rPr>
      </w:pPr>
      <w:r w:rsidRPr="00D05AAE">
        <w:rPr>
          <w:rStyle w:val="DevConfigGray"/>
        </w:rPr>
        <w:t>!</w:t>
      </w:r>
    </w:p>
    <w:p w14:paraId="76F7ECA3" w14:textId="77777777" w:rsidR="00B0070E" w:rsidRPr="00D05AAE" w:rsidRDefault="00B0070E" w:rsidP="00D05AAE">
      <w:pPr>
        <w:pStyle w:val="DevConfigs"/>
        <w:rPr>
          <w:rStyle w:val="DevConfigGray"/>
        </w:rPr>
      </w:pPr>
      <w:proofErr w:type="gramStart"/>
      <w:r w:rsidRPr="00D05AAE">
        <w:rPr>
          <w:rStyle w:val="DevConfigGray"/>
        </w:rPr>
        <w:t>boot-start-marker</w:t>
      </w:r>
      <w:proofErr w:type="gramEnd"/>
    </w:p>
    <w:p w14:paraId="203E24EC" w14:textId="77777777" w:rsidR="00B0070E" w:rsidRPr="00D05AAE" w:rsidRDefault="00B0070E" w:rsidP="00D05AAE">
      <w:pPr>
        <w:pStyle w:val="DevConfigs"/>
        <w:rPr>
          <w:rStyle w:val="DevConfigGray"/>
        </w:rPr>
      </w:pPr>
      <w:proofErr w:type="gramStart"/>
      <w:r w:rsidRPr="00D05AAE">
        <w:rPr>
          <w:rStyle w:val="DevConfigGray"/>
        </w:rPr>
        <w:t>boot-end-marker</w:t>
      </w:r>
      <w:proofErr w:type="gramEnd"/>
    </w:p>
    <w:p w14:paraId="0B1B4762" w14:textId="77777777" w:rsidR="00B0070E" w:rsidRPr="00D05AAE" w:rsidRDefault="00B0070E" w:rsidP="00D05AAE">
      <w:pPr>
        <w:pStyle w:val="DevConfigs"/>
        <w:rPr>
          <w:rStyle w:val="DevConfigGray"/>
        </w:rPr>
      </w:pPr>
      <w:r w:rsidRPr="00D05AAE">
        <w:rPr>
          <w:rStyle w:val="DevConfigGray"/>
        </w:rPr>
        <w:t>!</w:t>
      </w:r>
    </w:p>
    <w:p w14:paraId="5754406A" w14:textId="77777777" w:rsidR="00B0070E" w:rsidRPr="00D05AAE" w:rsidRDefault="00B0070E" w:rsidP="00D05AAE">
      <w:pPr>
        <w:pStyle w:val="DevConfigs"/>
        <w:rPr>
          <w:rStyle w:val="DevConfigGray"/>
        </w:rPr>
      </w:pPr>
      <w:proofErr w:type="gramStart"/>
      <w:r w:rsidRPr="00D05AAE">
        <w:rPr>
          <w:rStyle w:val="DevConfigGray"/>
        </w:rPr>
        <w:t>no</w:t>
      </w:r>
      <w:proofErr w:type="gramEnd"/>
      <w:r w:rsidRPr="00D05AAE">
        <w:rPr>
          <w:rStyle w:val="DevConfigGray"/>
        </w:rPr>
        <w:t xml:space="preserve"> </w:t>
      </w:r>
      <w:proofErr w:type="spellStart"/>
      <w:r w:rsidRPr="00D05AAE">
        <w:rPr>
          <w:rStyle w:val="DevConfigGray"/>
        </w:rPr>
        <w:t>aaa</w:t>
      </w:r>
      <w:proofErr w:type="spellEnd"/>
      <w:r w:rsidRPr="00D05AAE">
        <w:rPr>
          <w:rStyle w:val="DevConfigGray"/>
        </w:rPr>
        <w:t xml:space="preserve"> new-model</w:t>
      </w:r>
    </w:p>
    <w:p w14:paraId="5638021E" w14:textId="77777777" w:rsidR="00B0070E" w:rsidRPr="00D05AAE" w:rsidRDefault="00B0070E" w:rsidP="00D05AAE">
      <w:pPr>
        <w:pStyle w:val="DevConfigs"/>
        <w:rPr>
          <w:rStyle w:val="DevConfigGray"/>
        </w:rPr>
      </w:pPr>
      <w:proofErr w:type="gramStart"/>
      <w:r w:rsidRPr="00D05AAE">
        <w:rPr>
          <w:rStyle w:val="DevConfigGray"/>
        </w:rPr>
        <w:t>system</w:t>
      </w:r>
      <w:proofErr w:type="gramEnd"/>
      <w:r w:rsidRPr="00D05AAE">
        <w:rPr>
          <w:rStyle w:val="DevConfigGray"/>
        </w:rPr>
        <w:t xml:space="preserve"> </w:t>
      </w:r>
      <w:proofErr w:type="spellStart"/>
      <w:r w:rsidRPr="00D05AAE">
        <w:rPr>
          <w:rStyle w:val="DevConfigGray"/>
        </w:rPr>
        <w:t>mtu</w:t>
      </w:r>
      <w:proofErr w:type="spellEnd"/>
      <w:r w:rsidRPr="00D05AAE">
        <w:rPr>
          <w:rStyle w:val="DevConfigGray"/>
        </w:rPr>
        <w:t xml:space="preserve"> routing 1500</w:t>
      </w:r>
    </w:p>
    <w:p w14:paraId="1C6C0BD1" w14:textId="77777777" w:rsidR="00B0070E" w:rsidRPr="00D05AAE" w:rsidRDefault="00B0070E" w:rsidP="00D05AAE">
      <w:pPr>
        <w:pStyle w:val="DevConfigs"/>
        <w:rPr>
          <w:rStyle w:val="DevConfigGray"/>
        </w:rPr>
      </w:pPr>
      <w:r w:rsidRPr="00D05AAE">
        <w:rPr>
          <w:rStyle w:val="DevConfigGray"/>
        </w:rPr>
        <w:t>!</w:t>
      </w:r>
    </w:p>
    <w:p w14:paraId="780E0CA4" w14:textId="77777777" w:rsidR="00B0070E" w:rsidRPr="00D05AAE" w:rsidRDefault="00B0070E" w:rsidP="00D05AAE">
      <w:pPr>
        <w:pStyle w:val="DevConfigs"/>
        <w:rPr>
          <w:rStyle w:val="DevConfigGray"/>
        </w:rPr>
      </w:pPr>
      <w:proofErr w:type="gramStart"/>
      <w:r w:rsidRPr="00D05AAE">
        <w:rPr>
          <w:rStyle w:val="DevConfigGray"/>
        </w:rPr>
        <w:t>spanning-tree</w:t>
      </w:r>
      <w:proofErr w:type="gramEnd"/>
      <w:r w:rsidRPr="00D05AAE">
        <w:rPr>
          <w:rStyle w:val="DevConfigGray"/>
        </w:rPr>
        <w:t xml:space="preserve"> mode </w:t>
      </w:r>
      <w:proofErr w:type="spellStart"/>
      <w:r w:rsidRPr="00D05AAE">
        <w:rPr>
          <w:rStyle w:val="DevConfigGray"/>
        </w:rPr>
        <w:t>pvst</w:t>
      </w:r>
      <w:proofErr w:type="spellEnd"/>
    </w:p>
    <w:p w14:paraId="4E07E6DD" w14:textId="77777777" w:rsidR="00B0070E" w:rsidRPr="00D05AAE" w:rsidRDefault="00B0070E" w:rsidP="00D05AAE">
      <w:pPr>
        <w:pStyle w:val="DevConfigs"/>
        <w:rPr>
          <w:rStyle w:val="DevConfigGray"/>
        </w:rPr>
      </w:pPr>
      <w:proofErr w:type="gramStart"/>
      <w:r w:rsidRPr="00D05AAE">
        <w:rPr>
          <w:rStyle w:val="DevConfigGray"/>
        </w:rPr>
        <w:t>spanning-tree</w:t>
      </w:r>
      <w:proofErr w:type="gramEnd"/>
      <w:r w:rsidRPr="00D05AAE">
        <w:rPr>
          <w:rStyle w:val="DevConfigGray"/>
        </w:rPr>
        <w:t xml:space="preserve"> extend system-id</w:t>
      </w:r>
    </w:p>
    <w:p w14:paraId="20308CB8" w14:textId="77777777" w:rsidR="00B0070E" w:rsidRPr="00D05AAE" w:rsidRDefault="00B0070E" w:rsidP="00D05AAE">
      <w:pPr>
        <w:pStyle w:val="DevConfigs"/>
        <w:rPr>
          <w:rStyle w:val="DevConfigGray"/>
        </w:rPr>
      </w:pPr>
      <w:r w:rsidRPr="00D05AAE">
        <w:rPr>
          <w:rStyle w:val="DevConfigGray"/>
        </w:rPr>
        <w:t>!</w:t>
      </w:r>
    </w:p>
    <w:p w14:paraId="01933FEC" w14:textId="77777777" w:rsidR="00B0070E" w:rsidRPr="00D05AAE" w:rsidRDefault="00B0070E" w:rsidP="00D05AAE">
      <w:pPr>
        <w:pStyle w:val="DevConfigs"/>
        <w:rPr>
          <w:rStyle w:val="DevConfigGray"/>
        </w:rPr>
      </w:pPr>
      <w:proofErr w:type="spellStart"/>
      <w:proofErr w:type="gramStart"/>
      <w:r w:rsidRPr="00D05AAE">
        <w:rPr>
          <w:rStyle w:val="DevConfigGray"/>
        </w:rPr>
        <w:t>vlan</w:t>
      </w:r>
      <w:proofErr w:type="spellEnd"/>
      <w:proofErr w:type="gramEnd"/>
      <w:r w:rsidRPr="00D05AAE">
        <w:rPr>
          <w:rStyle w:val="DevConfigGray"/>
        </w:rPr>
        <w:t xml:space="preserve"> internal allocation policy ascending</w:t>
      </w:r>
    </w:p>
    <w:p w14:paraId="0907E262" w14:textId="77777777" w:rsidR="00B0070E" w:rsidRPr="00D05AAE" w:rsidRDefault="00B0070E" w:rsidP="00D05AAE">
      <w:pPr>
        <w:pStyle w:val="DevConfigs"/>
        <w:rPr>
          <w:rStyle w:val="DevConfigGray"/>
        </w:rPr>
      </w:pPr>
      <w:proofErr w:type="spellStart"/>
      <w:proofErr w:type="gramStart"/>
      <w:r w:rsidRPr="00D05AAE">
        <w:rPr>
          <w:rStyle w:val="DevConfigGray"/>
        </w:rPr>
        <w:t>lldp</w:t>
      </w:r>
      <w:proofErr w:type="spellEnd"/>
      <w:proofErr w:type="gramEnd"/>
      <w:r w:rsidRPr="00D05AAE">
        <w:rPr>
          <w:rStyle w:val="DevConfigGray"/>
        </w:rPr>
        <w:t xml:space="preserve"> run</w:t>
      </w:r>
    </w:p>
    <w:p w14:paraId="783E8FB4" w14:textId="77777777" w:rsidR="00B0070E" w:rsidRPr="00D05AAE" w:rsidRDefault="00B0070E" w:rsidP="00D05AAE">
      <w:pPr>
        <w:pStyle w:val="DevConfigs"/>
        <w:rPr>
          <w:rStyle w:val="DevConfigGray"/>
        </w:rPr>
      </w:pPr>
      <w:r w:rsidRPr="00D05AAE">
        <w:rPr>
          <w:rStyle w:val="DevConfigGray"/>
        </w:rPr>
        <w:lastRenderedPageBreak/>
        <w:t>!</w:t>
      </w:r>
    </w:p>
    <w:p w14:paraId="131BD91D"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w:t>
      </w:r>
    </w:p>
    <w:p w14:paraId="7254DC83" w14:textId="77777777" w:rsidR="00B0070E" w:rsidRPr="00D05AAE" w:rsidRDefault="00B0070E" w:rsidP="00D05AAE">
      <w:pPr>
        <w:pStyle w:val="DevConfigs"/>
        <w:rPr>
          <w:rStyle w:val="DevConfigGray"/>
        </w:rPr>
      </w:pPr>
      <w:r w:rsidRPr="00D05AAE">
        <w:rPr>
          <w:rStyle w:val="DevConfigGray"/>
        </w:rPr>
        <w:t>!</w:t>
      </w:r>
    </w:p>
    <w:p w14:paraId="3C9C8FBE"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FastEthernet0/2</w:t>
      </w:r>
    </w:p>
    <w:p w14:paraId="5D433321" w14:textId="77777777" w:rsidR="00B0070E" w:rsidRPr="00D05AAE" w:rsidRDefault="00B0070E" w:rsidP="00D05AAE">
      <w:pPr>
        <w:pStyle w:val="DevConfigs"/>
        <w:rPr>
          <w:rStyle w:val="DevConfigGray"/>
        </w:rPr>
      </w:pPr>
      <w:r w:rsidRPr="00D05AAE">
        <w:rPr>
          <w:rStyle w:val="DevConfigGray"/>
        </w:rPr>
        <w:t>!</w:t>
      </w:r>
    </w:p>
    <w:p w14:paraId="760D6149"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FastEthernet0/3</w:t>
      </w:r>
    </w:p>
    <w:p w14:paraId="6FB2EE4C" w14:textId="77777777" w:rsidR="00B0070E" w:rsidRPr="00D05AAE" w:rsidRDefault="00B0070E" w:rsidP="00D05AAE">
      <w:pPr>
        <w:pStyle w:val="DevConfigs"/>
        <w:rPr>
          <w:rStyle w:val="DevConfigGray"/>
        </w:rPr>
      </w:pPr>
      <w:r w:rsidRPr="00D05AAE">
        <w:rPr>
          <w:rStyle w:val="DevConfigGray"/>
        </w:rPr>
        <w:t>!</w:t>
      </w:r>
    </w:p>
    <w:p w14:paraId="3E6CD0D2"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FastEthernet0/4</w:t>
      </w:r>
    </w:p>
    <w:p w14:paraId="6F93E1D3" w14:textId="77777777" w:rsidR="00B0070E" w:rsidRPr="00D05AAE" w:rsidRDefault="00B0070E" w:rsidP="00D05AAE">
      <w:pPr>
        <w:pStyle w:val="DevConfigs"/>
        <w:rPr>
          <w:rStyle w:val="DevConfigGray"/>
        </w:rPr>
      </w:pPr>
      <w:r w:rsidRPr="00D05AAE">
        <w:rPr>
          <w:rStyle w:val="DevConfigGray"/>
        </w:rPr>
        <w:t>!</w:t>
      </w:r>
    </w:p>
    <w:p w14:paraId="174B5E2E"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FastEthernet0/5</w:t>
      </w:r>
    </w:p>
    <w:p w14:paraId="4168CE5F" w14:textId="77777777" w:rsidR="00B0070E" w:rsidRPr="00D05AAE" w:rsidRDefault="00B0070E" w:rsidP="00D05AAE">
      <w:pPr>
        <w:pStyle w:val="DevConfigs"/>
        <w:rPr>
          <w:rStyle w:val="DevConfigGray"/>
        </w:rPr>
      </w:pPr>
      <w:r w:rsidRPr="00D05AAE">
        <w:rPr>
          <w:rStyle w:val="DevConfigGray"/>
        </w:rPr>
        <w:t>!</w:t>
      </w:r>
    </w:p>
    <w:p w14:paraId="6CC1ED2C"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FastEthernet0/6</w:t>
      </w:r>
    </w:p>
    <w:p w14:paraId="66B4A8F1" w14:textId="77777777" w:rsidR="00B0070E" w:rsidRPr="00D05AAE" w:rsidRDefault="00B0070E" w:rsidP="00D05AAE">
      <w:pPr>
        <w:pStyle w:val="DevConfigs"/>
        <w:rPr>
          <w:rStyle w:val="DevConfigGray"/>
        </w:rPr>
      </w:pPr>
      <w:r w:rsidRPr="00D05AAE">
        <w:rPr>
          <w:rStyle w:val="DevConfigGray"/>
        </w:rPr>
        <w:t>!</w:t>
      </w:r>
    </w:p>
    <w:p w14:paraId="3BC21E69"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FastEthernet0/7</w:t>
      </w:r>
    </w:p>
    <w:p w14:paraId="21157B76" w14:textId="77777777" w:rsidR="00B0070E" w:rsidRPr="00D05AAE" w:rsidRDefault="00B0070E" w:rsidP="00D05AAE">
      <w:pPr>
        <w:pStyle w:val="DevConfigs"/>
        <w:rPr>
          <w:rStyle w:val="DevConfigGray"/>
        </w:rPr>
      </w:pPr>
      <w:r w:rsidRPr="00D05AAE">
        <w:rPr>
          <w:rStyle w:val="DevConfigGray"/>
        </w:rPr>
        <w:t>!</w:t>
      </w:r>
    </w:p>
    <w:p w14:paraId="502E2520"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FastEthernet0/8</w:t>
      </w:r>
    </w:p>
    <w:p w14:paraId="15530C80" w14:textId="77777777" w:rsidR="00B0070E" w:rsidRPr="00D05AAE" w:rsidRDefault="00B0070E" w:rsidP="00D05AAE">
      <w:pPr>
        <w:pStyle w:val="DevConfigs"/>
        <w:rPr>
          <w:rStyle w:val="DevConfigGray"/>
        </w:rPr>
      </w:pPr>
      <w:r w:rsidRPr="00D05AAE">
        <w:rPr>
          <w:rStyle w:val="DevConfigGray"/>
        </w:rPr>
        <w:t>!</w:t>
      </w:r>
    </w:p>
    <w:p w14:paraId="2E13561B"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FastEthernet0/9</w:t>
      </w:r>
    </w:p>
    <w:p w14:paraId="36DB07DA" w14:textId="77777777" w:rsidR="00B0070E" w:rsidRPr="00D05AAE" w:rsidRDefault="00B0070E" w:rsidP="00D05AAE">
      <w:pPr>
        <w:pStyle w:val="DevConfigs"/>
        <w:rPr>
          <w:rStyle w:val="DevConfigGray"/>
        </w:rPr>
      </w:pPr>
      <w:r w:rsidRPr="00D05AAE">
        <w:rPr>
          <w:rStyle w:val="DevConfigGray"/>
        </w:rPr>
        <w:t>!</w:t>
      </w:r>
    </w:p>
    <w:p w14:paraId="0BC8F8F6"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FastEthernet0/10</w:t>
      </w:r>
    </w:p>
    <w:p w14:paraId="3803A2C6" w14:textId="77777777" w:rsidR="00B0070E" w:rsidRPr="00D05AAE" w:rsidRDefault="00B0070E" w:rsidP="00D05AAE">
      <w:pPr>
        <w:pStyle w:val="DevConfigs"/>
        <w:rPr>
          <w:rStyle w:val="DevConfigGray"/>
        </w:rPr>
      </w:pPr>
      <w:r w:rsidRPr="00D05AAE">
        <w:rPr>
          <w:rStyle w:val="DevConfigGray"/>
        </w:rPr>
        <w:t>!</w:t>
      </w:r>
    </w:p>
    <w:p w14:paraId="7E88629D"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FastEthernet0/11</w:t>
      </w:r>
    </w:p>
    <w:p w14:paraId="513C1553" w14:textId="77777777" w:rsidR="00B0070E" w:rsidRPr="00D05AAE" w:rsidRDefault="00B0070E" w:rsidP="00D05AAE">
      <w:pPr>
        <w:pStyle w:val="DevConfigs"/>
        <w:rPr>
          <w:rStyle w:val="DevConfigGray"/>
        </w:rPr>
      </w:pPr>
      <w:r w:rsidRPr="00D05AAE">
        <w:rPr>
          <w:rStyle w:val="DevConfigGray"/>
        </w:rPr>
        <w:t>!</w:t>
      </w:r>
    </w:p>
    <w:p w14:paraId="090AE766"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FastEthernet0/12</w:t>
      </w:r>
    </w:p>
    <w:p w14:paraId="025BEA28" w14:textId="77777777" w:rsidR="00B0070E" w:rsidRPr="00D05AAE" w:rsidRDefault="00B0070E" w:rsidP="00D05AAE">
      <w:pPr>
        <w:pStyle w:val="DevConfigs"/>
        <w:rPr>
          <w:rStyle w:val="DevConfigGray"/>
        </w:rPr>
      </w:pPr>
      <w:r w:rsidRPr="00D05AAE">
        <w:rPr>
          <w:rStyle w:val="DevConfigGray"/>
        </w:rPr>
        <w:t>!</w:t>
      </w:r>
    </w:p>
    <w:p w14:paraId="1B32B98E"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FastEthernet0/13</w:t>
      </w:r>
    </w:p>
    <w:p w14:paraId="040538D6" w14:textId="77777777" w:rsidR="00B0070E" w:rsidRPr="00D05AAE" w:rsidRDefault="00B0070E" w:rsidP="00D05AAE">
      <w:pPr>
        <w:pStyle w:val="DevConfigs"/>
        <w:rPr>
          <w:rStyle w:val="DevConfigGray"/>
        </w:rPr>
      </w:pPr>
      <w:r w:rsidRPr="00D05AAE">
        <w:rPr>
          <w:rStyle w:val="DevConfigGray"/>
        </w:rPr>
        <w:t>!</w:t>
      </w:r>
    </w:p>
    <w:p w14:paraId="57620F5B"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FastEthernet0/14</w:t>
      </w:r>
    </w:p>
    <w:p w14:paraId="67F3F6F0" w14:textId="77777777" w:rsidR="00B0070E" w:rsidRPr="00D05AAE" w:rsidRDefault="00B0070E" w:rsidP="00D05AAE">
      <w:pPr>
        <w:pStyle w:val="DevConfigs"/>
        <w:rPr>
          <w:rStyle w:val="DevConfigGray"/>
        </w:rPr>
      </w:pPr>
      <w:r w:rsidRPr="00D05AAE">
        <w:rPr>
          <w:rStyle w:val="DevConfigGray"/>
        </w:rPr>
        <w:t>!</w:t>
      </w:r>
    </w:p>
    <w:p w14:paraId="15555013"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FastEthernet0/15</w:t>
      </w:r>
    </w:p>
    <w:p w14:paraId="04ED9830" w14:textId="77777777" w:rsidR="00B0070E" w:rsidRPr="00D05AAE" w:rsidRDefault="00B0070E" w:rsidP="00D05AAE">
      <w:pPr>
        <w:pStyle w:val="DevConfigs"/>
        <w:rPr>
          <w:rStyle w:val="DevConfigGray"/>
        </w:rPr>
      </w:pPr>
      <w:r w:rsidRPr="00D05AAE">
        <w:rPr>
          <w:rStyle w:val="DevConfigGray"/>
        </w:rPr>
        <w:t>!</w:t>
      </w:r>
    </w:p>
    <w:p w14:paraId="29F40E27"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FastEthernet0/16</w:t>
      </w:r>
    </w:p>
    <w:p w14:paraId="12CFC829" w14:textId="77777777" w:rsidR="00B0070E" w:rsidRPr="00D05AAE" w:rsidRDefault="00B0070E" w:rsidP="00D05AAE">
      <w:pPr>
        <w:pStyle w:val="DevConfigs"/>
        <w:rPr>
          <w:rStyle w:val="DevConfigGray"/>
        </w:rPr>
      </w:pPr>
      <w:r w:rsidRPr="00D05AAE">
        <w:rPr>
          <w:rStyle w:val="DevConfigGray"/>
        </w:rPr>
        <w:t>!</w:t>
      </w:r>
    </w:p>
    <w:p w14:paraId="483E8624"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FastEthernet0/17</w:t>
      </w:r>
    </w:p>
    <w:p w14:paraId="21ACE43A" w14:textId="77777777" w:rsidR="00B0070E" w:rsidRPr="00D05AAE" w:rsidRDefault="00B0070E" w:rsidP="00D05AAE">
      <w:pPr>
        <w:pStyle w:val="DevConfigs"/>
        <w:rPr>
          <w:rStyle w:val="DevConfigGray"/>
        </w:rPr>
      </w:pPr>
      <w:r w:rsidRPr="00D05AAE">
        <w:rPr>
          <w:rStyle w:val="DevConfigGray"/>
        </w:rPr>
        <w:t>!</w:t>
      </w:r>
    </w:p>
    <w:p w14:paraId="00BC540D"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FastEthernet0/18</w:t>
      </w:r>
    </w:p>
    <w:p w14:paraId="53F11511" w14:textId="77777777" w:rsidR="00B0070E" w:rsidRPr="00D05AAE" w:rsidRDefault="00B0070E" w:rsidP="00D05AAE">
      <w:pPr>
        <w:pStyle w:val="DevConfigs"/>
        <w:rPr>
          <w:rStyle w:val="DevConfigGray"/>
        </w:rPr>
      </w:pPr>
      <w:r w:rsidRPr="00D05AAE">
        <w:rPr>
          <w:rStyle w:val="DevConfigGray"/>
        </w:rPr>
        <w:t>!</w:t>
      </w:r>
    </w:p>
    <w:p w14:paraId="62C21CAB"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FastEthernet0/19</w:t>
      </w:r>
    </w:p>
    <w:p w14:paraId="4BD2BC37" w14:textId="77777777" w:rsidR="00B0070E" w:rsidRPr="00D05AAE" w:rsidRDefault="00B0070E" w:rsidP="00D05AAE">
      <w:pPr>
        <w:pStyle w:val="DevConfigs"/>
        <w:rPr>
          <w:rStyle w:val="DevConfigGray"/>
        </w:rPr>
      </w:pPr>
      <w:r w:rsidRPr="00D05AAE">
        <w:rPr>
          <w:rStyle w:val="DevConfigGray"/>
        </w:rPr>
        <w:t>!</w:t>
      </w:r>
    </w:p>
    <w:p w14:paraId="6E8B59A0"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FastEthernet0/20</w:t>
      </w:r>
    </w:p>
    <w:p w14:paraId="72FA528C" w14:textId="77777777" w:rsidR="00B0070E" w:rsidRPr="00D05AAE" w:rsidRDefault="00B0070E" w:rsidP="00D05AAE">
      <w:pPr>
        <w:pStyle w:val="DevConfigs"/>
        <w:rPr>
          <w:rStyle w:val="DevConfigGray"/>
        </w:rPr>
      </w:pPr>
      <w:r w:rsidRPr="00D05AAE">
        <w:rPr>
          <w:rStyle w:val="DevConfigGray"/>
        </w:rPr>
        <w:t>!</w:t>
      </w:r>
    </w:p>
    <w:p w14:paraId="083DB5C8"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FastEthernet0/21</w:t>
      </w:r>
    </w:p>
    <w:p w14:paraId="427362F1" w14:textId="77777777" w:rsidR="00B0070E" w:rsidRPr="00D05AAE" w:rsidRDefault="00B0070E" w:rsidP="00D05AAE">
      <w:pPr>
        <w:pStyle w:val="DevConfigs"/>
        <w:rPr>
          <w:rStyle w:val="DevConfigGray"/>
        </w:rPr>
      </w:pPr>
      <w:r w:rsidRPr="00D05AAE">
        <w:rPr>
          <w:rStyle w:val="DevConfigGray"/>
        </w:rPr>
        <w:t>!</w:t>
      </w:r>
    </w:p>
    <w:p w14:paraId="5FA7949C"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FastEthernet0/22</w:t>
      </w:r>
    </w:p>
    <w:p w14:paraId="3AFD1571" w14:textId="77777777" w:rsidR="00B0070E" w:rsidRPr="00D05AAE" w:rsidRDefault="00B0070E" w:rsidP="00D05AAE">
      <w:pPr>
        <w:pStyle w:val="DevConfigs"/>
        <w:rPr>
          <w:rStyle w:val="DevConfigGray"/>
        </w:rPr>
      </w:pPr>
      <w:r w:rsidRPr="00D05AAE">
        <w:rPr>
          <w:rStyle w:val="DevConfigGray"/>
        </w:rPr>
        <w:t>!</w:t>
      </w:r>
    </w:p>
    <w:p w14:paraId="1A2C51B1"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FastEthernet0/23</w:t>
      </w:r>
    </w:p>
    <w:p w14:paraId="3146AB46" w14:textId="77777777" w:rsidR="00B0070E" w:rsidRPr="00D05AAE" w:rsidRDefault="00B0070E" w:rsidP="00D05AAE">
      <w:pPr>
        <w:pStyle w:val="DevConfigs"/>
        <w:rPr>
          <w:rStyle w:val="DevConfigGray"/>
        </w:rPr>
      </w:pPr>
      <w:r w:rsidRPr="00D05AAE">
        <w:rPr>
          <w:rStyle w:val="DevConfigGray"/>
        </w:rPr>
        <w:t>!</w:t>
      </w:r>
    </w:p>
    <w:p w14:paraId="7F256A34"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FastEthernet0/24</w:t>
      </w:r>
    </w:p>
    <w:p w14:paraId="59683B8F" w14:textId="77777777" w:rsidR="00B0070E" w:rsidRPr="00D05AAE" w:rsidRDefault="00B0070E" w:rsidP="00D05AAE">
      <w:pPr>
        <w:pStyle w:val="DevConfigs"/>
        <w:rPr>
          <w:rStyle w:val="DevConfigGray"/>
        </w:rPr>
      </w:pPr>
      <w:r w:rsidRPr="00D05AAE">
        <w:rPr>
          <w:rStyle w:val="DevConfigGray"/>
        </w:rPr>
        <w:t>!</w:t>
      </w:r>
    </w:p>
    <w:p w14:paraId="0EC1C1BB" w14:textId="77777777" w:rsidR="00B0070E" w:rsidRPr="00D05AAE" w:rsidRDefault="00B0070E" w:rsidP="00D05AAE">
      <w:pPr>
        <w:pStyle w:val="DevConfigs"/>
        <w:rPr>
          <w:rStyle w:val="DevConfigGray"/>
        </w:rPr>
      </w:pPr>
      <w:proofErr w:type="gramStart"/>
      <w:r w:rsidRPr="00D05AAE">
        <w:rPr>
          <w:rStyle w:val="DevConfigGray"/>
        </w:rPr>
        <w:lastRenderedPageBreak/>
        <w:t>interface</w:t>
      </w:r>
      <w:proofErr w:type="gramEnd"/>
      <w:r w:rsidRPr="00D05AAE">
        <w:rPr>
          <w:rStyle w:val="DevConfigGray"/>
        </w:rPr>
        <w:t xml:space="preserve"> GigabitEthernet0/1</w:t>
      </w:r>
    </w:p>
    <w:p w14:paraId="3A31E22C" w14:textId="77777777" w:rsidR="00B0070E" w:rsidRPr="00D05AAE" w:rsidRDefault="00B0070E" w:rsidP="00D05AAE">
      <w:pPr>
        <w:pStyle w:val="DevConfigs"/>
        <w:rPr>
          <w:rStyle w:val="DevConfigGray"/>
        </w:rPr>
      </w:pPr>
      <w:r w:rsidRPr="00D05AAE">
        <w:rPr>
          <w:rStyle w:val="DevConfigGray"/>
        </w:rPr>
        <w:t>!</w:t>
      </w:r>
    </w:p>
    <w:p w14:paraId="26BE9784" w14:textId="77777777" w:rsidR="00B0070E" w:rsidRPr="00D05AAE" w:rsidRDefault="00B0070E" w:rsidP="00D05AAE">
      <w:pPr>
        <w:pStyle w:val="DevConfigs"/>
        <w:rPr>
          <w:rStyle w:val="DevConfigGray"/>
        </w:rPr>
      </w:pPr>
      <w:proofErr w:type="gramStart"/>
      <w:r w:rsidRPr="00D05AAE">
        <w:rPr>
          <w:rStyle w:val="DevConfigGray"/>
        </w:rPr>
        <w:t>interface</w:t>
      </w:r>
      <w:proofErr w:type="gramEnd"/>
      <w:r w:rsidRPr="00D05AAE">
        <w:rPr>
          <w:rStyle w:val="DevConfigGray"/>
        </w:rPr>
        <w:t xml:space="preserve"> GigabitEthernet0/2</w:t>
      </w:r>
    </w:p>
    <w:p w14:paraId="78C75B25" w14:textId="77777777" w:rsidR="00B0070E" w:rsidRPr="00D05AAE" w:rsidRDefault="00B0070E" w:rsidP="00D05AAE">
      <w:pPr>
        <w:pStyle w:val="DevConfigs"/>
        <w:rPr>
          <w:rStyle w:val="DevConfigGray"/>
        </w:rPr>
      </w:pPr>
      <w:r w:rsidRPr="00D05AAE">
        <w:rPr>
          <w:rStyle w:val="DevConfigGray"/>
        </w:rPr>
        <w:t>!</w:t>
      </w:r>
    </w:p>
    <w:p w14:paraId="018B4FD1" w14:textId="77777777" w:rsidR="00CF51C6" w:rsidRPr="00B0070E" w:rsidRDefault="00CF51C6" w:rsidP="00CF51C6">
      <w:pPr>
        <w:pStyle w:val="DevConfigs"/>
        <w:rPr>
          <w:rStyle w:val="DevConfigGray"/>
        </w:rPr>
      </w:pPr>
      <w:proofErr w:type="gramStart"/>
      <w:r w:rsidRPr="00B0070E">
        <w:rPr>
          <w:rStyle w:val="DevConfigGray"/>
        </w:rPr>
        <w:t>interface</w:t>
      </w:r>
      <w:proofErr w:type="gramEnd"/>
      <w:r w:rsidRPr="00B0070E">
        <w:rPr>
          <w:rStyle w:val="DevConfigGray"/>
        </w:rPr>
        <w:t xml:space="preserve"> Vlan1</w:t>
      </w:r>
    </w:p>
    <w:p w14:paraId="5881C3B7" w14:textId="77777777" w:rsidR="00CF51C6" w:rsidRPr="00B0070E" w:rsidRDefault="00CF51C6" w:rsidP="00CF51C6">
      <w:pPr>
        <w:pStyle w:val="DevConfigs"/>
        <w:rPr>
          <w:rStyle w:val="DevConfigGray"/>
        </w:rPr>
      </w:pPr>
      <w:r w:rsidRPr="00B0070E">
        <w:rPr>
          <w:rStyle w:val="DevConfigGray"/>
        </w:rPr>
        <w:t xml:space="preserve"> </w:t>
      </w:r>
      <w:proofErr w:type="gramStart"/>
      <w:r w:rsidRPr="00B0070E">
        <w:rPr>
          <w:rStyle w:val="DevConfigGray"/>
        </w:rPr>
        <w:t>no</w:t>
      </w:r>
      <w:proofErr w:type="gramEnd"/>
      <w:r w:rsidRPr="00B0070E">
        <w:rPr>
          <w:rStyle w:val="DevConfigGray"/>
        </w:rPr>
        <w:t xml:space="preserve"> </w:t>
      </w:r>
      <w:proofErr w:type="spellStart"/>
      <w:r w:rsidRPr="00B0070E">
        <w:rPr>
          <w:rStyle w:val="DevConfigGray"/>
        </w:rPr>
        <w:t>ip</w:t>
      </w:r>
      <w:proofErr w:type="spellEnd"/>
      <w:r w:rsidRPr="00B0070E">
        <w:rPr>
          <w:rStyle w:val="DevConfigGray"/>
        </w:rPr>
        <w:t xml:space="preserve"> address</w:t>
      </w:r>
    </w:p>
    <w:p w14:paraId="053E2591" w14:textId="77777777" w:rsidR="00CF51C6" w:rsidRPr="00B0070E" w:rsidRDefault="00CF51C6" w:rsidP="00CF51C6">
      <w:pPr>
        <w:pStyle w:val="DevConfigs"/>
        <w:rPr>
          <w:rStyle w:val="DevConfigGray"/>
        </w:rPr>
      </w:pPr>
      <w:r w:rsidRPr="00B0070E">
        <w:rPr>
          <w:rStyle w:val="DevConfigGray"/>
        </w:rPr>
        <w:t>!</w:t>
      </w:r>
    </w:p>
    <w:p w14:paraId="3C33E1B3" w14:textId="77777777" w:rsidR="00CF51C6" w:rsidRPr="00B0070E" w:rsidRDefault="00CF51C6" w:rsidP="00CF51C6">
      <w:pPr>
        <w:pStyle w:val="DevConfigs"/>
        <w:rPr>
          <w:rStyle w:val="DevConfigGray"/>
        </w:rPr>
      </w:pPr>
      <w:proofErr w:type="spellStart"/>
      <w:proofErr w:type="gramStart"/>
      <w:r w:rsidRPr="00B0070E">
        <w:rPr>
          <w:rStyle w:val="DevConfigGray"/>
        </w:rPr>
        <w:t>ip</w:t>
      </w:r>
      <w:proofErr w:type="spellEnd"/>
      <w:proofErr w:type="gramEnd"/>
      <w:r w:rsidRPr="00B0070E">
        <w:rPr>
          <w:rStyle w:val="DevConfigGray"/>
        </w:rPr>
        <w:t xml:space="preserve"> http server</w:t>
      </w:r>
    </w:p>
    <w:p w14:paraId="2D666872" w14:textId="77777777" w:rsidR="00CF51C6" w:rsidRPr="00B0070E" w:rsidRDefault="00CF51C6" w:rsidP="00CF51C6">
      <w:pPr>
        <w:pStyle w:val="DevConfigs"/>
        <w:rPr>
          <w:rStyle w:val="DevConfigGray"/>
        </w:rPr>
      </w:pPr>
      <w:proofErr w:type="spellStart"/>
      <w:proofErr w:type="gramStart"/>
      <w:r w:rsidRPr="00B0070E">
        <w:rPr>
          <w:rStyle w:val="DevConfigGray"/>
        </w:rPr>
        <w:t>ip</w:t>
      </w:r>
      <w:proofErr w:type="spellEnd"/>
      <w:proofErr w:type="gramEnd"/>
      <w:r w:rsidRPr="00B0070E">
        <w:rPr>
          <w:rStyle w:val="DevConfigGray"/>
        </w:rPr>
        <w:t xml:space="preserve"> http secure-server</w:t>
      </w:r>
    </w:p>
    <w:p w14:paraId="4CC19DC7" w14:textId="77777777" w:rsidR="00CF51C6" w:rsidRPr="00B0070E" w:rsidRDefault="00CF51C6" w:rsidP="00CF51C6">
      <w:pPr>
        <w:pStyle w:val="DevConfigs"/>
        <w:rPr>
          <w:rStyle w:val="DevConfigGray"/>
        </w:rPr>
      </w:pPr>
      <w:r w:rsidRPr="00B0070E">
        <w:rPr>
          <w:rStyle w:val="DevConfigGray"/>
        </w:rPr>
        <w:t>!</w:t>
      </w:r>
    </w:p>
    <w:p w14:paraId="3ACEB642" w14:textId="77777777" w:rsidR="00CF51C6" w:rsidRPr="00B0070E" w:rsidRDefault="00CF51C6" w:rsidP="00CF51C6">
      <w:pPr>
        <w:pStyle w:val="DevConfigs"/>
        <w:rPr>
          <w:rStyle w:val="DevConfigGray"/>
        </w:rPr>
      </w:pPr>
      <w:proofErr w:type="gramStart"/>
      <w:r w:rsidRPr="00B0070E">
        <w:rPr>
          <w:rStyle w:val="DevConfigGray"/>
        </w:rPr>
        <w:t>line</w:t>
      </w:r>
      <w:proofErr w:type="gramEnd"/>
      <w:r w:rsidRPr="00B0070E">
        <w:rPr>
          <w:rStyle w:val="DevConfigGray"/>
        </w:rPr>
        <w:t xml:space="preserve"> con 0</w:t>
      </w:r>
    </w:p>
    <w:p w14:paraId="2732C916" w14:textId="77777777" w:rsidR="00CF51C6" w:rsidRPr="00B0070E" w:rsidRDefault="00CF51C6" w:rsidP="00CF51C6">
      <w:pPr>
        <w:pStyle w:val="DevConfigs"/>
        <w:rPr>
          <w:rStyle w:val="DevConfigGray"/>
        </w:rPr>
      </w:pPr>
      <w:proofErr w:type="gramStart"/>
      <w:r w:rsidRPr="00B0070E">
        <w:rPr>
          <w:rStyle w:val="DevConfigGray"/>
        </w:rPr>
        <w:t>line</w:t>
      </w:r>
      <w:proofErr w:type="gramEnd"/>
      <w:r w:rsidRPr="00B0070E">
        <w:rPr>
          <w:rStyle w:val="DevConfigGray"/>
        </w:rPr>
        <w:t xml:space="preserve"> </w:t>
      </w:r>
      <w:proofErr w:type="spellStart"/>
      <w:r w:rsidRPr="00B0070E">
        <w:rPr>
          <w:rStyle w:val="DevConfigGray"/>
        </w:rPr>
        <w:t>vty</w:t>
      </w:r>
      <w:proofErr w:type="spellEnd"/>
      <w:r w:rsidRPr="00B0070E">
        <w:rPr>
          <w:rStyle w:val="DevConfigGray"/>
        </w:rPr>
        <w:t xml:space="preserve"> 5 15</w:t>
      </w:r>
    </w:p>
    <w:p w14:paraId="625912ED" w14:textId="77777777" w:rsidR="00CF51C6" w:rsidRPr="00B0070E" w:rsidRDefault="00CF51C6" w:rsidP="00CF51C6">
      <w:pPr>
        <w:pStyle w:val="DevConfigs"/>
        <w:rPr>
          <w:rStyle w:val="DevConfigGray"/>
        </w:rPr>
      </w:pPr>
      <w:r w:rsidRPr="00B0070E">
        <w:rPr>
          <w:rStyle w:val="DevConfigGray"/>
        </w:rPr>
        <w:t>!</w:t>
      </w:r>
    </w:p>
    <w:p w14:paraId="0E38084F" w14:textId="77777777" w:rsidR="00CF51C6" w:rsidRPr="00B0070E" w:rsidRDefault="00CF51C6" w:rsidP="00CF51C6">
      <w:pPr>
        <w:pStyle w:val="DevConfigs"/>
        <w:rPr>
          <w:rStyle w:val="DevConfigGray"/>
        </w:rPr>
      </w:pPr>
      <w:proofErr w:type="gramStart"/>
      <w:r w:rsidRPr="00B0070E">
        <w:rPr>
          <w:rStyle w:val="DevConfigGray"/>
        </w:rPr>
        <w:t>end</w:t>
      </w:r>
      <w:proofErr w:type="gramEnd"/>
    </w:p>
    <w:p w14:paraId="374F453E" w14:textId="64508F03" w:rsidR="00B0070E" w:rsidRPr="00D05AAE" w:rsidRDefault="00B0070E" w:rsidP="00CF51C6">
      <w:pPr>
        <w:pStyle w:val="DevConfigs"/>
        <w:rPr>
          <w:rStyle w:val="DevConfigGray"/>
        </w:rPr>
      </w:pPr>
    </w:p>
    <w:sectPr w:rsidR="00B0070E" w:rsidRPr="00D05AAE"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1C75F" w14:textId="77777777" w:rsidR="00962495" w:rsidRDefault="00962495" w:rsidP="0090659A">
      <w:pPr>
        <w:spacing w:after="0" w:line="240" w:lineRule="auto"/>
      </w:pPr>
      <w:r>
        <w:separator/>
      </w:r>
    </w:p>
    <w:p w14:paraId="3BDA658C" w14:textId="77777777" w:rsidR="00962495" w:rsidRDefault="00962495"/>
    <w:p w14:paraId="44768420" w14:textId="77777777" w:rsidR="00962495" w:rsidRDefault="00962495"/>
    <w:p w14:paraId="11B7986B" w14:textId="77777777" w:rsidR="00962495" w:rsidRDefault="00962495"/>
    <w:p w14:paraId="4B5EFDB6" w14:textId="77777777" w:rsidR="00962495" w:rsidRDefault="00962495"/>
  </w:endnote>
  <w:endnote w:type="continuationSeparator" w:id="0">
    <w:p w14:paraId="0190D017" w14:textId="77777777" w:rsidR="00962495" w:rsidRDefault="00962495" w:rsidP="0090659A">
      <w:pPr>
        <w:spacing w:after="0" w:line="240" w:lineRule="auto"/>
      </w:pPr>
      <w:r>
        <w:continuationSeparator/>
      </w:r>
    </w:p>
    <w:p w14:paraId="2B8BB2B0" w14:textId="77777777" w:rsidR="00962495" w:rsidRDefault="00962495"/>
    <w:p w14:paraId="2952C37C" w14:textId="77777777" w:rsidR="00962495" w:rsidRDefault="00962495"/>
    <w:p w14:paraId="67223E34" w14:textId="77777777" w:rsidR="00962495" w:rsidRDefault="00962495"/>
    <w:p w14:paraId="27B94465" w14:textId="77777777" w:rsidR="00962495" w:rsidRDefault="009624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16C92" w14:textId="77777777" w:rsidR="00017E3F" w:rsidRPr="0090659A" w:rsidRDefault="00017E3F" w:rsidP="008C4307">
    <w:pPr>
      <w:pStyle w:val="Footer"/>
      <w:rPr>
        <w:szCs w:val="16"/>
      </w:rPr>
    </w:pPr>
    <w:r w:rsidRPr="002A244B">
      <w:t xml:space="preserve">© </w:t>
    </w:r>
    <w:r>
      <w:fldChar w:fldCharType="begin"/>
    </w:r>
    <w:r>
      <w:instrText xml:space="preserve"> DATE  \@ "yyyy"  \* MERGEFORMAT </w:instrText>
    </w:r>
    <w:r>
      <w:fldChar w:fldCharType="separate"/>
    </w:r>
    <w:r w:rsidR="00C342B6">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B1A34">
      <w:rPr>
        <w:b/>
        <w:noProof/>
        <w:szCs w:val="16"/>
      </w:rPr>
      <w:t>8</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B1A34">
      <w:rPr>
        <w:b/>
        <w:noProof/>
        <w:szCs w:val="16"/>
      </w:rPr>
      <w:t>19</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54C4D" w14:textId="77777777" w:rsidR="00017E3F" w:rsidRPr="0090659A" w:rsidRDefault="00017E3F" w:rsidP="008C4307">
    <w:pPr>
      <w:pStyle w:val="Footer"/>
      <w:rPr>
        <w:szCs w:val="16"/>
      </w:rPr>
    </w:pPr>
    <w:r w:rsidRPr="002A244B">
      <w:t xml:space="preserve">© </w:t>
    </w:r>
    <w:r>
      <w:fldChar w:fldCharType="begin"/>
    </w:r>
    <w:r>
      <w:instrText xml:space="preserve"> DATE  \@ "yyyy"  \* MERGEFORMAT </w:instrText>
    </w:r>
    <w:r>
      <w:fldChar w:fldCharType="separate"/>
    </w:r>
    <w:r w:rsidR="00C342B6">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B1A3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B1A34">
      <w:rPr>
        <w:b/>
        <w:noProof/>
        <w:szCs w:val="16"/>
      </w:rPr>
      <w:t>19</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D05EF" w14:textId="77777777" w:rsidR="00962495" w:rsidRDefault="00962495" w:rsidP="0090659A">
      <w:pPr>
        <w:spacing w:after="0" w:line="240" w:lineRule="auto"/>
      </w:pPr>
      <w:r>
        <w:separator/>
      </w:r>
    </w:p>
    <w:p w14:paraId="25596D21" w14:textId="77777777" w:rsidR="00962495" w:rsidRDefault="00962495"/>
    <w:p w14:paraId="72BC5384" w14:textId="77777777" w:rsidR="00962495" w:rsidRDefault="00962495"/>
    <w:p w14:paraId="3DDCE890" w14:textId="77777777" w:rsidR="00962495" w:rsidRDefault="00962495"/>
    <w:p w14:paraId="5ED2AEA8" w14:textId="77777777" w:rsidR="00962495" w:rsidRDefault="00962495"/>
  </w:footnote>
  <w:footnote w:type="continuationSeparator" w:id="0">
    <w:p w14:paraId="7057FF6D" w14:textId="77777777" w:rsidR="00962495" w:rsidRDefault="00962495" w:rsidP="0090659A">
      <w:pPr>
        <w:spacing w:after="0" w:line="240" w:lineRule="auto"/>
      </w:pPr>
      <w:r>
        <w:continuationSeparator/>
      </w:r>
    </w:p>
    <w:p w14:paraId="7AEEEE15" w14:textId="77777777" w:rsidR="00962495" w:rsidRDefault="00962495"/>
    <w:p w14:paraId="3B3094A4" w14:textId="77777777" w:rsidR="00962495" w:rsidRDefault="00962495"/>
    <w:p w14:paraId="51C3188A" w14:textId="77777777" w:rsidR="00962495" w:rsidRDefault="00962495"/>
    <w:p w14:paraId="4491527B" w14:textId="77777777" w:rsidR="00962495" w:rsidRDefault="009624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F4286" w14:textId="77777777" w:rsidR="00017E3F" w:rsidRDefault="00017E3F" w:rsidP="00C52BA6">
    <w:pPr>
      <w:pStyle w:val="PageHead"/>
    </w:pPr>
    <w:r w:rsidRPr="00FD4A68">
      <w:t xml:space="preserve">Lab </w:t>
    </w:r>
    <w:r>
      <w:t>–</w:t>
    </w:r>
    <w:r w:rsidRPr="00FD4A68">
      <w:t xml:space="preserve"> </w:t>
    </w:r>
    <w:r>
      <w:t>Configure CDP and LLDP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E192F" w14:textId="77777777" w:rsidR="00017E3F" w:rsidRDefault="00017E3F">
    <w:pPr>
      <w:pStyle w:val="Header"/>
    </w:pPr>
    <w:r>
      <w:rPr>
        <w:noProof/>
      </w:rPr>
      <w:drawing>
        <wp:anchor distT="0" distB="0" distL="114300" distR="114300" simplePos="0" relativeHeight="251657728" behindDoc="0" locked="0" layoutInCell="1" allowOverlap="1" wp14:anchorId="5CD7C2EF" wp14:editId="5C5E2B1B">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 w:ilvl="0">
        <w:start w:val="1"/>
        <w:numFmt w:val="decimal"/>
        <w:pStyle w:val="PartHead"/>
        <w:lvlText w:val="Part %1:"/>
        <w:lvlJc w:val="left"/>
        <w:pPr>
          <w:tabs>
            <w:tab w:val="num" w:pos="1080"/>
          </w:tabs>
          <w:snapToGrid w:val="0"/>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StepHead"/>
        <w:lvlText w:val="Step %2:"/>
        <w:lvlJc w:val="left"/>
        <w:pPr>
          <w:tabs>
            <w:tab w:val="num" w:pos="936"/>
          </w:tabs>
          <w:ind w:left="936" w:hanging="936"/>
        </w:pPr>
      </w:lvl>
    </w:lvlOverride>
    <w:lvlOverride w:ilvl="2">
      <w:lvl w:ilvl="2">
        <w:start w:val="1"/>
        <w:numFmt w:val="lowerLetter"/>
        <w:pStyle w:val="SubStepAlpha"/>
        <w:lvlText w:val="%3."/>
        <w:lvlJc w:val="left"/>
        <w:pPr>
          <w:tabs>
            <w:tab w:val="num" w:pos="720"/>
          </w:tabs>
          <w:ind w:left="720" w:hanging="360"/>
        </w:pPr>
      </w:lvl>
    </w:lvlOverride>
    <w:lvlOverride w:ilvl="3">
      <w:lvl w:ilvl="3">
        <w:start w:val="1"/>
        <w:numFmt w:val="decimal"/>
        <w:pStyle w:val="SubStepNum"/>
        <w:lvlText w:val="%4)"/>
        <w:lvlJc w:val="left"/>
        <w:pPr>
          <w:tabs>
            <w:tab w:val="num" w:pos="1080"/>
          </w:tabs>
          <w:ind w:left="1080" w:hanging="360"/>
        </w:pPr>
      </w:lvl>
    </w:lvlOverride>
    <w:lvlOverride w:ilvl="4">
      <w:lvl w:ilvl="4">
        <w:start w:val="1"/>
        <w:numFmt w:val="none"/>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wNzY0MzC2sLC0MDYwMTdX0lEKTi0uzszPAykwrAUAA2g5hCwAAAA="/>
    <w:docVar w:name="__grammarly61__i" w:val="H4sIAAAAAAAEAKtWckksSQxILCpxzi/NK1GyMqwFAAEhoTITAAAA"/>
    <w:docVar w:name="__grammarly61_1" w:val="H4sIAAAAAAAEAKtWcslPLs1NzSvxTFGyUkoyTjMwNLQw0zU2NLbUNbEwMtS1TEy21DU2TzFONE1OTjW2TFPSUQpOLS7OzM8DaTGsBQBxFy9YQwAAAA=="/>
  </w:docVars>
  <w:rsids>
    <w:rsidRoot w:val="0067725C"/>
    <w:rsid w:val="00004175"/>
    <w:rsid w:val="000059C9"/>
    <w:rsid w:val="00013C67"/>
    <w:rsid w:val="000160F7"/>
    <w:rsid w:val="00016D5B"/>
    <w:rsid w:val="00016F30"/>
    <w:rsid w:val="00017E3F"/>
    <w:rsid w:val="0002047C"/>
    <w:rsid w:val="00021B9A"/>
    <w:rsid w:val="000242D6"/>
    <w:rsid w:val="00024EE5"/>
    <w:rsid w:val="0002705B"/>
    <w:rsid w:val="0003624D"/>
    <w:rsid w:val="00041AF6"/>
    <w:rsid w:val="00044E62"/>
    <w:rsid w:val="00050BA4"/>
    <w:rsid w:val="00051738"/>
    <w:rsid w:val="00052548"/>
    <w:rsid w:val="00060696"/>
    <w:rsid w:val="000650E4"/>
    <w:rsid w:val="000668F1"/>
    <w:rsid w:val="00073539"/>
    <w:rsid w:val="000769CF"/>
    <w:rsid w:val="000815D8"/>
    <w:rsid w:val="00084C99"/>
    <w:rsid w:val="00085CC6"/>
    <w:rsid w:val="00090C07"/>
    <w:rsid w:val="00091E8D"/>
    <w:rsid w:val="0009378D"/>
    <w:rsid w:val="00097163"/>
    <w:rsid w:val="000A22C8"/>
    <w:rsid w:val="000B0CB3"/>
    <w:rsid w:val="000B2344"/>
    <w:rsid w:val="000B7DE5"/>
    <w:rsid w:val="000D55B4"/>
    <w:rsid w:val="000E2B30"/>
    <w:rsid w:val="000E65F0"/>
    <w:rsid w:val="000F072C"/>
    <w:rsid w:val="000F6743"/>
    <w:rsid w:val="001006C2"/>
    <w:rsid w:val="00100FDC"/>
    <w:rsid w:val="001012AB"/>
    <w:rsid w:val="00107B2B"/>
    <w:rsid w:val="00111281"/>
    <w:rsid w:val="00112AC5"/>
    <w:rsid w:val="001133DD"/>
    <w:rsid w:val="00114F11"/>
    <w:rsid w:val="00120CBE"/>
    <w:rsid w:val="00121FB4"/>
    <w:rsid w:val="001224B8"/>
    <w:rsid w:val="00123085"/>
    <w:rsid w:val="001261C4"/>
    <w:rsid w:val="001305D3"/>
    <w:rsid w:val="001314FB"/>
    <w:rsid w:val="001366EC"/>
    <w:rsid w:val="0014219C"/>
    <w:rsid w:val="001425ED"/>
    <w:rsid w:val="00144997"/>
    <w:rsid w:val="0015326D"/>
    <w:rsid w:val="00154CA6"/>
    <w:rsid w:val="00154E3A"/>
    <w:rsid w:val="00157902"/>
    <w:rsid w:val="00163164"/>
    <w:rsid w:val="001656A6"/>
    <w:rsid w:val="00166253"/>
    <w:rsid w:val="001704B7"/>
    <w:rsid w:val="001710C0"/>
    <w:rsid w:val="00172AFB"/>
    <w:rsid w:val="001772B8"/>
    <w:rsid w:val="00180FBF"/>
    <w:rsid w:val="00182CF4"/>
    <w:rsid w:val="00186CE1"/>
    <w:rsid w:val="00191F00"/>
    <w:rsid w:val="00192F12"/>
    <w:rsid w:val="00193F14"/>
    <w:rsid w:val="00197614"/>
    <w:rsid w:val="001A0312"/>
    <w:rsid w:val="001A15DA"/>
    <w:rsid w:val="001A2694"/>
    <w:rsid w:val="001A3CC7"/>
    <w:rsid w:val="001A5C67"/>
    <w:rsid w:val="001A68E1"/>
    <w:rsid w:val="001A69AC"/>
    <w:rsid w:val="001B67D8"/>
    <w:rsid w:val="001B6F95"/>
    <w:rsid w:val="001C05A1"/>
    <w:rsid w:val="001C1D9E"/>
    <w:rsid w:val="001C2F56"/>
    <w:rsid w:val="001C35FD"/>
    <w:rsid w:val="001C4EB1"/>
    <w:rsid w:val="001C7C3B"/>
    <w:rsid w:val="001D5B6F"/>
    <w:rsid w:val="001E0AB8"/>
    <w:rsid w:val="001E38E0"/>
    <w:rsid w:val="001E4E72"/>
    <w:rsid w:val="001E62B3"/>
    <w:rsid w:val="001F0171"/>
    <w:rsid w:val="001F06C9"/>
    <w:rsid w:val="001F0909"/>
    <w:rsid w:val="001F0D77"/>
    <w:rsid w:val="001F7DD8"/>
    <w:rsid w:val="00201928"/>
    <w:rsid w:val="00203E26"/>
    <w:rsid w:val="0020449C"/>
    <w:rsid w:val="0020780D"/>
    <w:rsid w:val="002113B8"/>
    <w:rsid w:val="00213E2D"/>
    <w:rsid w:val="00215665"/>
    <w:rsid w:val="0021603D"/>
    <w:rsid w:val="002163BB"/>
    <w:rsid w:val="0021792C"/>
    <w:rsid w:val="002235FA"/>
    <w:rsid w:val="002240AB"/>
    <w:rsid w:val="002254D9"/>
    <w:rsid w:val="00225E37"/>
    <w:rsid w:val="00242E3A"/>
    <w:rsid w:val="00245653"/>
    <w:rsid w:val="002506CF"/>
    <w:rsid w:val="0025107F"/>
    <w:rsid w:val="00260CD4"/>
    <w:rsid w:val="002639D8"/>
    <w:rsid w:val="002639ED"/>
    <w:rsid w:val="00265EC8"/>
    <w:rsid w:val="00265F77"/>
    <w:rsid w:val="00266C83"/>
    <w:rsid w:val="00271D07"/>
    <w:rsid w:val="002768DC"/>
    <w:rsid w:val="00277665"/>
    <w:rsid w:val="00282801"/>
    <w:rsid w:val="00283718"/>
    <w:rsid w:val="0029431B"/>
    <w:rsid w:val="002A47C9"/>
    <w:rsid w:val="002A6C56"/>
    <w:rsid w:val="002B0325"/>
    <w:rsid w:val="002C090C"/>
    <w:rsid w:val="002C1243"/>
    <w:rsid w:val="002C1815"/>
    <w:rsid w:val="002C475E"/>
    <w:rsid w:val="002C4AF5"/>
    <w:rsid w:val="002C6AD6"/>
    <w:rsid w:val="002D3276"/>
    <w:rsid w:val="002D5AED"/>
    <w:rsid w:val="002D6C2A"/>
    <w:rsid w:val="002D7A86"/>
    <w:rsid w:val="002F45FF"/>
    <w:rsid w:val="002F6D17"/>
    <w:rsid w:val="00302887"/>
    <w:rsid w:val="003056EB"/>
    <w:rsid w:val="00305C40"/>
    <w:rsid w:val="00305C96"/>
    <w:rsid w:val="003071FF"/>
    <w:rsid w:val="00310652"/>
    <w:rsid w:val="0031371D"/>
    <w:rsid w:val="0031789F"/>
    <w:rsid w:val="00320788"/>
    <w:rsid w:val="0032159D"/>
    <w:rsid w:val="003233A3"/>
    <w:rsid w:val="0034455D"/>
    <w:rsid w:val="0034604B"/>
    <w:rsid w:val="00346D17"/>
    <w:rsid w:val="00347972"/>
    <w:rsid w:val="00351315"/>
    <w:rsid w:val="0035469B"/>
    <w:rsid w:val="00354ACF"/>
    <w:rsid w:val="003559CC"/>
    <w:rsid w:val="003569D7"/>
    <w:rsid w:val="003608AC"/>
    <w:rsid w:val="0036465A"/>
    <w:rsid w:val="00364B41"/>
    <w:rsid w:val="0036720C"/>
    <w:rsid w:val="00372AC7"/>
    <w:rsid w:val="00374F11"/>
    <w:rsid w:val="00381968"/>
    <w:rsid w:val="00392C65"/>
    <w:rsid w:val="00392ED5"/>
    <w:rsid w:val="00396C7E"/>
    <w:rsid w:val="00397E48"/>
    <w:rsid w:val="003A19DC"/>
    <w:rsid w:val="003A1B45"/>
    <w:rsid w:val="003A220C"/>
    <w:rsid w:val="003A5844"/>
    <w:rsid w:val="003B36AB"/>
    <w:rsid w:val="003B46FC"/>
    <w:rsid w:val="003B5767"/>
    <w:rsid w:val="003B7605"/>
    <w:rsid w:val="003C08AA"/>
    <w:rsid w:val="003C2A7B"/>
    <w:rsid w:val="003C6BCA"/>
    <w:rsid w:val="003C7902"/>
    <w:rsid w:val="003D0BFF"/>
    <w:rsid w:val="003E53EF"/>
    <w:rsid w:val="003E5BE5"/>
    <w:rsid w:val="003F18D1"/>
    <w:rsid w:val="003F4F0E"/>
    <w:rsid w:val="003F6E06"/>
    <w:rsid w:val="00403C7A"/>
    <w:rsid w:val="004057A6"/>
    <w:rsid w:val="00406554"/>
    <w:rsid w:val="004131B0"/>
    <w:rsid w:val="00415296"/>
    <w:rsid w:val="00415834"/>
    <w:rsid w:val="00416BD7"/>
    <w:rsid w:val="00416C42"/>
    <w:rsid w:val="00421AEA"/>
    <w:rsid w:val="00422476"/>
    <w:rsid w:val="00423112"/>
    <w:rsid w:val="0042385C"/>
    <w:rsid w:val="00424FED"/>
    <w:rsid w:val="00431292"/>
    <w:rsid w:val="00431654"/>
    <w:rsid w:val="004345DD"/>
    <w:rsid w:val="00434926"/>
    <w:rsid w:val="00443ACE"/>
    <w:rsid w:val="00444217"/>
    <w:rsid w:val="004459EF"/>
    <w:rsid w:val="004478F4"/>
    <w:rsid w:val="00450F7A"/>
    <w:rsid w:val="0045209F"/>
    <w:rsid w:val="00452C6D"/>
    <w:rsid w:val="00455E0B"/>
    <w:rsid w:val="004619DA"/>
    <w:rsid w:val="00462B9F"/>
    <w:rsid w:val="004659EE"/>
    <w:rsid w:val="004936C2"/>
    <w:rsid w:val="0049379C"/>
    <w:rsid w:val="004A1CA0"/>
    <w:rsid w:val="004A22E9"/>
    <w:rsid w:val="004A4ACD"/>
    <w:rsid w:val="004A5BC5"/>
    <w:rsid w:val="004B023D"/>
    <w:rsid w:val="004B29E2"/>
    <w:rsid w:val="004B4636"/>
    <w:rsid w:val="004C0909"/>
    <w:rsid w:val="004C0FAD"/>
    <w:rsid w:val="004C3F97"/>
    <w:rsid w:val="004D01F2"/>
    <w:rsid w:val="004D3339"/>
    <w:rsid w:val="004D353F"/>
    <w:rsid w:val="004D36D7"/>
    <w:rsid w:val="004D682B"/>
    <w:rsid w:val="004E6152"/>
    <w:rsid w:val="004F344A"/>
    <w:rsid w:val="004F6B81"/>
    <w:rsid w:val="00504ED4"/>
    <w:rsid w:val="00510639"/>
    <w:rsid w:val="00512C97"/>
    <w:rsid w:val="005146A6"/>
    <w:rsid w:val="00516142"/>
    <w:rsid w:val="00520027"/>
    <w:rsid w:val="0052093C"/>
    <w:rsid w:val="00521B31"/>
    <w:rsid w:val="00522469"/>
    <w:rsid w:val="00523BF8"/>
    <w:rsid w:val="0052400A"/>
    <w:rsid w:val="0053041D"/>
    <w:rsid w:val="005341EE"/>
    <w:rsid w:val="00536F43"/>
    <w:rsid w:val="00543CA3"/>
    <w:rsid w:val="00543E26"/>
    <w:rsid w:val="00546F35"/>
    <w:rsid w:val="005510BA"/>
    <w:rsid w:val="00554662"/>
    <w:rsid w:val="00554B4E"/>
    <w:rsid w:val="00556C02"/>
    <w:rsid w:val="00560739"/>
    <w:rsid w:val="00561BB2"/>
    <w:rsid w:val="00562AFE"/>
    <w:rsid w:val="00562F6F"/>
    <w:rsid w:val="00563249"/>
    <w:rsid w:val="0056505A"/>
    <w:rsid w:val="005668B0"/>
    <w:rsid w:val="00570A65"/>
    <w:rsid w:val="005762B1"/>
    <w:rsid w:val="00580456"/>
    <w:rsid w:val="00580E73"/>
    <w:rsid w:val="00581ADA"/>
    <w:rsid w:val="005862E6"/>
    <w:rsid w:val="00593386"/>
    <w:rsid w:val="00596998"/>
    <w:rsid w:val="005A6E62"/>
    <w:rsid w:val="005D2B29"/>
    <w:rsid w:val="005D354A"/>
    <w:rsid w:val="005D6054"/>
    <w:rsid w:val="005E3235"/>
    <w:rsid w:val="005E4176"/>
    <w:rsid w:val="005E65B5"/>
    <w:rsid w:val="005F3AE9"/>
    <w:rsid w:val="005F4648"/>
    <w:rsid w:val="006007BB"/>
    <w:rsid w:val="00601DC0"/>
    <w:rsid w:val="006034CB"/>
    <w:rsid w:val="006131CE"/>
    <w:rsid w:val="0061336B"/>
    <w:rsid w:val="006171C6"/>
    <w:rsid w:val="0061770A"/>
    <w:rsid w:val="00617D6E"/>
    <w:rsid w:val="00622D61"/>
    <w:rsid w:val="0062377C"/>
    <w:rsid w:val="00624198"/>
    <w:rsid w:val="0062470B"/>
    <w:rsid w:val="00624E75"/>
    <w:rsid w:val="00626F0D"/>
    <w:rsid w:val="0064025C"/>
    <w:rsid w:val="006428E5"/>
    <w:rsid w:val="00644958"/>
    <w:rsid w:val="00656556"/>
    <w:rsid w:val="00664C9B"/>
    <w:rsid w:val="00672919"/>
    <w:rsid w:val="00673D5D"/>
    <w:rsid w:val="00673F32"/>
    <w:rsid w:val="0067725C"/>
    <w:rsid w:val="006810DA"/>
    <w:rsid w:val="00686587"/>
    <w:rsid w:val="006904CF"/>
    <w:rsid w:val="006943D0"/>
    <w:rsid w:val="00695EE2"/>
    <w:rsid w:val="0069660B"/>
    <w:rsid w:val="006A1B33"/>
    <w:rsid w:val="006A48F1"/>
    <w:rsid w:val="006A71A3"/>
    <w:rsid w:val="006B03F2"/>
    <w:rsid w:val="006B14C1"/>
    <w:rsid w:val="006B1639"/>
    <w:rsid w:val="006B347D"/>
    <w:rsid w:val="006B5CA7"/>
    <w:rsid w:val="006B5E89"/>
    <w:rsid w:val="006B6671"/>
    <w:rsid w:val="006C19B2"/>
    <w:rsid w:val="006C30A0"/>
    <w:rsid w:val="006C35FF"/>
    <w:rsid w:val="006C57F2"/>
    <w:rsid w:val="006C5949"/>
    <w:rsid w:val="006C6832"/>
    <w:rsid w:val="006D1370"/>
    <w:rsid w:val="006D2C28"/>
    <w:rsid w:val="006D3FC1"/>
    <w:rsid w:val="006D4B0D"/>
    <w:rsid w:val="006D5CAC"/>
    <w:rsid w:val="006E31F8"/>
    <w:rsid w:val="006E372B"/>
    <w:rsid w:val="006E6581"/>
    <w:rsid w:val="006E71DF"/>
    <w:rsid w:val="006F1CC4"/>
    <w:rsid w:val="006F2976"/>
    <w:rsid w:val="006F2A86"/>
    <w:rsid w:val="006F3163"/>
    <w:rsid w:val="006F3542"/>
    <w:rsid w:val="006F3C1A"/>
    <w:rsid w:val="006F495A"/>
    <w:rsid w:val="00700F32"/>
    <w:rsid w:val="00705FEC"/>
    <w:rsid w:val="0071147A"/>
    <w:rsid w:val="0071185D"/>
    <w:rsid w:val="00721E01"/>
    <w:rsid w:val="007222AD"/>
    <w:rsid w:val="00726050"/>
    <w:rsid w:val="007267CF"/>
    <w:rsid w:val="00726F30"/>
    <w:rsid w:val="00731F3F"/>
    <w:rsid w:val="00733BAB"/>
    <w:rsid w:val="00734E82"/>
    <w:rsid w:val="00737502"/>
    <w:rsid w:val="007436BF"/>
    <w:rsid w:val="007443E9"/>
    <w:rsid w:val="00745DCE"/>
    <w:rsid w:val="00753D89"/>
    <w:rsid w:val="00754C13"/>
    <w:rsid w:val="00755C9B"/>
    <w:rsid w:val="00760FE4"/>
    <w:rsid w:val="00763D8B"/>
    <w:rsid w:val="00765506"/>
    <w:rsid w:val="007657F6"/>
    <w:rsid w:val="00765E47"/>
    <w:rsid w:val="0076668B"/>
    <w:rsid w:val="0077125A"/>
    <w:rsid w:val="007729F4"/>
    <w:rsid w:val="0078405B"/>
    <w:rsid w:val="00786F58"/>
    <w:rsid w:val="00787CC1"/>
    <w:rsid w:val="00787E39"/>
    <w:rsid w:val="007903CE"/>
    <w:rsid w:val="00792F4E"/>
    <w:rsid w:val="0079398D"/>
    <w:rsid w:val="00795C00"/>
    <w:rsid w:val="00796C25"/>
    <w:rsid w:val="007A287C"/>
    <w:rsid w:val="007A3B2A"/>
    <w:rsid w:val="007B5522"/>
    <w:rsid w:val="007C0EE0"/>
    <w:rsid w:val="007C1328"/>
    <w:rsid w:val="007C1B71"/>
    <w:rsid w:val="007C2FBB"/>
    <w:rsid w:val="007C7164"/>
    <w:rsid w:val="007C7645"/>
    <w:rsid w:val="007C7CB9"/>
    <w:rsid w:val="007D1984"/>
    <w:rsid w:val="007D2AFE"/>
    <w:rsid w:val="007E3264"/>
    <w:rsid w:val="007E3FEA"/>
    <w:rsid w:val="007F0A0B"/>
    <w:rsid w:val="007F25C1"/>
    <w:rsid w:val="007F3A60"/>
    <w:rsid w:val="007F3D0B"/>
    <w:rsid w:val="007F7C94"/>
    <w:rsid w:val="008001AE"/>
    <w:rsid w:val="0080373C"/>
    <w:rsid w:val="0080520C"/>
    <w:rsid w:val="00810B7C"/>
    <w:rsid w:val="00810E4B"/>
    <w:rsid w:val="00813D0C"/>
    <w:rsid w:val="00814BAA"/>
    <w:rsid w:val="008169C2"/>
    <w:rsid w:val="00824295"/>
    <w:rsid w:val="00825F57"/>
    <w:rsid w:val="00830473"/>
    <w:rsid w:val="0083050B"/>
    <w:rsid w:val="008313F3"/>
    <w:rsid w:val="008405BB"/>
    <w:rsid w:val="00840FC2"/>
    <w:rsid w:val="00844132"/>
    <w:rsid w:val="00846494"/>
    <w:rsid w:val="00847B20"/>
    <w:rsid w:val="008509D3"/>
    <w:rsid w:val="00853418"/>
    <w:rsid w:val="00857CF6"/>
    <w:rsid w:val="008610ED"/>
    <w:rsid w:val="00861C6A"/>
    <w:rsid w:val="00862F97"/>
    <w:rsid w:val="00865199"/>
    <w:rsid w:val="00867EAF"/>
    <w:rsid w:val="008711AC"/>
    <w:rsid w:val="008713EA"/>
    <w:rsid w:val="00873C6B"/>
    <w:rsid w:val="0088426A"/>
    <w:rsid w:val="00884FC3"/>
    <w:rsid w:val="008852BA"/>
    <w:rsid w:val="00890108"/>
    <w:rsid w:val="00890E62"/>
    <w:rsid w:val="00893877"/>
    <w:rsid w:val="0089532C"/>
    <w:rsid w:val="00896165"/>
    <w:rsid w:val="00896681"/>
    <w:rsid w:val="008A2749"/>
    <w:rsid w:val="008A3A90"/>
    <w:rsid w:val="008A5CC9"/>
    <w:rsid w:val="008B06D4"/>
    <w:rsid w:val="008B4F20"/>
    <w:rsid w:val="008B7FFD"/>
    <w:rsid w:val="008C0998"/>
    <w:rsid w:val="008C2920"/>
    <w:rsid w:val="008C4307"/>
    <w:rsid w:val="008D23DF"/>
    <w:rsid w:val="008D251E"/>
    <w:rsid w:val="008D380E"/>
    <w:rsid w:val="008D73BF"/>
    <w:rsid w:val="008D7F09"/>
    <w:rsid w:val="008E5B64"/>
    <w:rsid w:val="008E64C4"/>
    <w:rsid w:val="008E7DAA"/>
    <w:rsid w:val="008F0094"/>
    <w:rsid w:val="008F2374"/>
    <w:rsid w:val="008F340F"/>
    <w:rsid w:val="008F6927"/>
    <w:rsid w:val="00903523"/>
    <w:rsid w:val="0090659A"/>
    <w:rsid w:val="00911080"/>
    <w:rsid w:val="009113A5"/>
    <w:rsid w:val="00911571"/>
    <w:rsid w:val="009134D0"/>
    <w:rsid w:val="00915986"/>
    <w:rsid w:val="00917624"/>
    <w:rsid w:val="00922062"/>
    <w:rsid w:val="00923E1E"/>
    <w:rsid w:val="00925F3C"/>
    <w:rsid w:val="009263B4"/>
    <w:rsid w:val="00930386"/>
    <w:rsid w:val="009309F5"/>
    <w:rsid w:val="00933237"/>
    <w:rsid w:val="00933F28"/>
    <w:rsid w:val="009476C0"/>
    <w:rsid w:val="00962495"/>
    <w:rsid w:val="00963E34"/>
    <w:rsid w:val="00964DFA"/>
    <w:rsid w:val="0097026A"/>
    <w:rsid w:val="00971E61"/>
    <w:rsid w:val="0098155C"/>
    <w:rsid w:val="00983B77"/>
    <w:rsid w:val="00986F10"/>
    <w:rsid w:val="00996053"/>
    <w:rsid w:val="00996111"/>
    <w:rsid w:val="00996181"/>
    <w:rsid w:val="009A0B2F"/>
    <w:rsid w:val="009A135E"/>
    <w:rsid w:val="009A1CF4"/>
    <w:rsid w:val="009A29AC"/>
    <w:rsid w:val="009A37D7"/>
    <w:rsid w:val="009A4E17"/>
    <w:rsid w:val="009A6955"/>
    <w:rsid w:val="009A6C3E"/>
    <w:rsid w:val="009A7563"/>
    <w:rsid w:val="009B2054"/>
    <w:rsid w:val="009B341C"/>
    <w:rsid w:val="009B5747"/>
    <w:rsid w:val="009D2C27"/>
    <w:rsid w:val="009D2C3E"/>
    <w:rsid w:val="009E2309"/>
    <w:rsid w:val="009E42B9"/>
    <w:rsid w:val="009F4C2E"/>
    <w:rsid w:val="00A014A3"/>
    <w:rsid w:val="00A0412D"/>
    <w:rsid w:val="00A21211"/>
    <w:rsid w:val="00A34E7F"/>
    <w:rsid w:val="00A34FCB"/>
    <w:rsid w:val="00A40ED8"/>
    <w:rsid w:val="00A414F5"/>
    <w:rsid w:val="00A46F0A"/>
    <w:rsid w:val="00A46F25"/>
    <w:rsid w:val="00A47CC2"/>
    <w:rsid w:val="00A502BA"/>
    <w:rsid w:val="00A52EB5"/>
    <w:rsid w:val="00A52F8D"/>
    <w:rsid w:val="00A60146"/>
    <w:rsid w:val="00A622C4"/>
    <w:rsid w:val="00A6283D"/>
    <w:rsid w:val="00A72B1E"/>
    <w:rsid w:val="00A754B4"/>
    <w:rsid w:val="00A807C1"/>
    <w:rsid w:val="00A83230"/>
    <w:rsid w:val="00A83374"/>
    <w:rsid w:val="00A939A0"/>
    <w:rsid w:val="00A96172"/>
    <w:rsid w:val="00A97C5F"/>
    <w:rsid w:val="00AA2AF0"/>
    <w:rsid w:val="00AA7B04"/>
    <w:rsid w:val="00AB0D6A"/>
    <w:rsid w:val="00AB4097"/>
    <w:rsid w:val="00AB43B3"/>
    <w:rsid w:val="00AB49B9"/>
    <w:rsid w:val="00AB758A"/>
    <w:rsid w:val="00AB7932"/>
    <w:rsid w:val="00AC027E"/>
    <w:rsid w:val="00AC1E7E"/>
    <w:rsid w:val="00AC507D"/>
    <w:rsid w:val="00AC66E4"/>
    <w:rsid w:val="00AC7119"/>
    <w:rsid w:val="00AD04F2"/>
    <w:rsid w:val="00AD4578"/>
    <w:rsid w:val="00AD6421"/>
    <w:rsid w:val="00AD68E9"/>
    <w:rsid w:val="00AE56C0"/>
    <w:rsid w:val="00B0070E"/>
    <w:rsid w:val="00B0070F"/>
    <w:rsid w:val="00B00914"/>
    <w:rsid w:val="00B02A8E"/>
    <w:rsid w:val="00B052EE"/>
    <w:rsid w:val="00B0727D"/>
    <w:rsid w:val="00B1081F"/>
    <w:rsid w:val="00B10A16"/>
    <w:rsid w:val="00B27499"/>
    <w:rsid w:val="00B27B5F"/>
    <w:rsid w:val="00B3010D"/>
    <w:rsid w:val="00B3212B"/>
    <w:rsid w:val="00B35151"/>
    <w:rsid w:val="00B433F2"/>
    <w:rsid w:val="00B458E8"/>
    <w:rsid w:val="00B50472"/>
    <w:rsid w:val="00B538D7"/>
    <w:rsid w:val="00B5397B"/>
    <w:rsid w:val="00B53EE9"/>
    <w:rsid w:val="00B57A66"/>
    <w:rsid w:val="00B62809"/>
    <w:rsid w:val="00B65568"/>
    <w:rsid w:val="00B766EF"/>
    <w:rsid w:val="00B7675A"/>
    <w:rsid w:val="00B81898"/>
    <w:rsid w:val="00B83D07"/>
    <w:rsid w:val="00B8606B"/>
    <w:rsid w:val="00B878E7"/>
    <w:rsid w:val="00B97278"/>
    <w:rsid w:val="00B97943"/>
    <w:rsid w:val="00BA157F"/>
    <w:rsid w:val="00BA1D0B"/>
    <w:rsid w:val="00BA6972"/>
    <w:rsid w:val="00BB1289"/>
    <w:rsid w:val="00BB1E0D"/>
    <w:rsid w:val="00BB4D9B"/>
    <w:rsid w:val="00BB73FF"/>
    <w:rsid w:val="00BB7688"/>
    <w:rsid w:val="00BC3004"/>
    <w:rsid w:val="00BC7CAC"/>
    <w:rsid w:val="00BD6D76"/>
    <w:rsid w:val="00BE18A9"/>
    <w:rsid w:val="00BE2FC8"/>
    <w:rsid w:val="00BE56B3"/>
    <w:rsid w:val="00BE676D"/>
    <w:rsid w:val="00BF04E8"/>
    <w:rsid w:val="00BF16BF"/>
    <w:rsid w:val="00BF4D1F"/>
    <w:rsid w:val="00C02A73"/>
    <w:rsid w:val="00C063D2"/>
    <w:rsid w:val="00C07FD9"/>
    <w:rsid w:val="00C10955"/>
    <w:rsid w:val="00C11C4D"/>
    <w:rsid w:val="00C165AF"/>
    <w:rsid w:val="00C16E12"/>
    <w:rsid w:val="00C1712C"/>
    <w:rsid w:val="00C23E16"/>
    <w:rsid w:val="00C27E37"/>
    <w:rsid w:val="00C32713"/>
    <w:rsid w:val="00C342B6"/>
    <w:rsid w:val="00C351B8"/>
    <w:rsid w:val="00C410D9"/>
    <w:rsid w:val="00C44DB7"/>
    <w:rsid w:val="00C4510A"/>
    <w:rsid w:val="00C47F2E"/>
    <w:rsid w:val="00C52BA6"/>
    <w:rsid w:val="00C57A1A"/>
    <w:rsid w:val="00C6258F"/>
    <w:rsid w:val="00C63DF6"/>
    <w:rsid w:val="00C63E58"/>
    <w:rsid w:val="00C6495E"/>
    <w:rsid w:val="00C670EE"/>
    <w:rsid w:val="00C67E3B"/>
    <w:rsid w:val="00C7317D"/>
    <w:rsid w:val="00C732BD"/>
    <w:rsid w:val="00C737EC"/>
    <w:rsid w:val="00C76571"/>
    <w:rsid w:val="00C81C1B"/>
    <w:rsid w:val="00C872E4"/>
    <w:rsid w:val="00C90311"/>
    <w:rsid w:val="00C91C26"/>
    <w:rsid w:val="00C96FC2"/>
    <w:rsid w:val="00CA3DC7"/>
    <w:rsid w:val="00CA694E"/>
    <w:rsid w:val="00CA73D5"/>
    <w:rsid w:val="00CB166A"/>
    <w:rsid w:val="00CB2C01"/>
    <w:rsid w:val="00CB3B84"/>
    <w:rsid w:val="00CC1C87"/>
    <w:rsid w:val="00CC2C93"/>
    <w:rsid w:val="00CC3000"/>
    <w:rsid w:val="00CC4859"/>
    <w:rsid w:val="00CC513A"/>
    <w:rsid w:val="00CC6E40"/>
    <w:rsid w:val="00CC7A35"/>
    <w:rsid w:val="00CD072A"/>
    <w:rsid w:val="00CD496A"/>
    <w:rsid w:val="00CD6DE6"/>
    <w:rsid w:val="00CD7F73"/>
    <w:rsid w:val="00CE26C5"/>
    <w:rsid w:val="00CE36AF"/>
    <w:rsid w:val="00CE54DD"/>
    <w:rsid w:val="00CE704C"/>
    <w:rsid w:val="00CF0DA5"/>
    <w:rsid w:val="00CF1855"/>
    <w:rsid w:val="00CF51C6"/>
    <w:rsid w:val="00CF5D31"/>
    <w:rsid w:val="00CF5F3B"/>
    <w:rsid w:val="00CF791A"/>
    <w:rsid w:val="00D00D7D"/>
    <w:rsid w:val="00D05AAE"/>
    <w:rsid w:val="00D139C8"/>
    <w:rsid w:val="00D17F81"/>
    <w:rsid w:val="00D2758C"/>
    <w:rsid w:val="00D275CA"/>
    <w:rsid w:val="00D2789B"/>
    <w:rsid w:val="00D345AB"/>
    <w:rsid w:val="00D41566"/>
    <w:rsid w:val="00D429A0"/>
    <w:rsid w:val="00D458EC"/>
    <w:rsid w:val="00D501B0"/>
    <w:rsid w:val="00D515DA"/>
    <w:rsid w:val="00D52582"/>
    <w:rsid w:val="00D56A0E"/>
    <w:rsid w:val="00D5781E"/>
    <w:rsid w:val="00D57AD3"/>
    <w:rsid w:val="00D635FE"/>
    <w:rsid w:val="00D729DE"/>
    <w:rsid w:val="00D75B6A"/>
    <w:rsid w:val="00D84BDA"/>
    <w:rsid w:val="00D876A8"/>
    <w:rsid w:val="00D87F26"/>
    <w:rsid w:val="00D93063"/>
    <w:rsid w:val="00D933B0"/>
    <w:rsid w:val="00D93ADC"/>
    <w:rsid w:val="00D977E8"/>
    <w:rsid w:val="00D97B16"/>
    <w:rsid w:val="00DA179F"/>
    <w:rsid w:val="00DB1C89"/>
    <w:rsid w:val="00DB3763"/>
    <w:rsid w:val="00DB4029"/>
    <w:rsid w:val="00DB5F4D"/>
    <w:rsid w:val="00DB6DA5"/>
    <w:rsid w:val="00DB6EEA"/>
    <w:rsid w:val="00DC076B"/>
    <w:rsid w:val="00DC186F"/>
    <w:rsid w:val="00DC252F"/>
    <w:rsid w:val="00DC4EB6"/>
    <w:rsid w:val="00DC6050"/>
    <w:rsid w:val="00DD43EA"/>
    <w:rsid w:val="00DD75B6"/>
    <w:rsid w:val="00DE6F44"/>
    <w:rsid w:val="00DF0BF9"/>
    <w:rsid w:val="00DF7C67"/>
    <w:rsid w:val="00E037D9"/>
    <w:rsid w:val="00E041EC"/>
    <w:rsid w:val="00E04927"/>
    <w:rsid w:val="00E130EB"/>
    <w:rsid w:val="00E162CD"/>
    <w:rsid w:val="00E17FA5"/>
    <w:rsid w:val="00E205C1"/>
    <w:rsid w:val="00E26930"/>
    <w:rsid w:val="00E27257"/>
    <w:rsid w:val="00E449D0"/>
    <w:rsid w:val="00E4506A"/>
    <w:rsid w:val="00E5136A"/>
    <w:rsid w:val="00E53F99"/>
    <w:rsid w:val="00E5618B"/>
    <w:rsid w:val="00E56510"/>
    <w:rsid w:val="00E62EA8"/>
    <w:rsid w:val="00E64B06"/>
    <w:rsid w:val="00E67A6E"/>
    <w:rsid w:val="00E67CAB"/>
    <w:rsid w:val="00E71B43"/>
    <w:rsid w:val="00E73193"/>
    <w:rsid w:val="00E81612"/>
    <w:rsid w:val="00E84B6D"/>
    <w:rsid w:val="00E87D18"/>
    <w:rsid w:val="00E87D62"/>
    <w:rsid w:val="00E9055D"/>
    <w:rsid w:val="00EA05BC"/>
    <w:rsid w:val="00EA486E"/>
    <w:rsid w:val="00EA4FA3"/>
    <w:rsid w:val="00EB001B"/>
    <w:rsid w:val="00EB1201"/>
    <w:rsid w:val="00EB3082"/>
    <w:rsid w:val="00EB6C33"/>
    <w:rsid w:val="00ED2366"/>
    <w:rsid w:val="00ED6019"/>
    <w:rsid w:val="00ED7830"/>
    <w:rsid w:val="00EE07DD"/>
    <w:rsid w:val="00EE22B4"/>
    <w:rsid w:val="00EE3909"/>
    <w:rsid w:val="00EF4205"/>
    <w:rsid w:val="00EF5939"/>
    <w:rsid w:val="00F00E4C"/>
    <w:rsid w:val="00F01714"/>
    <w:rsid w:val="00F0258F"/>
    <w:rsid w:val="00F02D06"/>
    <w:rsid w:val="00F056E5"/>
    <w:rsid w:val="00F063E0"/>
    <w:rsid w:val="00F06FDD"/>
    <w:rsid w:val="00F104CF"/>
    <w:rsid w:val="00F10819"/>
    <w:rsid w:val="00F16F35"/>
    <w:rsid w:val="00F1713E"/>
    <w:rsid w:val="00F17E7E"/>
    <w:rsid w:val="00F2229D"/>
    <w:rsid w:val="00F25ABB"/>
    <w:rsid w:val="00F27963"/>
    <w:rsid w:val="00F30103"/>
    <w:rsid w:val="00F30446"/>
    <w:rsid w:val="00F4135D"/>
    <w:rsid w:val="00F41F1B"/>
    <w:rsid w:val="00F46BD9"/>
    <w:rsid w:val="00F55B23"/>
    <w:rsid w:val="00F60BE0"/>
    <w:rsid w:val="00F6280E"/>
    <w:rsid w:val="00F7026E"/>
    <w:rsid w:val="00F7050A"/>
    <w:rsid w:val="00F75533"/>
    <w:rsid w:val="00F75CAB"/>
    <w:rsid w:val="00F809DC"/>
    <w:rsid w:val="00F81043"/>
    <w:rsid w:val="00F86EB0"/>
    <w:rsid w:val="00F9079E"/>
    <w:rsid w:val="00F91B41"/>
    <w:rsid w:val="00FA0419"/>
    <w:rsid w:val="00FA29F3"/>
    <w:rsid w:val="00FA3811"/>
    <w:rsid w:val="00FA3B9F"/>
    <w:rsid w:val="00FA3F06"/>
    <w:rsid w:val="00FA4A26"/>
    <w:rsid w:val="00FA7084"/>
    <w:rsid w:val="00FA7BEF"/>
    <w:rsid w:val="00FB1929"/>
    <w:rsid w:val="00FB1A34"/>
    <w:rsid w:val="00FB3176"/>
    <w:rsid w:val="00FB5FD9"/>
    <w:rsid w:val="00FC32E8"/>
    <w:rsid w:val="00FD33AB"/>
    <w:rsid w:val="00FD4724"/>
    <w:rsid w:val="00FD4A68"/>
    <w:rsid w:val="00FD68ED"/>
    <w:rsid w:val="00FD6A0C"/>
    <w:rsid w:val="00FE0ACE"/>
    <w:rsid w:val="00FE2824"/>
    <w:rsid w:val="00FE661F"/>
    <w:rsid w:val="00FF0400"/>
    <w:rsid w:val="00FF3D6B"/>
    <w:rsid w:val="00FF446E"/>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9122F"/>
  <w15:docId w15:val="{17058AFC-01E2-4680-85D1-63DAC4D7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F1713E"/>
    <w:pPr>
      <w:spacing w:before="0" w:after="0" w:line="240" w:lineRule="auto"/>
      <w:ind w:left="480" w:hanging="240"/>
    </w:pPr>
    <w:rPr>
      <w:rFonts w:eastAsia="Times New Roman"/>
      <w:sz w:val="20"/>
      <w:szCs w:val="24"/>
    </w:rPr>
  </w:style>
  <w:style w:type="paragraph" w:styleId="NormalWeb">
    <w:name w:val="Normal (Web)"/>
    <w:basedOn w:val="Normal"/>
    <w:uiPriority w:val="99"/>
    <w:semiHidden/>
    <w:unhideWhenUsed/>
    <w:rsid w:val="003E53EF"/>
    <w:pPr>
      <w:spacing w:before="100" w:beforeAutospacing="1" w:after="100" w:afterAutospacing="1" w:line="240" w:lineRule="auto"/>
    </w:pPr>
    <w:rPr>
      <w:rFonts w:ascii="Times New Roman" w:eastAsiaTheme="minorEastAsia" w:hAnsi="Times New Roman"/>
      <w:sz w:val="24"/>
      <w:szCs w:val="24"/>
    </w:rPr>
  </w:style>
  <w:style w:type="paragraph" w:styleId="Revision">
    <w:name w:val="Revision"/>
    <w:hidden/>
    <w:uiPriority w:val="99"/>
    <w:semiHidden/>
    <w:rsid w:val="00396C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3533">
      <w:bodyDiv w:val="1"/>
      <w:marLeft w:val="0"/>
      <w:marRight w:val="0"/>
      <w:marTop w:val="0"/>
      <w:marBottom w:val="0"/>
      <w:divBdr>
        <w:top w:val="none" w:sz="0" w:space="0" w:color="auto"/>
        <w:left w:val="none" w:sz="0" w:space="0" w:color="auto"/>
        <w:bottom w:val="none" w:sz="0" w:space="0" w:color="auto"/>
        <w:right w:val="none" w:sz="0" w:space="0" w:color="auto"/>
      </w:divBdr>
    </w:div>
    <w:div w:id="655689086">
      <w:bodyDiv w:val="1"/>
      <w:marLeft w:val="0"/>
      <w:marRight w:val="0"/>
      <w:marTop w:val="0"/>
      <w:marBottom w:val="0"/>
      <w:divBdr>
        <w:top w:val="none" w:sz="0" w:space="0" w:color="auto"/>
        <w:left w:val="none" w:sz="0" w:space="0" w:color="auto"/>
        <w:bottom w:val="none" w:sz="0" w:space="0" w:color="auto"/>
        <w:right w:val="none" w:sz="0" w:space="0" w:color="auto"/>
      </w:divBdr>
    </w:div>
    <w:div w:id="1116021098">
      <w:bodyDiv w:val="1"/>
      <w:marLeft w:val="0"/>
      <w:marRight w:val="0"/>
      <w:marTop w:val="0"/>
      <w:marBottom w:val="0"/>
      <w:divBdr>
        <w:top w:val="none" w:sz="0" w:space="0" w:color="auto"/>
        <w:left w:val="none" w:sz="0" w:space="0" w:color="auto"/>
        <w:bottom w:val="none" w:sz="0" w:space="0" w:color="auto"/>
        <w:right w:val="none" w:sz="0" w:space="0" w:color="auto"/>
      </w:divBdr>
    </w:div>
    <w:div w:id="1347949004">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Documents\Unicon\Curriculum_Templates\Lab%20Template%20-%20IL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4F2CFA-2740-484F-BB6D-CE33611C5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 Template - ILM.dotx</Template>
  <TotalTime>0</TotalTime>
  <Pages>19</Pages>
  <Words>3272</Words>
  <Characters>18657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Suk-yi Pennock</dc:creator>
  <cp:lastModifiedBy>dholzing</cp:lastModifiedBy>
  <cp:revision>3</cp:revision>
  <cp:lastPrinted>2013-09-30T21:05:00Z</cp:lastPrinted>
  <dcterms:created xsi:type="dcterms:W3CDTF">2016-02-11T18:18:00Z</dcterms:created>
  <dcterms:modified xsi:type="dcterms:W3CDTF">2016-02-11T18:18:00Z</dcterms:modified>
</cp:coreProperties>
</file>